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5B7" w:rsidRPr="0031450B" w:rsidRDefault="004E6B10" w:rsidP="007F749E">
      <w:pPr>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 </w:t>
      </w:r>
      <w:r w:rsidR="009F0AE1" w:rsidRPr="0031450B">
        <w:rPr>
          <w:rFonts w:ascii="Times New Roman" w:hAnsi="Times New Roman"/>
          <w:color w:val="000000" w:themeColor="text1"/>
          <w:sz w:val="24"/>
          <w:szCs w:val="24"/>
        </w:rPr>
        <w:t>Číslo</w:t>
      </w:r>
      <w:r w:rsidR="00A41B1D" w:rsidRPr="0031450B">
        <w:rPr>
          <w:rFonts w:ascii="Times New Roman" w:hAnsi="Times New Roman"/>
          <w:color w:val="000000" w:themeColor="text1"/>
          <w:sz w:val="24"/>
          <w:szCs w:val="24"/>
        </w:rPr>
        <w:t xml:space="preserve">: </w:t>
      </w:r>
      <w:sdt>
        <w:sdtPr>
          <w:rPr>
            <w:rFonts w:ascii="Times New Roman" w:hAnsi="Times New Roman"/>
            <w:color w:val="000000" w:themeColor="text1"/>
            <w:sz w:val="24"/>
            <w:szCs w:val="24"/>
          </w:rPr>
          <w:alias w:val="RZ č.:"/>
          <w:tag w:val="RZ č.:"/>
          <w:id w:val="-206648028"/>
          <w:placeholder>
            <w:docPart w:val="1CC9EE9F242A4630B1C380571E571C94"/>
          </w:placeholder>
          <w:text/>
        </w:sdtPr>
        <w:sdtEndPr/>
        <w:sdtContent>
          <w:r w:rsidR="002B6C83" w:rsidRPr="0031450B">
            <w:rPr>
              <w:rFonts w:ascii="Times New Roman" w:hAnsi="Times New Roman"/>
              <w:color w:val="000000" w:themeColor="text1"/>
              <w:sz w:val="24"/>
              <w:szCs w:val="24"/>
            </w:rPr>
            <w:t>3288-2910/57/2019/</w:t>
          </w:r>
          <w:proofErr w:type="spellStart"/>
          <w:r w:rsidR="002B6C83" w:rsidRPr="0031450B">
            <w:rPr>
              <w:rFonts w:ascii="Times New Roman" w:hAnsi="Times New Roman"/>
              <w:color w:val="000000" w:themeColor="text1"/>
              <w:sz w:val="24"/>
              <w:szCs w:val="24"/>
            </w:rPr>
            <w:t>Ant</w:t>
          </w:r>
          <w:proofErr w:type="spellEnd"/>
        </w:sdtContent>
      </w:sdt>
    </w:p>
    <w:p w:rsidR="00434FF7" w:rsidRPr="0031450B" w:rsidRDefault="00434FF7" w:rsidP="007F749E">
      <w:pPr>
        <w:rPr>
          <w:rFonts w:ascii="Times New Roman" w:hAnsi="Times New Roman"/>
          <w:color w:val="000000" w:themeColor="text1"/>
          <w:sz w:val="24"/>
          <w:szCs w:val="24"/>
        </w:rPr>
      </w:pPr>
    </w:p>
    <w:p w:rsidR="009F0AE1" w:rsidRPr="0031450B" w:rsidRDefault="00EC25B7" w:rsidP="007F749E">
      <w:pPr>
        <w:jc w:val="center"/>
        <w:rPr>
          <w:rFonts w:ascii="Times New Roman" w:hAnsi="Times New Roman"/>
          <w:b/>
          <w:color w:val="000000" w:themeColor="text1"/>
          <w:sz w:val="32"/>
          <w:szCs w:val="32"/>
        </w:rPr>
      </w:pPr>
      <w:r w:rsidRPr="0031450B">
        <w:rPr>
          <w:rFonts w:ascii="Times New Roman" w:hAnsi="Times New Roman"/>
          <w:b/>
          <w:color w:val="000000" w:themeColor="text1"/>
          <w:sz w:val="32"/>
          <w:szCs w:val="32"/>
        </w:rPr>
        <w:t xml:space="preserve">SPRÁVA O ENVIRONMENTÁLNEJ </w:t>
      </w:r>
      <w:r w:rsidR="000E65A5" w:rsidRPr="0031450B">
        <w:rPr>
          <w:rFonts w:ascii="Times New Roman" w:hAnsi="Times New Roman"/>
          <w:b/>
          <w:color w:val="000000" w:themeColor="text1"/>
          <w:sz w:val="32"/>
          <w:szCs w:val="32"/>
        </w:rPr>
        <w:t>KONTRO</w:t>
      </w:r>
      <w:r w:rsidRPr="0031450B">
        <w:rPr>
          <w:rFonts w:ascii="Times New Roman" w:hAnsi="Times New Roman"/>
          <w:b/>
          <w:color w:val="000000" w:themeColor="text1"/>
          <w:sz w:val="32"/>
          <w:szCs w:val="32"/>
        </w:rPr>
        <w:t xml:space="preserve">LE </w:t>
      </w:r>
    </w:p>
    <w:p w:rsidR="00EC25B7" w:rsidRPr="0031450B" w:rsidRDefault="00EC25B7" w:rsidP="007F749E">
      <w:pPr>
        <w:jc w:val="center"/>
        <w:rPr>
          <w:rFonts w:ascii="Times New Roman" w:hAnsi="Times New Roman"/>
          <w:b/>
          <w:color w:val="000000" w:themeColor="text1"/>
          <w:sz w:val="32"/>
          <w:szCs w:val="32"/>
        </w:rPr>
      </w:pPr>
      <w:r w:rsidRPr="0031450B">
        <w:rPr>
          <w:rFonts w:ascii="Times New Roman" w:hAnsi="Times New Roman"/>
          <w:b/>
          <w:color w:val="000000" w:themeColor="text1"/>
          <w:sz w:val="32"/>
          <w:szCs w:val="32"/>
        </w:rPr>
        <w:t xml:space="preserve">č. </w:t>
      </w:r>
      <w:sdt>
        <w:sdtPr>
          <w:rPr>
            <w:rFonts w:ascii="Times New Roman" w:hAnsi="Times New Roman"/>
            <w:b/>
            <w:color w:val="000000" w:themeColor="text1"/>
            <w:sz w:val="32"/>
            <w:szCs w:val="32"/>
          </w:rPr>
          <w:id w:val="-1312937715"/>
          <w:placeholder>
            <w:docPart w:val="A38EE51644DC41D08CD5E1B05C0F941C"/>
          </w:placeholder>
        </w:sdtPr>
        <w:sdtEndPr/>
        <w:sdtContent>
          <w:r w:rsidR="00B64199" w:rsidRPr="0031450B">
            <w:rPr>
              <w:rFonts w:ascii="Times New Roman" w:hAnsi="Times New Roman"/>
              <w:b/>
              <w:color w:val="000000" w:themeColor="text1"/>
              <w:sz w:val="32"/>
              <w:szCs w:val="32"/>
            </w:rPr>
            <w:t>74</w:t>
          </w:r>
          <w:r w:rsidR="009D3A9E">
            <w:rPr>
              <w:rFonts w:ascii="Times New Roman" w:hAnsi="Times New Roman"/>
              <w:b/>
              <w:color w:val="000000" w:themeColor="text1"/>
              <w:sz w:val="32"/>
              <w:szCs w:val="32"/>
            </w:rPr>
            <w:t>/2018/</w:t>
          </w:r>
          <w:proofErr w:type="spellStart"/>
          <w:r w:rsidR="009D3A9E">
            <w:rPr>
              <w:rFonts w:ascii="Times New Roman" w:hAnsi="Times New Roman"/>
              <w:b/>
              <w:color w:val="000000" w:themeColor="text1"/>
              <w:sz w:val="32"/>
              <w:szCs w:val="32"/>
            </w:rPr>
            <w:t>Ant</w:t>
          </w:r>
          <w:proofErr w:type="spellEnd"/>
          <w:r w:rsidR="00397AB3" w:rsidRPr="0031450B">
            <w:rPr>
              <w:rFonts w:ascii="Times New Roman" w:hAnsi="Times New Roman"/>
              <w:b/>
              <w:color w:val="000000" w:themeColor="text1"/>
              <w:sz w:val="32"/>
              <w:szCs w:val="32"/>
            </w:rPr>
            <w:t>/</w:t>
          </w:r>
          <w:r w:rsidR="00B56903" w:rsidRPr="009F0EB5">
            <w:rPr>
              <w:rFonts w:ascii="Times New Roman" w:hAnsi="Times New Roman"/>
              <w:b/>
              <w:color w:val="000000" w:themeColor="text1"/>
              <w:sz w:val="32"/>
              <w:szCs w:val="32"/>
            </w:rPr>
            <w:t>P</w:t>
          </w:r>
        </w:sdtContent>
      </w:sdt>
    </w:p>
    <w:p w:rsidR="00D51D29" w:rsidRPr="0031450B" w:rsidRDefault="00D51D29" w:rsidP="007F749E">
      <w:pPr>
        <w:spacing w:after="0"/>
        <w:ind w:firstLine="708"/>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Slovenská inšpekcia životného prostredia, </w:t>
      </w:r>
      <w:sdt>
        <w:sdtPr>
          <w:rPr>
            <w:rFonts w:ascii="Times New Roman" w:hAnsi="Times New Roman"/>
            <w:color w:val="000000" w:themeColor="text1"/>
            <w:sz w:val="24"/>
            <w:szCs w:val="24"/>
          </w:rPr>
          <w:alias w:val="IŽP"/>
          <w:tag w:val="IŽP"/>
          <w:id w:val="1959985127"/>
          <w:placeholder>
            <w:docPart w:val="B900EF2D6E2D4B72A292B68F643027DA"/>
          </w:placeholder>
          <w:dropDownList>
            <w:listItem w:value="Vyberte položku."/>
            <w:listItem w:displayText="Inšpektorát životného prostredia Žilina" w:value="Inšpektorát životného prostredia Žilina"/>
            <w:listItem w:displayText="Inšpektorát životného prostredia Košice" w:value="Inšpektorát životného prostredia Košice"/>
            <w:listItem w:displayText="Inšpektorát životného prostredia Banská Bystrica" w:value="Inšpektorát životného prostredia Banská Bystrica"/>
            <w:listItem w:displayText="Inšpektorát životného prostredia Bratislava" w:value="Inšpektorát životného prostredia Bratislava"/>
            <w:listItem w:displayText="Inšpektorát životného prostredia Bratislava, Stále pracovisko Nitra" w:value="Inšpektorát životného prostredia Bratislava, Stále pracovisko Nitra"/>
          </w:dropDownList>
        </w:sdtPr>
        <w:sdtEndPr/>
        <w:sdtContent>
          <w:r w:rsidR="007F740E" w:rsidRPr="0031450B">
            <w:rPr>
              <w:rFonts w:ascii="Times New Roman" w:hAnsi="Times New Roman"/>
              <w:color w:val="000000" w:themeColor="text1"/>
              <w:sz w:val="24"/>
              <w:szCs w:val="24"/>
            </w:rPr>
            <w:t>Inšpektorát životného prostredia Košice</w:t>
          </w:r>
        </w:sdtContent>
      </w:sdt>
      <w:r w:rsidRPr="0031450B">
        <w:rPr>
          <w:rFonts w:ascii="Times New Roman" w:hAnsi="Times New Roman"/>
          <w:color w:val="000000" w:themeColor="text1"/>
          <w:sz w:val="24"/>
          <w:szCs w:val="24"/>
        </w:rPr>
        <w:t>, Odbor integrovaného povoľovania a kontroly (ďalej len „SIŽP“), ako príslušný odborný kontrolný orgán – orgán štátneho dozoru podľa § 9 ods. 1 písm. a) a § 10 zákona č. 525/2003 Z. z. o štátnej správe starostlivosti o životné prostredie a o zmene a doplnení niektorých zákonov v znení neskorších predpisov a podľa § 32 ods. 1 písm. d) zákona č. 39/2013 Z. z. o integrovanej prevencii a kontrole znečisťovania životného prostredia a o zmene a doplnení niektorých zákonov v znení neskorších predpisov (ďalej len „zákon o IPKZ“) vykonala environmentálnu kontrolu (ďalej len „kontrola“) podľa § 34 ods. 1 zákona o IPKZ.</w:t>
      </w:r>
      <w:r w:rsidR="00AB4930"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Počas kontroly a pri vypracovaní správy o kontrole sa postupovalo podľa zákona o IPKZ.</w:t>
      </w:r>
    </w:p>
    <w:p w:rsidR="00001E40" w:rsidRPr="0031450B" w:rsidRDefault="00001E40" w:rsidP="007F749E">
      <w:pPr>
        <w:spacing w:after="0"/>
        <w:ind w:firstLine="708"/>
        <w:jc w:val="both"/>
        <w:rPr>
          <w:rFonts w:ascii="Times New Roman" w:hAnsi="Times New Roman"/>
          <w:color w:val="000000" w:themeColor="text1"/>
          <w:sz w:val="24"/>
          <w:szCs w:val="24"/>
        </w:rPr>
      </w:pPr>
    </w:p>
    <w:p w:rsidR="008F6FE7" w:rsidRPr="0031450B" w:rsidRDefault="00F401AA"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Kontrola</w:t>
      </w:r>
    </w:p>
    <w:p w:rsidR="00DA4BDA" w:rsidRPr="0031450B" w:rsidRDefault="00DA4BDA" w:rsidP="007F749E">
      <w:pPr>
        <w:tabs>
          <w:tab w:val="left" w:pos="708"/>
          <w:tab w:val="left" w:pos="1416"/>
          <w:tab w:val="left" w:pos="2124"/>
          <w:tab w:val="left" w:pos="2832"/>
          <w:tab w:val="left" w:pos="3540"/>
          <w:tab w:val="left" w:pos="4248"/>
          <w:tab w:val="left" w:pos="51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Typ kontroly:</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Typ kontroly"/>
          <w:tag w:val="Typ kontroly"/>
          <w:id w:val="-1282253779"/>
          <w:placeholder>
            <w:docPart w:val="0C3D8AB3AF5C4214BF0A5D12A5FC682C"/>
          </w:placeholder>
          <w:dropDownList>
            <w:listItem w:value="Vyberte položku."/>
            <w:listItem w:displayText="§ 34 ods. 5 a 6 zákona - Bežná" w:value="§ 34 ods. 5 a 6 zákona - Bežná"/>
            <w:listItem w:displayText="§ 34 ods. 7 zákona - Dodatočná" w:value="§ 34 ods. 7 zákona - Dodatočná"/>
            <w:listItem w:displayText="§ 34 ods. 9 zákona - Mimoriadna" w:value="§ 34 ods. 9 zákona - Mimoriadna"/>
          </w:dropDownList>
        </w:sdtPr>
        <w:sdtEndPr>
          <w:rPr>
            <w:rStyle w:val="Siln"/>
          </w:rPr>
        </w:sdtEndPr>
        <w:sdtContent>
          <w:r w:rsidR="00397AB3" w:rsidRPr="0031450B">
            <w:rPr>
              <w:rStyle w:val="Siln"/>
              <w:rFonts w:ascii="Times New Roman" w:hAnsi="Times New Roman"/>
              <w:color w:val="000000" w:themeColor="text1"/>
              <w:sz w:val="24"/>
              <w:szCs w:val="24"/>
            </w:rPr>
            <w:t>§ 34 ods. 5 a 6 zákona - Bežná</w:t>
          </w:r>
        </w:sdtContent>
      </w:sdt>
      <w:r w:rsidR="00E67A85" w:rsidRPr="0031450B">
        <w:rPr>
          <w:rStyle w:val="Siln"/>
          <w:rFonts w:ascii="Times New Roman" w:hAnsi="Times New Roman"/>
          <w:color w:val="000000" w:themeColor="text1"/>
          <w:sz w:val="24"/>
          <w:szCs w:val="24"/>
        </w:rPr>
        <w:tab/>
      </w:r>
    </w:p>
    <w:p w:rsidR="00D3393A" w:rsidRPr="0031450B" w:rsidRDefault="00D3393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Podnet:</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tl4"/>
            <w:color w:val="000000" w:themeColor="text1"/>
          </w:rPr>
          <w:alias w:val="Podnet"/>
          <w:tag w:val="Podnet"/>
          <w:id w:val="261429472"/>
          <w:placeholder>
            <w:docPart w:val="A4EE9383FA9144E6B256B046C5FCA74B"/>
          </w:placeholder>
          <w:comboBox>
            <w:listItem w:value="Vyberte položku."/>
            <w:listItem w:displayText="Áno" w:value="Áno"/>
            <w:listItem w:displayText="Nie" w:value="Nie"/>
          </w:comboBox>
        </w:sdtPr>
        <w:sdtEndPr>
          <w:rPr>
            <w:rStyle w:val="Predvolenpsmoodseku"/>
            <w:rFonts w:ascii="Calibri" w:hAnsi="Calibri"/>
            <w:b w:val="0"/>
            <w:sz w:val="22"/>
            <w:szCs w:val="24"/>
          </w:rPr>
        </w:sdtEndPr>
        <w:sdtContent>
          <w:r w:rsidR="00397AB3" w:rsidRPr="0031450B">
            <w:rPr>
              <w:rStyle w:val="tl4"/>
              <w:color w:val="000000" w:themeColor="text1"/>
            </w:rPr>
            <w:t>Nie</w:t>
          </w:r>
        </w:sdtContent>
      </w:sdt>
    </w:p>
    <w:p w:rsidR="00740029" w:rsidRPr="0031450B" w:rsidRDefault="0074002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Výsledok:</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Výsledok"/>
          <w:tag w:val="Výsledok"/>
          <w:id w:val="143477864"/>
          <w:placeholder>
            <w:docPart w:val="0C3D8AB3AF5C4214BF0A5D12A5FC682C"/>
          </w:placeholder>
          <w:dropDownList>
            <w:listItem w:value="Vyberte položku."/>
            <w:listItem w:displayText="§ 35 ods. 1 zákona - Súlad" w:value="§ 35 ods. 1 zákona - Súlad"/>
            <w:listItem w:displayText="§ 35 ods. 2 písm. a) zákona - Opatrenia na nápravu" w:value="§ 35 ods. 2 písm. a) zákona - Opatrenia na nápravu"/>
            <w:listItem w:displayText="§ 35 ods. 2 písm. b) zákona - Pokuta" w:value="§ 35 ods. 2 písm. b) zákona - Pokuta"/>
            <w:listItem w:displayText="§ 35 ods. 2 písm. c) zákona - Výzva na podanie žiadosti" w:value="§ 35 ods. 2 písm. c) zákona - Výzva na podanie žiadosti"/>
            <w:listItem w:displayText="§ 35 ods. 2 písm. d) zákona - Obmedzenie činnosti" w:value="§ 35 ods. 2 písm. d) zákona - Obmedzenie činnosti"/>
            <w:listItem w:displayText="§ 35 ods. 2 písm. d) zákona - Zastavenie činnosti" w:value="§ 35 ods. 2 písm. d) zákona - Zastavenie činnosti"/>
            <w:listItem w:displayText="§ 35 ods. 3 zákona - Obmedzenie činnosti" w:value="§ 35 ods. 3 zákona - Obmedzenie činnosti"/>
            <w:listItem w:displayText="§ 35 ods. 3 zákona - Zastavenie činnosti" w:value="§ 35 ods. 3 zákona - Zastavenie činnosti"/>
          </w:dropDownList>
        </w:sdtPr>
        <w:sdtEndPr>
          <w:rPr>
            <w:rStyle w:val="Predvolenpsmoodseku"/>
            <w:b w:val="0"/>
            <w:bCs w:val="0"/>
          </w:rPr>
        </w:sdtEndPr>
        <w:sdtContent>
          <w:r w:rsidR="005D6A5A" w:rsidRPr="0031450B">
            <w:rPr>
              <w:rStyle w:val="Siln"/>
              <w:rFonts w:ascii="Times New Roman" w:hAnsi="Times New Roman"/>
              <w:color w:val="000000" w:themeColor="text1"/>
              <w:sz w:val="24"/>
              <w:szCs w:val="24"/>
            </w:rPr>
            <w:t>§ 35 ods. 2 písm. b) zákona - Pokuta</w:t>
          </w:r>
        </w:sdtContent>
      </w:sdt>
    </w:p>
    <w:p w:rsidR="00804907" w:rsidRPr="0031450B" w:rsidRDefault="005D241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Odstúpené:</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tl3"/>
            <w:color w:val="000000" w:themeColor="text1"/>
          </w:rPr>
          <w:alias w:val="Výsledok"/>
          <w:tag w:val="Výsledok"/>
          <w:id w:val="-1832508742"/>
          <w:placeholder>
            <w:docPart w:val="3792185283A24D72976F4BF6B169F1F5"/>
          </w:placeholder>
          <w:comboBox>
            <w:listItem w:value="Vyberte položku."/>
            <w:listItem w:displayText="Áno" w:value="Áno"/>
            <w:listItem w:displayText="Nie" w:value="Nie"/>
            <w:listItem w:displayText="Časť" w:value="Časť"/>
          </w:comboBox>
        </w:sdtPr>
        <w:sdtEndPr>
          <w:rPr>
            <w:rStyle w:val="Predvolenpsmoodseku"/>
            <w:rFonts w:ascii="Calibri" w:hAnsi="Calibri"/>
            <w:b w:val="0"/>
            <w:sz w:val="22"/>
            <w:szCs w:val="24"/>
          </w:rPr>
        </w:sdtEndPr>
        <w:sdtContent>
          <w:r w:rsidR="007F740E" w:rsidRPr="0031450B">
            <w:rPr>
              <w:rStyle w:val="tl3"/>
              <w:color w:val="000000" w:themeColor="text1"/>
            </w:rPr>
            <w:t>Nie</w:t>
          </w:r>
        </w:sdtContent>
      </w:sdt>
    </w:p>
    <w:p w:rsidR="005D2418" w:rsidRPr="0031450B" w:rsidRDefault="006D48C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Komu:</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553225838"/>
          <w:placeholder>
            <w:docPart w:val="245CCBB674854B119DBD63E7B747A71C"/>
          </w:placeholder>
        </w:sdtPr>
        <w:sdtEndPr/>
        <w:sdtContent>
          <w:r w:rsidR="007F740E" w:rsidRPr="0031450B">
            <w:rPr>
              <w:rFonts w:ascii="Times New Roman" w:hAnsi="Times New Roman"/>
              <w:color w:val="000000" w:themeColor="text1"/>
              <w:sz w:val="24"/>
              <w:szCs w:val="24"/>
            </w:rPr>
            <w:t>-</w:t>
          </w:r>
        </w:sdtContent>
      </w:sdt>
    </w:p>
    <w:p w:rsidR="006D48C9" w:rsidRPr="0031450B" w:rsidRDefault="006D48C9" w:rsidP="007F749E">
      <w:pPr>
        <w:spacing w:after="0"/>
        <w:jc w:val="both"/>
        <w:rPr>
          <w:rFonts w:ascii="Times New Roman" w:hAnsi="Times New Roman"/>
          <w:color w:val="000000" w:themeColor="text1"/>
          <w:sz w:val="24"/>
          <w:szCs w:val="24"/>
        </w:rPr>
      </w:pPr>
    </w:p>
    <w:p w:rsidR="00F54991" w:rsidRPr="0031450B" w:rsidRDefault="00380AD9"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Orgán štátneho dozoru</w:t>
      </w:r>
    </w:p>
    <w:p w:rsidR="00380AD9" w:rsidRPr="0031450B" w:rsidRDefault="00B01335" w:rsidP="007F749E">
      <w:pPr>
        <w:tabs>
          <w:tab w:val="left" w:pos="708"/>
          <w:tab w:val="left" w:pos="1416"/>
          <w:tab w:val="left" w:pos="2124"/>
          <w:tab w:val="left" w:pos="2832"/>
          <w:tab w:val="left" w:pos="3540"/>
          <w:tab w:val="left" w:pos="4248"/>
          <w:tab w:val="left" w:pos="52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Inšpektor:</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Inšpektor"/>
          <w:tag w:val="Inšpektor"/>
          <w:id w:val="223109976"/>
          <w:placeholder>
            <w:docPart w:val="E95A9AAE94044DD7936E44FD97FE5D07"/>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007F740E" w:rsidRPr="0031450B">
            <w:rPr>
              <w:rFonts w:ascii="Times New Roman" w:hAnsi="Times New Roman"/>
              <w:color w:val="000000" w:themeColor="text1"/>
              <w:sz w:val="24"/>
              <w:szCs w:val="24"/>
            </w:rPr>
            <w:t>Ing. Natália Antalíková</w:t>
          </w:r>
        </w:sdtContent>
      </w:sdt>
      <w:r w:rsidR="009A5DEC" w:rsidRPr="0031450B">
        <w:rPr>
          <w:rFonts w:ascii="Times New Roman" w:hAnsi="Times New Roman"/>
          <w:color w:val="000000" w:themeColor="text1"/>
          <w:sz w:val="24"/>
          <w:szCs w:val="24"/>
        </w:rPr>
        <w:tab/>
      </w:r>
      <w:r w:rsidR="00DC5E5C" w:rsidRPr="0031450B">
        <w:rPr>
          <w:rFonts w:ascii="Times New Roman" w:hAnsi="Times New Roman"/>
          <w:color w:val="000000" w:themeColor="text1"/>
          <w:sz w:val="24"/>
          <w:szCs w:val="24"/>
        </w:rPr>
        <w:t xml:space="preserve">Číslo preukazu: </w:t>
      </w:r>
      <w:sdt>
        <w:sdtPr>
          <w:rPr>
            <w:rFonts w:ascii="Times New Roman" w:hAnsi="Times New Roman"/>
            <w:color w:val="000000" w:themeColor="text1"/>
            <w:sz w:val="24"/>
            <w:szCs w:val="24"/>
          </w:rPr>
          <w:alias w:val="Číslo"/>
          <w:tag w:val="Číslo"/>
          <w:id w:val="-138816017"/>
          <w:placeholder>
            <w:docPart w:val="8399BAEAFF8E42C396CDAB3E459C8545"/>
          </w:placeholder>
          <w:dropDownList>
            <w:listItem w:value="Vyberte položku."/>
            <w:listItem w:displayText="27" w:value="27"/>
            <w:listItem w:displayText="51" w:value="51"/>
            <w:listItem w:displayText="72" w:value="72"/>
            <w:listItem w:displayText="94" w:value="94"/>
            <w:listItem w:displayText="114" w:value="114"/>
            <w:listItem w:displayText="115" w:value="115"/>
            <w:listItem w:displayText="123" w:value="123"/>
            <w:listItem w:displayText="126" w:value="126"/>
            <w:listItem w:displayText="127" w:value="127"/>
            <w:listItem w:displayText="141" w:value="141"/>
            <w:listItem w:displayText="146" w:value="146"/>
            <w:listItem w:displayText="160" w:value="160"/>
            <w:listItem w:displayText="187" w:value="187"/>
            <w:listItem w:displayText="205" w:value="205"/>
            <w:listItem w:displayText="230" w:value="230"/>
            <w:listItem w:displayText="267" w:value="267"/>
            <w:listItem w:displayText="270" w:value="270"/>
            <w:listItem w:displayText="280" w:value="280"/>
            <w:listItem w:displayText="314" w:value="314"/>
            <w:listItem w:displayText="317" w:value="317"/>
            <w:listItem w:displayText="329" w:value="329"/>
            <w:listItem w:displayText="335" w:value="335"/>
            <w:listItem w:displayText="336" w:value="336"/>
            <w:listItem w:displayText="339" w:value="339"/>
            <w:listItem w:displayText="341" w:value="341"/>
            <w:listItem w:displayText="348" w:value="348"/>
            <w:listItem w:displayText="376" w:value="376"/>
            <w:listItem w:displayText="386" w:value="386"/>
            <w:listItem w:displayText="399" w:value="399"/>
            <w:listItem w:displayText="417" w:value="417"/>
            <w:listItem w:displayText="428" w:value="428"/>
            <w:listItem w:displayText="436" w:value="436"/>
            <w:listItem w:displayText="451" w:value="451"/>
            <w:listItem w:displayText="452" w:value="452"/>
            <w:listItem w:displayText="462" w:value="462"/>
            <w:listItem w:displayText="463" w:value="463"/>
            <w:listItem w:displayText="464" w:value="464"/>
            <w:listItem w:displayText="467" w:value="467"/>
            <w:listItem w:displayText="468" w:value="468"/>
            <w:listItem w:displayText="469" w:value="469"/>
            <w:listItem w:displayText="471" w:value="471"/>
            <w:listItem w:displayText="473" w:value="473"/>
            <w:listItem w:displayText="474" w:value="474"/>
            <w:listItem w:displayText="483" w:value="483"/>
            <w:listItem w:displayText="490" w:value="490"/>
            <w:listItem w:displayText="494" w:value="494"/>
            <w:listItem w:displayText="495" w:value="495"/>
            <w:listItem w:displayText="506" w:value="506"/>
            <w:listItem w:displayText="507" w:value="507"/>
            <w:listItem w:displayText="509" w:value="509"/>
            <w:listItem w:displayText="521" w:value="521"/>
            <w:listItem w:displayText="530" w:value="530"/>
            <w:listItem w:displayText="534" w:value="534"/>
            <w:listItem w:displayText="535" w:value="535"/>
            <w:listItem w:displayText="538" w:value="538"/>
            <w:listItem w:displayText="553" w:value="553"/>
            <w:listItem w:displayText="556" w:value="556"/>
            <w:listItem w:displayText="560" w:value="560"/>
            <w:listItem w:displayText="562" w:value="562"/>
            <w:listItem w:displayText="565" w:value="565"/>
            <w:listItem w:displayText="568" w:value="568"/>
            <w:listItem w:displayText="572" w:value="572"/>
            <w:listItem w:displayText="573" w:value="573"/>
            <w:listItem w:displayText="576" w:value="576"/>
            <w:listItem w:displayText="586" w:value="586"/>
            <w:listItem w:displayText="594" w:value="594"/>
            <w:listItem w:displayText="609" w:value="609"/>
            <w:listItem w:displayText="621" w:value="621"/>
          </w:dropDownList>
        </w:sdtPr>
        <w:sdtEndPr/>
        <w:sdtContent>
          <w:r w:rsidR="007F740E" w:rsidRPr="0031450B">
            <w:rPr>
              <w:rFonts w:ascii="Times New Roman" w:hAnsi="Times New Roman"/>
              <w:color w:val="000000" w:themeColor="text1"/>
              <w:sz w:val="24"/>
              <w:szCs w:val="24"/>
            </w:rPr>
            <w:t>594</w:t>
          </w:r>
        </w:sdtContent>
      </w:sdt>
    </w:p>
    <w:p w:rsidR="00151140" w:rsidRPr="0031450B" w:rsidRDefault="00151140" w:rsidP="007F749E">
      <w:pPr>
        <w:tabs>
          <w:tab w:val="left" w:pos="708"/>
          <w:tab w:val="left" w:pos="1416"/>
          <w:tab w:val="left" w:pos="2124"/>
          <w:tab w:val="left" w:pos="2832"/>
          <w:tab w:val="left" w:pos="3540"/>
          <w:tab w:val="left" w:pos="4248"/>
          <w:tab w:val="left" w:pos="52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rPr>
          <w:alias w:val="Inšpektor"/>
          <w:tag w:val="Inšpektor"/>
          <w:id w:val="-2087992715"/>
          <w:placeholder>
            <w:docPart w:val="4485AABD4CC542E7B0EC651E44DCD0C4"/>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Pr="0031450B">
            <w:rPr>
              <w:rFonts w:ascii="Times New Roman" w:hAnsi="Times New Roman"/>
              <w:color w:val="000000" w:themeColor="text1"/>
            </w:rPr>
            <w:t>Ing. Renáta Brezinová</w:t>
          </w:r>
        </w:sdtContent>
      </w:sdt>
      <w:r w:rsidRPr="0031450B">
        <w:rPr>
          <w:rFonts w:ascii="Times New Roman" w:hAnsi="Times New Roman"/>
          <w:color w:val="000000" w:themeColor="text1"/>
          <w:sz w:val="24"/>
          <w:szCs w:val="24"/>
        </w:rPr>
        <w:tab/>
        <w:t xml:space="preserve">Číslo preukazu: </w:t>
      </w:r>
      <w:r w:rsidR="002264A3" w:rsidRPr="0031450B">
        <w:rPr>
          <w:rFonts w:ascii="Times New Roman" w:hAnsi="Times New Roman"/>
          <w:color w:val="000000" w:themeColor="text1"/>
          <w:sz w:val="24"/>
          <w:szCs w:val="24"/>
        </w:rPr>
        <w:t>560</w:t>
      </w:r>
    </w:p>
    <w:p w:rsidR="00E60024" w:rsidRPr="0031450B" w:rsidRDefault="00E60024" w:rsidP="007F749E">
      <w:pPr>
        <w:tabs>
          <w:tab w:val="left" w:pos="708"/>
          <w:tab w:val="left" w:pos="1416"/>
          <w:tab w:val="left" w:pos="2124"/>
          <w:tab w:val="left" w:pos="2832"/>
          <w:tab w:val="left" w:pos="3540"/>
          <w:tab w:val="left" w:pos="4248"/>
          <w:tab w:val="left" w:pos="4956"/>
          <w:tab w:val="left" w:pos="700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Telefón:</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Telefón"/>
          <w:tag w:val="Telefón"/>
          <w:id w:val="-404991200"/>
          <w:placeholder>
            <w:docPart w:val="DAE12FA518224E8E8264C16B7E626B63"/>
          </w:placeholder>
          <w:dropDownList>
            <w:listItem w:value="Vyberte položku."/>
            <w:listItem w:displayText="041 507 51 31" w:value="041 507 51 31"/>
            <w:listItem w:displayText="041 507 51 16" w:value="041 507 51 16"/>
            <w:listItem w:displayText="041 507 51 10" w:value="041 507 51 10"/>
            <w:listItem w:displayText="041 507 51 20" w:value="041 507 51 20"/>
            <w:listItem w:displayText="041 507 51 21" w:value="041 507 51 21"/>
            <w:listItem w:displayText="055 633 33 14" w:value="055 633 33 14"/>
            <w:listItem w:displayText="055 632 49 37" w:value="055 632 49 37"/>
            <w:listItem w:displayText="048 471 96 50" w:value="048 471 96 50"/>
            <w:listItem w:displayText="048 471 96 56 " w:value="048 471 96 56 "/>
            <w:listItem w:displayText="048 471 96 54 " w:value="048 471 96 54 "/>
            <w:listItem w:displayText="048 471 96 53" w:value="048 471 96 53"/>
            <w:listItem w:displayText="048 471 96 57" w:value="048 471 96 57"/>
            <w:listItem w:displayText="048 471 96 52" w:value="048 471 96 52"/>
            <w:listItem w:displayText="02 582 82 441" w:value="02 582 82 441"/>
            <w:listItem w:displayText="02 582 82 416" w:value="02 582 82 416"/>
            <w:listItem w:displayText="02 582 82 428" w:value="02 582 82 428"/>
            <w:listItem w:displayText="02 582 82 430" w:value="02 582 82 430"/>
            <w:listItem w:displayText="02 582 82 407" w:value="02 582 82 407"/>
            <w:listItem w:displayText="02 582 82 412" w:value="02 582 82 412"/>
            <w:listItem w:displayText="037 656 06 34" w:value="037 656 06 34"/>
            <w:listItem w:displayText="037 656 06 48" w:value="037 656 06 48"/>
            <w:listItem w:displayText="037 656 06 35" w:value="037 656 06 35"/>
            <w:listItem w:displayText="037 656 06 32" w:value="037 656 06 32"/>
            <w:listItem w:displayText="037 656 06 49" w:value="037 656 06 49"/>
            <w:listItem w:displayText="037 656 06 31" w:value="037 656 06 31"/>
            <w:listItem w:displayText="037 656 06 33" w:value="037 656 06 33"/>
            <w:listItem w:displayText="037 656 06 47" w:value="037 656 06 47"/>
          </w:dropDownList>
        </w:sdtPr>
        <w:sdtEndPr/>
        <w:sdtContent>
          <w:r w:rsidR="007F740E" w:rsidRPr="0031450B">
            <w:rPr>
              <w:rFonts w:ascii="Times New Roman" w:hAnsi="Times New Roman"/>
              <w:color w:val="000000" w:themeColor="text1"/>
              <w:sz w:val="24"/>
              <w:szCs w:val="24"/>
            </w:rPr>
            <w:t>055 633 33 14</w:t>
          </w:r>
        </w:sdtContent>
      </w:sdt>
      <w:r w:rsidR="00A92BB1" w:rsidRPr="0031450B">
        <w:rPr>
          <w:rFonts w:ascii="Times New Roman" w:hAnsi="Times New Roman"/>
          <w:color w:val="000000" w:themeColor="text1"/>
          <w:sz w:val="24"/>
          <w:szCs w:val="24"/>
        </w:rPr>
        <w:tab/>
      </w:r>
    </w:p>
    <w:p w:rsidR="009E245C" w:rsidRPr="0031450B" w:rsidRDefault="009E245C"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Elektronická adresa: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Elektronická adresa"/>
          <w:tag w:val="Elektronická adresa"/>
          <w:id w:val="1258794301"/>
          <w:placeholder>
            <w:docPart w:val="0E05B5BDE74F4C32BB28798D99C9C0E7"/>
          </w:placeholder>
          <w:dropDownList>
            <w:listItem w:value="Vyberte položku."/>
            <w:listItem w:displayText="miroslava.rekova@sizp.sk" w:value="miroslava.rekova@sizp.sk"/>
            <w:listItem w:displayText="eva.chytcakova@sizp.sk" w:value="eva.chytcakova@sizp.sk"/>
            <w:listItem w:displayText="eva.danova@sizp.sk" w:value="eva.danova@sizp.sk"/>
            <w:listItem w:displayText="zuzana.kadikova@sizp.sk" w:value="zuzana.kadikova@sizp.sk"/>
            <w:listItem w:displayText="rozalia.kozackova@sizp.sk" w:value="rozalia.kozackova@sizp.sk"/>
            <w:listItem w:displayText="marta.martincekova@sizp.sk" w:value="marta.martincekova@sizp.sk"/>
            <w:listItem w:displayText="alzbeta.patusova@sizp.sk" w:value="alzbeta.patusova@sizp.sk"/>
            <w:listItem w:displayText="andrea.sumichrastova@sizp.sk" w:value="andrea.sumichrastova@sizp.sk"/>
            <w:listItem w:displayText="jaroslava.zeriavova@sizp.sk" w:value="jaroslava.zeriavova@sizp.sk"/>
            <w:listItem w:displayText="juraj.corba@sizp.sk" w:value="juraj.corba@sizp.sk"/>
            <w:listItem w:displayText="natalia.antalikova@sizp.sk" w:value="natalia.antalikova@sizp.sk"/>
            <w:listItem w:displayText="juraj.berak@sizp.sk" w:value="juraj.berak@sizp.sk"/>
            <w:listItem w:displayText="renata.brezinova@sizp.sk" w:value="renata.brezinova@sizp.sk"/>
            <w:listItem w:displayText="ivan.hajdusek@sizp.sk" w:value="ivan.hajdusek@sizp.sk"/>
            <w:listItem w:displayText="katarina.hutnanova@sizp.sk" w:value="katarina.hutnanova@sizp.sk"/>
            <w:listItem w:displayText="eva.merjava@sizp.sk" w:value="eva.merjava@sizp.sk"/>
            <w:listItem w:displayText="eva.milistenferova@sizp.sk" w:value="eva.milistenferova@sizp.sk"/>
            <w:listItem w:displayText="vladimir.nedelko@sizp.sk" w:value="vladimir.nedelko@sizp.sk"/>
            <w:listItem w:displayText="jana.valachovicova@sizp.sk" w:value="jana.valachovicova@sizp.sk"/>
            <w:listItem w:displayText="renata.wittenbergerova@sizp.sk" w:value="renata.wittenbergerova@sizp.sk"/>
            <w:listItem w:displayText="katarina.raucinova@sizp.sk" w:value="katarina.raucinova@sizp.sk"/>
            <w:listItem w:displayText="branislav.benovic@sizp.sk" w:value="branislav.benovic@sizp.sk"/>
            <w:listItem w:displayText="igor.jedlovsky@sizp.sk" w:value="igor.jedlovsky@sizp.sk"/>
            <w:listItem w:displayText="anna.kassova@sizp.sk" w:value="anna.kassova@sizp.sk"/>
            <w:listItem w:displayText="zuzana.krizmova@sizp.sk" w:value="zuzana.krizmova@sizp.sk"/>
            <w:listItem w:displayText="jan.kurillo@sizp.sk" w:value="jan.kurillo@sizp.sk"/>
            <w:listItem w:displayText="ivan.miklos@sizp.sk" w:value="ivan.miklos@sizp.sk"/>
            <w:listItem w:displayText="katarina.pavlikova@sizp.sk " w:value="katarina.pavlikova@sizp.sk "/>
            <w:listItem w:displayText="maria.petrova@sizp.sk" w:value="maria.petrova@sizp.sk"/>
            <w:listItem w:displayText="alena.skornova@sizp.sk" w:value="alena.skornova@sizp.sk"/>
            <w:listItem w:displayText="ivana.zaleska@sizp.sk" w:value="ivana.zaleska@sizp.sk"/>
            <w:listItem w:displayText="simona.fasungova@sizp" w:value="simona.fasungova@sizp"/>
            <w:listItem w:displayText="csaba.hegedus@sizp.sk" w:value="csaba.hegedus@sizp.sk"/>
            <w:listItem w:displayText="daniel.kucko@sizp.sk" w:value="daniel.kucko@sizp.sk"/>
            <w:listItem w:displayText="janka.memersheimerova@sizp.sk" w:value="janka.memersheimerova@sizp.sk"/>
            <w:listItem w:displayText="milan.sobolic@sizp.sk" w:value="milan.sobolic@sizp.sk"/>
            <w:listItem w:displayText="marta.skrabakova@sizp.sk" w:value="marta.skrabakova@sizp.sk"/>
            <w:listItem w:displayText="peter.valentovic@sizp.sk" w:value="peter.valentovic@sizp.sk"/>
            <w:listItem w:displayText="ingrid.pojezdalova@sizp.sk" w:value="ingrid.pojezdalova@sizp.sk"/>
            <w:listItem w:displayText="lubica.casarova@sizp.sk" w:value="lubica.casarova@sizp.sk"/>
            <w:listItem w:displayText="martin.jursa@sizp.sk" w:value="martin.jursa@sizp.sk"/>
            <w:listItem w:displayText="kristina.kapriova@sizp.sk" w:value="kristina.kapriova@sizp.sk"/>
            <w:listItem w:displayText="martina.kristofova@sizp.sk" w:value="martina.kristofova@sizp.sk"/>
            <w:listItem w:displayText="monika.kromerova@sizp.sk" w:value="monika.kromerova@sizp.sk"/>
            <w:listItem w:displayText="edita.manova@sizp.sk" w:value="edita.manova@sizp.sk"/>
            <w:listItem w:displayText="monika.medovicova@sizp.sk" w:value="monika.medovicova@sizp.sk"/>
            <w:listItem w:displayText="martina.rumanovska@sizp.sk" w:value="martina.rumanovska@sizp.sk"/>
            <w:listItem w:displayText="viera.rusenova@sizp.sk" w:value="viera.rusenova@sizp.sk"/>
            <w:listItem w:displayText="juraj.simon@sizp.sk" w:value="juraj.simon@sizp.sk"/>
            <w:listItem w:displayText="kristina.titkova@sizp.sk" w:value="kristina.titkova@sizp.sk"/>
          </w:dropDownList>
        </w:sdtPr>
        <w:sdtEndPr/>
        <w:sdtContent>
          <w:r w:rsidR="007F740E" w:rsidRPr="0031450B">
            <w:rPr>
              <w:rFonts w:ascii="Times New Roman" w:hAnsi="Times New Roman"/>
              <w:color w:val="000000" w:themeColor="text1"/>
              <w:sz w:val="24"/>
              <w:szCs w:val="24"/>
            </w:rPr>
            <w:t>natalia.antalikova@sizp.sk</w:t>
          </w:r>
        </w:sdtContent>
      </w:sdt>
    </w:p>
    <w:p w:rsidR="002F6417" w:rsidRPr="0031450B" w:rsidRDefault="002F6417" w:rsidP="007F749E">
      <w:pPr>
        <w:spacing w:after="0"/>
        <w:jc w:val="both"/>
        <w:rPr>
          <w:rFonts w:ascii="Times New Roman" w:hAnsi="Times New Roman"/>
          <w:color w:val="000000" w:themeColor="text1"/>
          <w:sz w:val="24"/>
          <w:szCs w:val="24"/>
        </w:rPr>
      </w:pPr>
    </w:p>
    <w:p w:rsidR="007F740E" w:rsidRPr="0031450B" w:rsidRDefault="007F740E" w:rsidP="007F749E">
      <w:pPr>
        <w:spacing w:after="0"/>
        <w:jc w:val="both"/>
        <w:rPr>
          <w:rFonts w:ascii="Times New Roman" w:hAnsi="Times New Roman"/>
          <w:color w:val="000000" w:themeColor="text1"/>
          <w:sz w:val="24"/>
          <w:szCs w:val="24"/>
        </w:rPr>
      </w:pPr>
    </w:p>
    <w:p w:rsidR="007F740E" w:rsidRPr="0031450B" w:rsidRDefault="007F740E" w:rsidP="007F749E">
      <w:pPr>
        <w:spacing w:after="0"/>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rPr>
        <w:t>B.1.</w:t>
      </w:r>
      <w:r w:rsidRPr="0031450B">
        <w:rPr>
          <w:rFonts w:ascii="Times New Roman" w:hAnsi="Times New Roman"/>
          <w:b/>
          <w:color w:val="000000" w:themeColor="text1"/>
          <w:sz w:val="24"/>
          <w:szCs w:val="24"/>
          <w:u w:val="single"/>
        </w:rPr>
        <w:t>Prizvaná osoba</w:t>
      </w:r>
    </w:p>
    <w:p w:rsidR="007F740E" w:rsidRPr="0031450B" w:rsidRDefault="007F740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Organizácia: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271656022"/>
          <w:placeholder>
            <w:docPart w:val="784381C1F1754E23B0CD272EF77E21EA"/>
          </w:placeholder>
        </w:sdtPr>
        <w:sdtEndPr/>
        <w:sdtContent>
          <w:r w:rsidRPr="0031450B">
            <w:rPr>
              <w:rFonts w:ascii="Times New Roman" w:hAnsi="Times New Roman"/>
              <w:color w:val="000000" w:themeColor="text1"/>
              <w:sz w:val="24"/>
              <w:szCs w:val="24"/>
            </w:rPr>
            <w:t>-</w:t>
          </w:r>
        </w:sdtContent>
      </w:sdt>
    </w:p>
    <w:p w:rsidR="007F740E" w:rsidRPr="0031450B" w:rsidRDefault="007F740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Adresa: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017764314"/>
          <w:placeholder>
            <w:docPart w:val="4A5AE3707893424AA01BAC5AC3C164A3"/>
          </w:placeholder>
        </w:sdtPr>
        <w:sdtEndPr/>
        <w:sdtContent>
          <w:r w:rsidRPr="0031450B">
            <w:rPr>
              <w:rFonts w:ascii="Times New Roman" w:hAnsi="Times New Roman"/>
              <w:color w:val="000000" w:themeColor="text1"/>
              <w:sz w:val="24"/>
              <w:szCs w:val="24"/>
            </w:rPr>
            <w:t>-</w:t>
          </w:r>
        </w:sdtContent>
      </w:sdt>
    </w:p>
    <w:p w:rsidR="007F740E" w:rsidRPr="0031450B" w:rsidRDefault="007F740E" w:rsidP="007F749E">
      <w:pPr>
        <w:tabs>
          <w:tab w:val="left" w:pos="2835"/>
          <w:tab w:val="left" w:pos="52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Zástupca:</w:t>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365025224"/>
          <w:placeholder>
            <w:docPart w:val="96EF02305D84491F9A069C62EDAA7CE8"/>
          </w:placeholder>
        </w:sdtPr>
        <w:sdtEndPr/>
        <w:sdtContent>
          <w:r w:rsidRPr="0031450B">
            <w:rPr>
              <w:rFonts w:ascii="Times New Roman" w:hAnsi="Times New Roman"/>
              <w:color w:val="000000" w:themeColor="text1"/>
              <w:sz w:val="24"/>
              <w:szCs w:val="24"/>
            </w:rPr>
            <w:t>-</w:t>
          </w:r>
        </w:sdtContent>
      </w:sdt>
      <w:r w:rsidRPr="0031450B">
        <w:rPr>
          <w:rFonts w:ascii="Times New Roman" w:hAnsi="Times New Roman"/>
          <w:color w:val="000000" w:themeColor="text1"/>
          <w:sz w:val="24"/>
          <w:szCs w:val="24"/>
        </w:rPr>
        <w:tab/>
        <w:t>Funkcia:</w:t>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944456507"/>
          <w:placeholder>
            <w:docPart w:val="96EF02305D84491F9A069C62EDAA7CE8"/>
          </w:placeholder>
        </w:sdtPr>
        <w:sdtEndPr/>
        <w:sdtContent>
          <w:r w:rsidRPr="0031450B">
            <w:rPr>
              <w:rFonts w:ascii="Times New Roman" w:hAnsi="Times New Roman"/>
              <w:color w:val="000000" w:themeColor="text1"/>
              <w:sz w:val="24"/>
              <w:szCs w:val="24"/>
            </w:rPr>
            <w:t>-</w:t>
          </w:r>
        </w:sdtContent>
      </w:sdt>
    </w:p>
    <w:p w:rsidR="007F740E" w:rsidRPr="0031450B" w:rsidRDefault="007F740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Telefón:</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622763529"/>
          <w:placeholder>
            <w:docPart w:val="96EF02305D84491F9A069C62EDAA7CE8"/>
          </w:placeholder>
        </w:sdtPr>
        <w:sdtEndPr/>
        <w:sdtContent>
          <w:r w:rsidRPr="0031450B">
            <w:rPr>
              <w:rFonts w:ascii="Times New Roman" w:hAnsi="Times New Roman"/>
              <w:color w:val="000000" w:themeColor="text1"/>
              <w:sz w:val="24"/>
              <w:szCs w:val="24"/>
            </w:rPr>
            <w:t>-</w:t>
          </w:r>
        </w:sdtContent>
      </w:sdt>
    </w:p>
    <w:p w:rsidR="007F740E" w:rsidRPr="0031450B" w:rsidRDefault="007F740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Elektronická adresa: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661843684"/>
          <w:placeholder>
            <w:docPart w:val="96EF02305D84491F9A069C62EDAA7CE8"/>
          </w:placeholder>
        </w:sdtPr>
        <w:sdtEndPr/>
        <w:sdtContent>
          <w:r w:rsidRPr="0031450B">
            <w:rPr>
              <w:rFonts w:ascii="Times New Roman" w:hAnsi="Times New Roman"/>
              <w:color w:val="000000" w:themeColor="text1"/>
              <w:sz w:val="24"/>
              <w:szCs w:val="24"/>
            </w:rPr>
            <w:t>-</w:t>
          </w:r>
        </w:sdtContent>
      </w:sdt>
    </w:p>
    <w:p w:rsidR="007F740E" w:rsidRPr="0031450B" w:rsidRDefault="007F740E" w:rsidP="007F749E">
      <w:pPr>
        <w:spacing w:after="0"/>
        <w:jc w:val="both"/>
        <w:rPr>
          <w:rFonts w:ascii="Times New Roman" w:hAnsi="Times New Roman"/>
          <w:color w:val="000000" w:themeColor="text1"/>
          <w:sz w:val="24"/>
          <w:szCs w:val="24"/>
        </w:rPr>
      </w:pPr>
    </w:p>
    <w:p w:rsidR="002264A3" w:rsidRPr="0031450B" w:rsidRDefault="002264A3" w:rsidP="007F749E">
      <w:pPr>
        <w:spacing w:after="0"/>
        <w:jc w:val="both"/>
        <w:rPr>
          <w:rFonts w:ascii="Times New Roman" w:hAnsi="Times New Roman"/>
          <w:color w:val="000000" w:themeColor="text1"/>
          <w:sz w:val="24"/>
          <w:szCs w:val="24"/>
        </w:rPr>
      </w:pPr>
    </w:p>
    <w:p w:rsidR="002264A3" w:rsidRPr="0031450B" w:rsidRDefault="002264A3" w:rsidP="007F749E">
      <w:pPr>
        <w:spacing w:after="0"/>
        <w:jc w:val="both"/>
        <w:rPr>
          <w:rFonts w:ascii="Times New Roman" w:hAnsi="Times New Roman"/>
          <w:color w:val="000000" w:themeColor="text1"/>
          <w:sz w:val="24"/>
          <w:szCs w:val="24"/>
        </w:rPr>
      </w:pPr>
    </w:p>
    <w:p w:rsidR="00C17C9E" w:rsidRPr="0031450B" w:rsidRDefault="007F740E"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 xml:space="preserve"> </w:t>
      </w:r>
      <w:r w:rsidR="00C17C9E" w:rsidRPr="0031450B">
        <w:rPr>
          <w:rFonts w:ascii="Times New Roman" w:hAnsi="Times New Roman"/>
          <w:b/>
          <w:color w:val="000000" w:themeColor="text1"/>
          <w:sz w:val="24"/>
          <w:szCs w:val="24"/>
          <w:u w:val="single"/>
        </w:rPr>
        <w:t>Prevádzkovateľ</w:t>
      </w:r>
    </w:p>
    <w:p w:rsidR="00C17C9E" w:rsidRPr="0031450B" w:rsidRDefault="00554B3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Názov podľa OR:</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 xml:space="preserve">Phoenix </w:t>
      </w:r>
      <w:proofErr w:type="spellStart"/>
      <w:r w:rsidR="00151140" w:rsidRPr="0031450B">
        <w:rPr>
          <w:rFonts w:ascii="Times New Roman" w:hAnsi="Times New Roman"/>
          <w:color w:val="000000" w:themeColor="text1"/>
          <w:sz w:val="24"/>
          <w:szCs w:val="24"/>
        </w:rPr>
        <w:t>Services</w:t>
      </w:r>
      <w:proofErr w:type="spellEnd"/>
      <w:r w:rsidR="00151140" w:rsidRPr="0031450B">
        <w:rPr>
          <w:rFonts w:ascii="Times New Roman" w:hAnsi="Times New Roman"/>
          <w:color w:val="000000" w:themeColor="text1"/>
          <w:sz w:val="24"/>
          <w:szCs w:val="24"/>
        </w:rPr>
        <w:t xml:space="preserve"> Slovensko </w:t>
      </w:r>
      <w:proofErr w:type="spellStart"/>
      <w:r w:rsidR="00151140" w:rsidRPr="0031450B">
        <w:rPr>
          <w:rFonts w:ascii="Times New Roman" w:hAnsi="Times New Roman"/>
          <w:color w:val="000000" w:themeColor="text1"/>
          <w:sz w:val="24"/>
          <w:szCs w:val="24"/>
        </w:rPr>
        <w:t>s.r.o</w:t>
      </w:r>
      <w:proofErr w:type="spellEnd"/>
      <w:r w:rsidR="00151140" w:rsidRPr="0031450B">
        <w:rPr>
          <w:rFonts w:ascii="Times New Roman" w:hAnsi="Times New Roman"/>
          <w:color w:val="000000" w:themeColor="text1"/>
          <w:sz w:val="24"/>
          <w:szCs w:val="24"/>
        </w:rPr>
        <w:t>.</w:t>
      </w:r>
    </w:p>
    <w:p w:rsidR="00554B39" w:rsidRPr="0031450B" w:rsidRDefault="00554B3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Adresa sídla:</w:t>
      </w:r>
      <w:r w:rsidR="00E60AE9" w:rsidRPr="0031450B">
        <w:rPr>
          <w:rFonts w:ascii="Times New Roman" w:hAnsi="Times New Roman"/>
          <w:color w:val="000000" w:themeColor="text1"/>
          <w:sz w:val="24"/>
          <w:szCs w:val="24"/>
        </w:rPr>
        <w:tab/>
      </w:r>
      <w:r w:rsidR="00E60AE9" w:rsidRPr="0031450B">
        <w:rPr>
          <w:rFonts w:ascii="Times New Roman" w:hAnsi="Times New Roman"/>
          <w:color w:val="000000" w:themeColor="text1"/>
          <w:sz w:val="24"/>
          <w:szCs w:val="24"/>
        </w:rPr>
        <w:tab/>
      </w:r>
      <w:r w:rsidR="00E60AE9"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Vstupný areál U. S. Steel, 044 54 Košice</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p>
    <w:p w:rsidR="00554B39" w:rsidRPr="0031450B" w:rsidRDefault="00C64A6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IČO:</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47 916 664</w:t>
      </w:r>
    </w:p>
    <w:p w:rsidR="004546AE" w:rsidRPr="0031450B" w:rsidRDefault="004546AE" w:rsidP="007F749E">
      <w:pPr>
        <w:tabs>
          <w:tab w:val="left" w:pos="708"/>
          <w:tab w:val="left" w:pos="1416"/>
          <w:tab w:val="left" w:pos="2124"/>
          <w:tab w:val="left" w:pos="2832"/>
          <w:tab w:val="left" w:pos="3540"/>
          <w:tab w:val="left" w:pos="4248"/>
          <w:tab w:val="left" w:pos="52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Kontrola oznámená:</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0</w:t>
      </w:r>
      <w:r w:rsidR="00EE4CD6" w:rsidRPr="0031450B">
        <w:rPr>
          <w:rFonts w:ascii="Times New Roman" w:hAnsi="Times New Roman"/>
          <w:color w:val="000000" w:themeColor="text1"/>
          <w:sz w:val="24"/>
          <w:szCs w:val="24"/>
        </w:rPr>
        <w:t>4</w:t>
      </w:r>
      <w:r w:rsidR="00151140" w:rsidRPr="0031450B">
        <w:rPr>
          <w:rFonts w:ascii="Times New Roman" w:hAnsi="Times New Roman"/>
          <w:color w:val="000000" w:themeColor="text1"/>
          <w:sz w:val="24"/>
          <w:szCs w:val="24"/>
        </w:rPr>
        <w:t>.12.2018</w:t>
      </w:r>
      <w:r w:rsidR="00151140"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t>Spôsob:</w:t>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Spôsob"/>
          <w:tag w:val="Spôsob"/>
          <w:id w:val="1440186918"/>
          <w:placeholder>
            <w:docPart w:val="0C3D8AB3AF5C4214BF0A5D12A5FC682C"/>
          </w:placeholder>
          <w:dropDownList>
            <w:listItem w:value="Vyberte položku."/>
            <w:listItem w:displayText="Ústne" w:value="Ústne"/>
            <w:listItem w:displayText="Telefonicky" w:value="Telefonicky"/>
            <w:listItem w:displayText="Písomne" w:value="Písomne"/>
            <w:listItem w:displayText="Elektronickou poštou" w:value="Elektronickou poštou"/>
          </w:dropDownList>
        </w:sdtPr>
        <w:sdtEndPr/>
        <w:sdtContent>
          <w:r w:rsidR="00151140" w:rsidRPr="0031450B">
            <w:rPr>
              <w:rFonts w:ascii="Times New Roman" w:hAnsi="Times New Roman"/>
              <w:color w:val="000000" w:themeColor="text1"/>
              <w:sz w:val="24"/>
              <w:szCs w:val="24"/>
            </w:rPr>
            <w:t>Telefonicky</w:t>
          </w:r>
        </w:sdtContent>
      </w:sdt>
    </w:p>
    <w:p w:rsidR="00554B39" w:rsidRPr="0031450B" w:rsidRDefault="006F3DDF" w:rsidP="007F749E">
      <w:pPr>
        <w:tabs>
          <w:tab w:val="left" w:pos="2835"/>
          <w:tab w:val="left" w:pos="524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Zástupca</w:t>
      </w:r>
      <w:r w:rsidR="00BB2BE3" w:rsidRPr="0031450B">
        <w:rPr>
          <w:rFonts w:ascii="Times New Roman" w:hAnsi="Times New Roman"/>
          <w:color w:val="000000" w:themeColor="text1"/>
          <w:sz w:val="24"/>
          <w:szCs w:val="24"/>
        </w:rPr>
        <w:t>:</w:t>
      </w:r>
      <w:r w:rsidR="009A5DEC"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673102912"/>
          <w:placeholder>
            <w:docPart w:val="A38EE51644DC41D08CD5E1B05C0F941C"/>
          </w:placeholder>
        </w:sdtPr>
        <w:sdtEndPr/>
        <w:sdtContent>
          <w:r w:rsidR="00B64199" w:rsidRPr="0031450B">
            <w:rPr>
              <w:rFonts w:ascii="Times New Roman" w:hAnsi="Times New Roman"/>
              <w:color w:val="000000" w:themeColor="text1"/>
              <w:sz w:val="24"/>
              <w:szCs w:val="24"/>
            </w:rPr>
            <w:t>Ing. Marek Haburaj</w:t>
          </w:r>
        </w:sdtContent>
      </w:sdt>
      <w:r w:rsidR="009A5DEC" w:rsidRPr="0031450B">
        <w:rPr>
          <w:rFonts w:ascii="Times New Roman" w:hAnsi="Times New Roman"/>
          <w:color w:val="000000" w:themeColor="text1"/>
          <w:sz w:val="24"/>
          <w:szCs w:val="24"/>
        </w:rPr>
        <w:tab/>
      </w:r>
      <w:r w:rsidR="00BB2BE3" w:rsidRPr="0031450B">
        <w:rPr>
          <w:rFonts w:ascii="Times New Roman" w:hAnsi="Times New Roman"/>
          <w:color w:val="000000" w:themeColor="text1"/>
          <w:sz w:val="24"/>
          <w:szCs w:val="24"/>
        </w:rPr>
        <w:t>Funkcia:</w:t>
      </w:r>
      <w:r w:rsidR="00BB2BE3"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166092646"/>
          <w:placeholder>
            <w:docPart w:val="A38EE51644DC41D08CD5E1B05C0F941C"/>
          </w:placeholder>
        </w:sdtPr>
        <w:sdtEndPr/>
        <w:sdtContent>
          <w:r w:rsidR="00B64199" w:rsidRPr="0031450B">
            <w:rPr>
              <w:rFonts w:ascii="Times New Roman" w:hAnsi="Times New Roman"/>
              <w:color w:val="000000" w:themeColor="text1"/>
              <w:sz w:val="24"/>
              <w:szCs w:val="24"/>
            </w:rPr>
            <w:t>manažér OHSE</w:t>
          </w:r>
        </w:sdtContent>
      </w:sdt>
    </w:p>
    <w:p w:rsidR="00567BB8" w:rsidRPr="0031450B" w:rsidRDefault="00567BB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Telefón:</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03579434"/>
          <w:placeholder>
            <w:docPart w:val="A38EE51644DC41D08CD5E1B05C0F941C"/>
          </w:placeholder>
        </w:sdtPr>
        <w:sdtEndPr/>
        <w:sdtContent>
          <w:r w:rsidR="00B64199" w:rsidRPr="0031450B">
            <w:rPr>
              <w:rFonts w:ascii="Times New Roman" w:hAnsi="Times New Roman"/>
              <w:color w:val="000000" w:themeColor="text1"/>
              <w:sz w:val="24"/>
              <w:szCs w:val="24"/>
            </w:rPr>
            <w:t>+421 915 811 082</w:t>
          </w:r>
        </w:sdtContent>
      </w:sdt>
    </w:p>
    <w:p w:rsidR="00567BB8" w:rsidRPr="0031450B" w:rsidRDefault="00567BB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Elektronická adresa: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id w:val="1955285759"/>
          <w:placeholder>
            <w:docPart w:val="A38EE51644DC41D08CD5E1B05C0F941C"/>
          </w:placeholder>
        </w:sdtPr>
        <w:sdtEndPr/>
        <w:sdtContent>
          <w:r w:rsidR="00B64199" w:rsidRPr="0031450B">
            <w:rPr>
              <w:rFonts w:ascii="Times New Roman" w:hAnsi="Times New Roman"/>
              <w:color w:val="000000" w:themeColor="text1"/>
              <w:sz w:val="24"/>
              <w:szCs w:val="24"/>
            </w:rPr>
            <w:t>marek.haburaj@phxslag.com</w:t>
          </w:r>
        </w:sdtContent>
      </w:sdt>
    </w:p>
    <w:p w:rsidR="00A02615" w:rsidRPr="0031450B" w:rsidRDefault="00A02615" w:rsidP="007F749E">
      <w:pPr>
        <w:pStyle w:val="Odsekzoznamu"/>
        <w:spacing w:after="0"/>
        <w:ind w:left="426"/>
        <w:jc w:val="both"/>
        <w:rPr>
          <w:rFonts w:ascii="Times New Roman" w:hAnsi="Times New Roman"/>
          <w:b/>
          <w:color w:val="000000" w:themeColor="text1"/>
          <w:sz w:val="24"/>
          <w:szCs w:val="24"/>
          <w:u w:val="single"/>
        </w:rPr>
      </w:pPr>
    </w:p>
    <w:p w:rsidR="00C64A6E" w:rsidRPr="0031450B" w:rsidRDefault="00C64A6E"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Prevádzka</w:t>
      </w:r>
    </w:p>
    <w:p w:rsidR="00C64A6E" w:rsidRPr="0031450B" w:rsidRDefault="00C64A6E" w:rsidP="007F749E">
      <w:pPr>
        <w:spacing w:after="0"/>
        <w:ind w:left="2832" w:hanging="2832"/>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Názov podľa IP:</w:t>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 xml:space="preserve">Linka na triedenie oceliarenskej trosky v areáli U. S. Steel Košice – Phoenix </w:t>
      </w:r>
      <w:proofErr w:type="spellStart"/>
      <w:r w:rsidR="00151140" w:rsidRPr="0031450B">
        <w:rPr>
          <w:rFonts w:ascii="Times New Roman" w:hAnsi="Times New Roman"/>
          <w:color w:val="000000" w:themeColor="text1"/>
          <w:sz w:val="24"/>
          <w:szCs w:val="24"/>
        </w:rPr>
        <w:t>Services</w:t>
      </w:r>
      <w:proofErr w:type="spellEnd"/>
      <w:r w:rsidR="00151140" w:rsidRPr="0031450B">
        <w:rPr>
          <w:rFonts w:ascii="Times New Roman" w:hAnsi="Times New Roman"/>
          <w:color w:val="000000" w:themeColor="text1"/>
          <w:sz w:val="24"/>
          <w:szCs w:val="24"/>
        </w:rPr>
        <w:t xml:space="preserve"> Slovensko </w:t>
      </w:r>
      <w:proofErr w:type="spellStart"/>
      <w:r w:rsidR="00151140" w:rsidRPr="0031450B">
        <w:rPr>
          <w:rFonts w:ascii="Times New Roman" w:hAnsi="Times New Roman"/>
          <w:color w:val="000000" w:themeColor="text1"/>
          <w:sz w:val="24"/>
          <w:szCs w:val="24"/>
        </w:rPr>
        <w:t>s.r.o</w:t>
      </w:r>
      <w:proofErr w:type="spellEnd"/>
      <w:r w:rsidR="00151140" w:rsidRPr="0031450B">
        <w:rPr>
          <w:rFonts w:ascii="Times New Roman" w:hAnsi="Times New Roman"/>
          <w:color w:val="000000" w:themeColor="text1"/>
          <w:sz w:val="24"/>
          <w:szCs w:val="24"/>
        </w:rPr>
        <w:t>.“</w:t>
      </w:r>
    </w:p>
    <w:p w:rsidR="00554B39" w:rsidRPr="0031450B" w:rsidRDefault="00C64A6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Adresa prevádzky:</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Vstupný areál U. S. Steel, 044 54 Košice</w:t>
      </w:r>
    </w:p>
    <w:p w:rsidR="00C64A6E" w:rsidRPr="0031450B" w:rsidRDefault="00C64A6E"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Variabilný symbol:</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755020115</w:t>
      </w:r>
    </w:p>
    <w:p w:rsidR="00C64A6E" w:rsidRPr="0031450B" w:rsidRDefault="0008630D"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Integrované povolenie:</w:t>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5612-34779/57/2015/</w:t>
      </w:r>
      <w:proofErr w:type="spellStart"/>
      <w:r w:rsidR="00151140" w:rsidRPr="0031450B">
        <w:rPr>
          <w:rFonts w:ascii="Times New Roman" w:hAnsi="Times New Roman"/>
          <w:color w:val="000000" w:themeColor="text1"/>
          <w:sz w:val="24"/>
          <w:szCs w:val="24"/>
        </w:rPr>
        <w:t>Ber,Wit</w:t>
      </w:r>
      <w:proofErr w:type="spellEnd"/>
      <w:r w:rsidR="00151140" w:rsidRPr="0031450B">
        <w:rPr>
          <w:rFonts w:ascii="Times New Roman" w:hAnsi="Times New Roman"/>
          <w:color w:val="000000" w:themeColor="text1"/>
          <w:sz w:val="24"/>
          <w:szCs w:val="24"/>
        </w:rPr>
        <w:t>/755020115-SP</w:t>
      </w:r>
    </w:p>
    <w:p w:rsidR="00C64A6E" w:rsidRPr="0031450B" w:rsidRDefault="0008630D"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Vydané:</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151140" w:rsidRPr="0031450B">
        <w:rPr>
          <w:rFonts w:ascii="Times New Roman" w:hAnsi="Times New Roman"/>
          <w:color w:val="000000" w:themeColor="text1"/>
          <w:sz w:val="24"/>
          <w:szCs w:val="24"/>
        </w:rPr>
        <w:t>24.11.2015</w:t>
      </w:r>
    </w:p>
    <w:p w:rsidR="00C64A6E" w:rsidRPr="0031450B" w:rsidRDefault="0008630D"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Právoplatné:</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B64199" w:rsidRPr="0031450B">
        <w:rPr>
          <w:rFonts w:ascii="Times New Roman" w:hAnsi="Times New Roman"/>
          <w:color w:val="000000" w:themeColor="text1"/>
          <w:sz w:val="24"/>
          <w:szCs w:val="24"/>
        </w:rPr>
        <w:t>11.12.2015</w:t>
      </w:r>
    </w:p>
    <w:p w:rsidR="00EE75CE" w:rsidRPr="0031450B" w:rsidRDefault="006F3DDF" w:rsidP="007F749E">
      <w:pPr>
        <w:spacing w:after="0"/>
        <w:ind w:left="2832" w:hanging="2832"/>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Projektovaná</w:t>
      </w:r>
      <w:r w:rsidR="00EE75CE" w:rsidRPr="0031450B">
        <w:rPr>
          <w:rFonts w:ascii="Times New Roman" w:hAnsi="Times New Roman"/>
          <w:color w:val="000000" w:themeColor="text1"/>
          <w:sz w:val="24"/>
          <w:szCs w:val="24"/>
        </w:rPr>
        <w:t xml:space="preserve"> kapacita:</w:t>
      </w:r>
      <w:r w:rsidR="00EE75CE" w:rsidRPr="0031450B">
        <w:rPr>
          <w:rFonts w:ascii="Times New Roman" w:hAnsi="Times New Roman"/>
          <w:color w:val="000000" w:themeColor="text1"/>
          <w:sz w:val="24"/>
          <w:szCs w:val="24"/>
        </w:rPr>
        <w:tab/>
      </w:r>
      <w:r w:rsidR="00B64199" w:rsidRPr="0031450B">
        <w:rPr>
          <w:rFonts w:ascii="Times New Roman" w:hAnsi="Times New Roman"/>
          <w:color w:val="000000" w:themeColor="text1"/>
          <w:sz w:val="24"/>
          <w:szCs w:val="24"/>
        </w:rPr>
        <w:t>1 000 t.hod</w:t>
      </w:r>
      <w:r w:rsidR="00B64199" w:rsidRPr="0031450B">
        <w:rPr>
          <w:rFonts w:ascii="Times New Roman" w:hAnsi="Times New Roman"/>
          <w:color w:val="000000" w:themeColor="text1"/>
          <w:sz w:val="24"/>
          <w:szCs w:val="24"/>
          <w:vertAlign w:val="superscript"/>
        </w:rPr>
        <w:t>-1</w:t>
      </w:r>
      <w:r w:rsidR="00B64199" w:rsidRPr="0031450B">
        <w:rPr>
          <w:rFonts w:ascii="Times New Roman" w:hAnsi="Times New Roman"/>
          <w:color w:val="000000" w:themeColor="text1"/>
          <w:sz w:val="24"/>
          <w:szCs w:val="24"/>
        </w:rPr>
        <w:t xml:space="preserve"> a 8 000 t.</w:t>
      </w:r>
      <w:r w:rsidR="00151140" w:rsidRPr="0031450B">
        <w:rPr>
          <w:rFonts w:ascii="Times New Roman" w:hAnsi="Times New Roman"/>
          <w:color w:val="000000" w:themeColor="text1"/>
          <w:sz w:val="24"/>
          <w:szCs w:val="24"/>
        </w:rPr>
        <w:t>deň</w:t>
      </w:r>
      <w:r w:rsidR="00B64199" w:rsidRPr="0031450B">
        <w:rPr>
          <w:rFonts w:ascii="Times New Roman" w:hAnsi="Times New Roman"/>
          <w:color w:val="000000" w:themeColor="text1"/>
          <w:sz w:val="24"/>
          <w:szCs w:val="24"/>
          <w:vertAlign w:val="superscript"/>
        </w:rPr>
        <w:t>-1</w:t>
      </w:r>
      <w:r w:rsidR="00151140" w:rsidRPr="0031450B">
        <w:rPr>
          <w:rFonts w:ascii="Times New Roman" w:hAnsi="Times New Roman"/>
          <w:color w:val="000000" w:themeColor="text1"/>
          <w:sz w:val="24"/>
          <w:szCs w:val="24"/>
        </w:rPr>
        <w:t xml:space="preserve"> a 1 000 000 t</w:t>
      </w:r>
      <w:r w:rsidR="00B64199" w:rsidRPr="0031450B">
        <w:rPr>
          <w:rFonts w:ascii="Times New Roman" w:hAnsi="Times New Roman"/>
          <w:color w:val="000000" w:themeColor="text1"/>
          <w:sz w:val="24"/>
          <w:szCs w:val="24"/>
        </w:rPr>
        <w:t>.</w:t>
      </w:r>
      <w:r w:rsidR="00151140" w:rsidRPr="0031450B">
        <w:rPr>
          <w:rFonts w:ascii="Times New Roman" w:hAnsi="Times New Roman"/>
          <w:color w:val="000000" w:themeColor="text1"/>
          <w:sz w:val="24"/>
          <w:szCs w:val="24"/>
        </w:rPr>
        <w:t>rok</w:t>
      </w:r>
      <w:r w:rsidR="00B64199" w:rsidRPr="0031450B">
        <w:rPr>
          <w:rFonts w:ascii="Times New Roman" w:hAnsi="Times New Roman"/>
          <w:color w:val="000000" w:themeColor="text1"/>
          <w:sz w:val="24"/>
          <w:szCs w:val="24"/>
          <w:vertAlign w:val="superscript"/>
        </w:rPr>
        <w:t>-1</w:t>
      </w:r>
      <w:r w:rsidR="00151140" w:rsidRPr="0031450B">
        <w:rPr>
          <w:rFonts w:ascii="Times New Roman" w:hAnsi="Times New Roman"/>
          <w:color w:val="000000" w:themeColor="text1"/>
          <w:sz w:val="24"/>
          <w:szCs w:val="24"/>
        </w:rPr>
        <w:t xml:space="preserve"> spracovanej oceliarenskej trosky</w:t>
      </w:r>
    </w:p>
    <w:p w:rsidR="00441F1A" w:rsidRPr="0031450B" w:rsidRDefault="00C633BB"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Kategória:</w:t>
      </w:r>
      <w:r w:rsidRPr="0031450B">
        <w:rPr>
          <w:rFonts w:ascii="Times New Roman" w:hAnsi="Times New Roman"/>
          <w:color w:val="000000" w:themeColor="text1"/>
          <w:sz w:val="24"/>
          <w:szCs w:val="24"/>
        </w:rPr>
        <w:tab/>
      </w:r>
    </w:p>
    <w:p w:rsidR="00EE75CE" w:rsidRPr="0031450B" w:rsidRDefault="00151140"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5.3.b) Zhodnocovanie alebo kombinácia zhodnocovania a zneškodňovania odpadu, ktorý nie </w:t>
      </w:r>
      <w:r w:rsidR="006707DA">
        <w:rPr>
          <w:rFonts w:ascii="Times New Roman" w:hAnsi="Times New Roman"/>
          <w:color w:val="000000" w:themeColor="text1"/>
          <w:sz w:val="24"/>
          <w:szCs w:val="24"/>
        </w:rPr>
        <w:br/>
      </w:r>
      <w:r w:rsidRPr="0031450B">
        <w:rPr>
          <w:rFonts w:ascii="Times New Roman" w:hAnsi="Times New Roman"/>
          <w:color w:val="000000" w:themeColor="text1"/>
          <w:sz w:val="24"/>
          <w:szCs w:val="24"/>
        </w:rPr>
        <w:t xml:space="preserve">je nebezpečný, s kapacitou väčšou ako 75 t za deň, ktoré zahŕňa jednu alebo viacero </w:t>
      </w:r>
      <w:r w:rsidR="006707DA">
        <w:rPr>
          <w:rFonts w:ascii="Times New Roman" w:hAnsi="Times New Roman"/>
          <w:color w:val="000000" w:themeColor="text1"/>
          <w:sz w:val="24"/>
          <w:szCs w:val="24"/>
        </w:rPr>
        <w:br/>
      </w:r>
      <w:r w:rsidRPr="0031450B">
        <w:rPr>
          <w:rFonts w:ascii="Times New Roman" w:hAnsi="Times New Roman"/>
          <w:color w:val="000000" w:themeColor="text1"/>
          <w:sz w:val="24"/>
          <w:szCs w:val="24"/>
        </w:rPr>
        <w:t>z nasledovných činností, ale nezahŕňa činnosti, na ktoré sa vzťahujú osobitné predpisy: 3. spracovanie trosky a popola</w:t>
      </w:r>
    </w:p>
    <w:p w:rsidR="00151140" w:rsidRPr="0031450B" w:rsidRDefault="00151140" w:rsidP="007F749E">
      <w:pPr>
        <w:spacing w:after="0"/>
        <w:jc w:val="both"/>
        <w:rPr>
          <w:rFonts w:ascii="Times New Roman" w:hAnsi="Times New Roman"/>
          <w:color w:val="000000" w:themeColor="text1"/>
          <w:sz w:val="24"/>
          <w:szCs w:val="24"/>
        </w:rPr>
      </w:pPr>
    </w:p>
    <w:p w:rsidR="008F6FE7" w:rsidRPr="0031450B" w:rsidRDefault="00F54991"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Časová os</w:t>
      </w:r>
    </w:p>
    <w:p w:rsidR="00DB596D" w:rsidRPr="0031450B" w:rsidRDefault="00DB596D" w:rsidP="007F749E">
      <w:pPr>
        <w:tabs>
          <w:tab w:val="left" w:pos="708"/>
          <w:tab w:val="left" w:pos="1416"/>
          <w:tab w:val="left" w:pos="2124"/>
          <w:tab w:val="left" w:pos="2832"/>
          <w:tab w:val="left" w:pos="3540"/>
          <w:tab w:val="left" w:pos="4248"/>
          <w:tab w:val="left" w:pos="4956"/>
          <w:tab w:val="left" w:pos="5490"/>
          <w:tab w:val="left" w:pos="568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Predchádzajúce kontrolované </w:t>
      </w:r>
      <w:r w:rsidR="005D6A5A" w:rsidRPr="0031450B">
        <w:rPr>
          <w:rFonts w:ascii="Times New Roman" w:hAnsi="Times New Roman"/>
          <w:color w:val="000000" w:themeColor="text1"/>
          <w:sz w:val="24"/>
          <w:szCs w:val="24"/>
        </w:rPr>
        <w:t xml:space="preserve"> </w:t>
      </w:r>
    </w:p>
    <w:p w:rsidR="00DB596D" w:rsidRPr="0031450B" w:rsidRDefault="00DB596D" w:rsidP="007F749E">
      <w:pPr>
        <w:tabs>
          <w:tab w:val="left" w:pos="708"/>
          <w:tab w:val="left" w:pos="1416"/>
          <w:tab w:val="left" w:pos="2124"/>
          <w:tab w:val="left" w:pos="2832"/>
          <w:tab w:val="left" w:pos="3540"/>
          <w:tab w:val="left" w:pos="4248"/>
          <w:tab w:val="left" w:pos="4956"/>
          <w:tab w:val="left" w:pos="5490"/>
          <w:tab w:val="left" w:pos="568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obdobie:</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t xml:space="preserve"> </w:t>
      </w:r>
      <w:r w:rsidRPr="0031450B">
        <w:rPr>
          <w:rFonts w:ascii="Times New Roman" w:hAnsi="Times New Roman"/>
          <w:color w:val="000000" w:themeColor="text1"/>
          <w:sz w:val="24"/>
          <w:szCs w:val="24"/>
        </w:rPr>
        <w:sym w:font="Symbol" w:char="F02D"/>
      </w:r>
      <w:r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p>
    <w:p w:rsidR="002C7388" w:rsidRPr="0031450B" w:rsidRDefault="002C7388" w:rsidP="007F749E">
      <w:pPr>
        <w:tabs>
          <w:tab w:val="left" w:pos="708"/>
          <w:tab w:val="left" w:pos="1416"/>
          <w:tab w:val="left" w:pos="2124"/>
          <w:tab w:val="left" w:pos="2832"/>
          <w:tab w:val="left" w:pos="3540"/>
          <w:tab w:val="left" w:pos="4248"/>
          <w:tab w:val="left" w:pos="4956"/>
          <w:tab w:val="left" w:pos="5490"/>
          <w:tab w:val="left" w:pos="568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Posledná kontrola:</w:t>
      </w:r>
      <w:r w:rsidR="00BC084C"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00BC084C" w:rsidRPr="0031450B">
        <w:rPr>
          <w:rFonts w:ascii="Times New Roman" w:hAnsi="Times New Roman"/>
          <w:color w:val="000000" w:themeColor="text1"/>
          <w:sz w:val="24"/>
          <w:szCs w:val="24"/>
        </w:rPr>
        <w:t xml:space="preserve"> </w:t>
      </w:r>
      <w:r w:rsidR="00BC084C" w:rsidRPr="0031450B">
        <w:rPr>
          <w:rFonts w:ascii="Times New Roman" w:hAnsi="Times New Roman"/>
          <w:color w:val="000000" w:themeColor="text1"/>
          <w:sz w:val="24"/>
          <w:szCs w:val="24"/>
        </w:rPr>
        <w:sym w:font="Symbol" w:char="F02D"/>
      </w:r>
      <w:r w:rsidR="00BC084C" w:rsidRPr="0031450B">
        <w:rPr>
          <w:rFonts w:ascii="Times New Roman" w:hAnsi="Times New Roman"/>
          <w:color w:val="000000" w:themeColor="text1"/>
          <w:sz w:val="24"/>
          <w:szCs w:val="24"/>
        </w:rPr>
        <w:t xml:space="preserve"> </w:t>
      </w:r>
    </w:p>
    <w:p w:rsidR="00B268B2" w:rsidRPr="0031450B" w:rsidRDefault="00B268B2" w:rsidP="007F749E">
      <w:pPr>
        <w:tabs>
          <w:tab w:val="left" w:pos="708"/>
          <w:tab w:val="left" w:pos="1416"/>
          <w:tab w:val="left" w:pos="2124"/>
          <w:tab w:val="left" w:pos="2832"/>
          <w:tab w:val="left" w:pos="3540"/>
          <w:tab w:val="left" w:pos="4248"/>
          <w:tab w:val="left" w:pos="4956"/>
          <w:tab w:val="left" w:pos="5490"/>
          <w:tab w:val="left" w:pos="568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Kontrolované obd</w:t>
      </w:r>
      <w:r w:rsidR="002D0ED6" w:rsidRPr="0031450B">
        <w:rPr>
          <w:rFonts w:ascii="Times New Roman" w:hAnsi="Times New Roman"/>
          <w:color w:val="000000" w:themeColor="text1"/>
          <w:sz w:val="24"/>
          <w:szCs w:val="24"/>
        </w:rPr>
        <w:t>obie:</w:t>
      </w:r>
      <w:r w:rsidR="002D0ED6" w:rsidRPr="0031450B">
        <w:rPr>
          <w:rFonts w:ascii="Times New Roman" w:hAnsi="Times New Roman"/>
          <w:color w:val="000000" w:themeColor="text1"/>
          <w:sz w:val="24"/>
          <w:szCs w:val="24"/>
        </w:rPr>
        <w:tab/>
      </w:r>
      <w:r w:rsidR="005D6A5A" w:rsidRPr="0031450B">
        <w:rPr>
          <w:rFonts w:ascii="Times New Roman" w:hAnsi="Times New Roman"/>
          <w:color w:val="000000" w:themeColor="text1"/>
          <w:sz w:val="24"/>
          <w:szCs w:val="24"/>
        </w:rPr>
        <w:t>01.0</w:t>
      </w:r>
      <w:r w:rsidR="003E253D" w:rsidRPr="0031450B">
        <w:rPr>
          <w:rFonts w:ascii="Times New Roman" w:hAnsi="Times New Roman"/>
          <w:color w:val="000000" w:themeColor="text1"/>
          <w:sz w:val="24"/>
          <w:szCs w:val="24"/>
        </w:rPr>
        <w:t>1</w:t>
      </w:r>
      <w:r w:rsidR="005D6A5A" w:rsidRPr="0031450B">
        <w:rPr>
          <w:rFonts w:ascii="Times New Roman" w:hAnsi="Times New Roman"/>
          <w:color w:val="000000" w:themeColor="text1"/>
          <w:sz w:val="24"/>
          <w:szCs w:val="24"/>
        </w:rPr>
        <w:t>.2016</w:t>
      </w:r>
      <w:r w:rsidR="00C323CF" w:rsidRPr="0031450B">
        <w:rPr>
          <w:rFonts w:ascii="Times New Roman" w:hAnsi="Times New Roman"/>
          <w:color w:val="000000" w:themeColor="text1"/>
          <w:sz w:val="24"/>
          <w:szCs w:val="24"/>
        </w:rPr>
        <w:t xml:space="preserve"> </w:t>
      </w:r>
      <w:r w:rsidR="00441F1A" w:rsidRPr="0031450B">
        <w:rPr>
          <w:rFonts w:ascii="Times New Roman" w:hAnsi="Times New Roman"/>
          <w:color w:val="000000" w:themeColor="text1"/>
          <w:sz w:val="24"/>
          <w:szCs w:val="24"/>
        </w:rPr>
        <w:sym w:font="Symbol" w:char="F02D"/>
      </w:r>
      <w:r w:rsidR="00441F1A" w:rsidRPr="0031450B">
        <w:rPr>
          <w:rFonts w:ascii="Times New Roman" w:hAnsi="Times New Roman"/>
          <w:color w:val="000000" w:themeColor="text1"/>
          <w:sz w:val="24"/>
          <w:szCs w:val="24"/>
        </w:rPr>
        <w:t xml:space="preserve"> </w:t>
      </w:r>
      <w:r w:rsidR="00397AB3" w:rsidRPr="0031450B">
        <w:rPr>
          <w:rFonts w:ascii="Times New Roman" w:hAnsi="Times New Roman"/>
          <w:color w:val="000000" w:themeColor="text1"/>
          <w:sz w:val="24"/>
          <w:szCs w:val="24"/>
        </w:rPr>
        <w:t>14.12.2018</w:t>
      </w:r>
      <w:r w:rsidR="00C323CF" w:rsidRPr="0031450B">
        <w:rPr>
          <w:rFonts w:ascii="Times New Roman" w:hAnsi="Times New Roman"/>
          <w:color w:val="000000" w:themeColor="text1"/>
          <w:sz w:val="24"/>
          <w:szCs w:val="24"/>
        </w:rPr>
        <w:tab/>
      </w:r>
      <w:r w:rsidR="00C323CF" w:rsidRPr="0031450B">
        <w:rPr>
          <w:rFonts w:ascii="Times New Roman" w:hAnsi="Times New Roman"/>
          <w:color w:val="000000" w:themeColor="text1"/>
          <w:sz w:val="24"/>
          <w:szCs w:val="24"/>
        </w:rPr>
        <w:tab/>
      </w:r>
    </w:p>
    <w:p w:rsidR="00297E6A" w:rsidRPr="0031450B" w:rsidRDefault="00E409D4"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w:t>
      </w:r>
      <w:r w:rsidR="00297E6A" w:rsidRPr="0031450B">
        <w:rPr>
          <w:rFonts w:ascii="Times New Roman" w:hAnsi="Times New Roman"/>
          <w:color w:val="000000" w:themeColor="text1"/>
          <w:sz w:val="24"/>
          <w:szCs w:val="24"/>
        </w:rPr>
        <w:t>ačati</w:t>
      </w:r>
      <w:r w:rsidR="00F54991" w:rsidRPr="0031450B">
        <w:rPr>
          <w:rFonts w:ascii="Times New Roman" w:hAnsi="Times New Roman"/>
          <w:color w:val="000000" w:themeColor="text1"/>
          <w:sz w:val="24"/>
          <w:szCs w:val="24"/>
        </w:rPr>
        <w:t>e</w:t>
      </w:r>
      <w:r w:rsidR="00297E6A" w:rsidRPr="0031450B">
        <w:rPr>
          <w:rFonts w:ascii="Times New Roman" w:hAnsi="Times New Roman"/>
          <w:color w:val="000000" w:themeColor="text1"/>
          <w:sz w:val="24"/>
          <w:szCs w:val="24"/>
        </w:rPr>
        <w:t xml:space="preserve"> kontroly:</w:t>
      </w:r>
      <w:r w:rsidR="00297E6A" w:rsidRPr="0031450B">
        <w:rPr>
          <w:rFonts w:ascii="Times New Roman" w:hAnsi="Times New Roman"/>
          <w:color w:val="000000" w:themeColor="text1"/>
          <w:sz w:val="24"/>
          <w:szCs w:val="24"/>
        </w:rPr>
        <w:tab/>
      </w:r>
      <w:r w:rsidR="00297E6A" w:rsidRPr="0031450B">
        <w:rPr>
          <w:rFonts w:ascii="Times New Roman" w:hAnsi="Times New Roman"/>
          <w:color w:val="000000" w:themeColor="text1"/>
          <w:sz w:val="24"/>
          <w:szCs w:val="24"/>
        </w:rPr>
        <w:tab/>
      </w:r>
      <w:r w:rsidR="00397AB3" w:rsidRPr="0031450B">
        <w:rPr>
          <w:rFonts w:ascii="Times New Roman" w:hAnsi="Times New Roman"/>
          <w:color w:val="000000" w:themeColor="text1"/>
          <w:sz w:val="24"/>
          <w:szCs w:val="24"/>
        </w:rPr>
        <w:t>14.12.2018</w:t>
      </w:r>
    </w:p>
    <w:p w:rsidR="00297E6A" w:rsidRPr="0031450B" w:rsidRDefault="00E409D4"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w:t>
      </w:r>
      <w:r w:rsidR="00297E6A" w:rsidRPr="0031450B">
        <w:rPr>
          <w:rFonts w:ascii="Times New Roman" w:hAnsi="Times New Roman"/>
          <w:color w:val="000000" w:themeColor="text1"/>
          <w:sz w:val="24"/>
          <w:szCs w:val="24"/>
        </w:rPr>
        <w:t>rvé miestne zisťovani</w:t>
      </w:r>
      <w:r w:rsidRPr="0031450B">
        <w:rPr>
          <w:rFonts w:ascii="Times New Roman" w:hAnsi="Times New Roman"/>
          <w:color w:val="000000" w:themeColor="text1"/>
          <w:sz w:val="24"/>
          <w:szCs w:val="24"/>
        </w:rPr>
        <w:t>e</w:t>
      </w:r>
      <w:r w:rsidR="00297E6A" w:rsidRPr="0031450B">
        <w:rPr>
          <w:rFonts w:ascii="Times New Roman" w:hAnsi="Times New Roman"/>
          <w:color w:val="000000" w:themeColor="text1"/>
          <w:sz w:val="24"/>
          <w:szCs w:val="24"/>
        </w:rPr>
        <w:t>:</w:t>
      </w:r>
      <w:r w:rsidR="00297E6A" w:rsidRPr="0031450B">
        <w:rPr>
          <w:rFonts w:ascii="Times New Roman" w:hAnsi="Times New Roman"/>
          <w:color w:val="000000" w:themeColor="text1"/>
          <w:sz w:val="24"/>
          <w:szCs w:val="24"/>
        </w:rPr>
        <w:tab/>
      </w:r>
      <w:r w:rsidR="00397AB3" w:rsidRPr="0031450B">
        <w:rPr>
          <w:rFonts w:ascii="Times New Roman" w:hAnsi="Times New Roman"/>
          <w:color w:val="000000" w:themeColor="text1"/>
          <w:sz w:val="24"/>
          <w:szCs w:val="24"/>
        </w:rPr>
        <w:t>14.12.2018</w:t>
      </w:r>
      <w:r w:rsidR="00297E6A" w:rsidRPr="0031450B">
        <w:rPr>
          <w:rFonts w:ascii="Times New Roman" w:hAnsi="Times New Roman"/>
          <w:color w:val="000000" w:themeColor="text1"/>
          <w:sz w:val="24"/>
          <w:szCs w:val="24"/>
        </w:rPr>
        <w:tab/>
      </w:r>
    </w:p>
    <w:p w:rsidR="00415280" w:rsidRPr="0031450B" w:rsidRDefault="00E409D4"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w:t>
      </w:r>
      <w:r w:rsidR="00415280" w:rsidRPr="0031450B">
        <w:rPr>
          <w:rFonts w:ascii="Times New Roman" w:hAnsi="Times New Roman"/>
          <w:color w:val="000000" w:themeColor="text1"/>
          <w:sz w:val="24"/>
          <w:szCs w:val="24"/>
        </w:rPr>
        <w:t>ypracovani</w:t>
      </w:r>
      <w:r w:rsidRPr="0031450B">
        <w:rPr>
          <w:rFonts w:ascii="Times New Roman" w:hAnsi="Times New Roman"/>
          <w:color w:val="000000" w:themeColor="text1"/>
          <w:sz w:val="24"/>
          <w:szCs w:val="24"/>
        </w:rPr>
        <w:t>e</w:t>
      </w:r>
      <w:r w:rsidR="00415280" w:rsidRPr="0031450B">
        <w:rPr>
          <w:rFonts w:ascii="Times New Roman" w:hAnsi="Times New Roman"/>
          <w:color w:val="000000" w:themeColor="text1"/>
          <w:sz w:val="24"/>
          <w:szCs w:val="24"/>
        </w:rPr>
        <w:t xml:space="preserve"> správy:</w:t>
      </w:r>
      <w:r w:rsidR="005F7B98" w:rsidRPr="0031450B">
        <w:rPr>
          <w:rFonts w:ascii="Times New Roman" w:hAnsi="Times New Roman"/>
          <w:color w:val="000000" w:themeColor="text1"/>
          <w:sz w:val="24"/>
          <w:szCs w:val="24"/>
        </w:rPr>
        <w:tab/>
      </w:r>
      <w:r w:rsidR="00415280" w:rsidRPr="0031450B">
        <w:rPr>
          <w:rFonts w:ascii="Times New Roman" w:hAnsi="Times New Roman"/>
          <w:color w:val="000000" w:themeColor="text1"/>
          <w:sz w:val="24"/>
          <w:szCs w:val="24"/>
        </w:rPr>
        <w:tab/>
      </w:r>
      <w:r w:rsidR="00B56903">
        <w:rPr>
          <w:rFonts w:ascii="Times New Roman" w:hAnsi="Times New Roman"/>
          <w:color w:val="000000" w:themeColor="text1"/>
          <w:sz w:val="24"/>
          <w:szCs w:val="24"/>
        </w:rPr>
        <w:t>08.02.2019</w:t>
      </w:r>
    </w:p>
    <w:p w:rsidR="006D48C9" w:rsidRPr="0031450B" w:rsidRDefault="00CE3215" w:rsidP="007F749E">
      <w:pPr>
        <w:pStyle w:val="Odsekzoznamu"/>
        <w:spacing w:after="0"/>
        <w:ind w:left="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Doručenie správy:</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tl3"/>
            <w:b w:val="0"/>
            <w:color w:val="000000" w:themeColor="text1"/>
          </w:rPr>
          <w:alias w:val="Doručenie správy"/>
          <w:tag w:val="Doručenie správy"/>
          <w:id w:val="-739327235"/>
          <w:placeholder>
            <w:docPart w:val="1123DE558B8F43168209FB221945A108"/>
          </w:placeholder>
          <w:comboBox>
            <w:listItem w:value="Vyberte položku."/>
            <w:listItem w:displayText="Deň prevzatia doporučenej zásielky s doručenkou" w:value="Deň prevzatia doporučenej zásielky s doručenkou"/>
            <w:listItem w:displayText="Deň prevzatia osobne" w:value="Deň prevzatia osobne"/>
          </w:comboBox>
        </w:sdtPr>
        <w:sdtEndPr>
          <w:rPr>
            <w:rStyle w:val="Predvolenpsmoodseku"/>
            <w:rFonts w:ascii="Calibri" w:hAnsi="Calibri"/>
            <w:sz w:val="22"/>
            <w:szCs w:val="24"/>
          </w:rPr>
        </w:sdtEndPr>
        <w:sdtContent>
          <w:r w:rsidR="002B6C83" w:rsidRPr="0031450B">
            <w:rPr>
              <w:rStyle w:val="tl3"/>
              <w:b w:val="0"/>
              <w:color w:val="000000" w:themeColor="text1"/>
            </w:rPr>
            <w:t>Deň prevzatia doporučenej zásielky s doručenkou</w:t>
          </w:r>
        </w:sdtContent>
      </w:sdt>
    </w:p>
    <w:p w:rsidR="00CE3215" w:rsidRPr="0031450B" w:rsidRDefault="00CE3215" w:rsidP="007F749E">
      <w:pPr>
        <w:pStyle w:val="Odsekzoznamu"/>
        <w:spacing w:after="0"/>
        <w:ind w:left="426"/>
        <w:jc w:val="both"/>
        <w:rPr>
          <w:rFonts w:ascii="Times New Roman" w:hAnsi="Times New Roman"/>
          <w:b/>
          <w:color w:val="000000" w:themeColor="text1"/>
          <w:sz w:val="24"/>
          <w:szCs w:val="24"/>
          <w:u w:val="single"/>
        </w:rPr>
      </w:pPr>
    </w:p>
    <w:p w:rsidR="000B097E" w:rsidRPr="0031450B" w:rsidRDefault="000B097E"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Vykonané úkony</w:t>
      </w:r>
    </w:p>
    <w:p w:rsidR="000B097E" w:rsidRPr="0031450B" w:rsidRDefault="000B097E" w:rsidP="007F749E">
      <w:pPr>
        <w:tabs>
          <w:tab w:val="left" w:pos="708"/>
          <w:tab w:val="left" w:pos="1416"/>
          <w:tab w:val="left" w:pos="2124"/>
          <w:tab w:val="left" w:pos="2832"/>
          <w:tab w:val="left" w:pos="3540"/>
          <w:tab w:val="left" w:pos="4248"/>
          <w:tab w:val="left" w:pos="5235"/>
          <w:tab w:val="left" w:pos="678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Fotodokumentácia:</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Fotodokumetácia"/>
          <w:tag w:val="Fotodokumetácia"/>
          <w:id w:val="-932590115"/>
          <w:placeholder>
            <w:docPart w:val="0C3D8AB3AF5C4214BF0A5D12A5FC682C"/>
          </w:placeholder>
          <w:dropDownList>
            <w:listItem w:value="Vyberte položku."/>
            <w:listItem w:displayText="Áno" w:value="Áno"/>
            <w:listItem w:displayText="Nie" w:value="Nie"/>
          </w:dropDownList>
        </w:sdtPr>
        <w:sdtEndPr/>
        <w:sdtContent>
          <w:r w:rsidR="00B64199" w:rsidRPr="0031450B">
            <w:rPr>
              <w:rFonts w:ascii="Times New Roman" w:hAnsi="Times New Roman"/>
              <w:color w:val="000000" w:themeColor="text1"/>
              <w:sz w:val="24"/>
              <w:szCs w:val="24"/>
            </w:rPr>
            <w:t>Áno</w:t>
          </w:r>
        </w:sdtContent>
      </w:sdt>
      <w:r w:rsidR="006D48C9" w:rsidRPr="0031450B">
        <w:rPr>
          <w:rFonts w:ascii="Times New Roman" w:hAnsi="Times New Roman"/>
          <w:color w:val="000000" w:themeColor="text1"/>
          <w:sz w:val="24"/>
          <w:szCs w:val="24"/>
        </w:rPr>
        <w:tab/>
        <w:t>Počet snímok:</w:t>
      </w:r>
      <w:r w:rsidR="006D48C9" w:rsidRPr="0031450B">
        <w:rPr>
          <w:rFonts w:ascii="Times New Roman" w:hAnsi="Times New Roman"/>
          <w:color w:val="000000" w:themeColor="text1"/>
          <w:sz w:val="24"/>
          <w:szCs w:val="24"/>
        </w:rPr>
        <w:tab/>
      </w:r>
      <w:r w:rsidR="002B6C83" w:rsidRPr="0031450B">
        <w:rPr>
          <w:rFonts w:ascii="Times New Roman" w:hAnsi="Times New Roman"/>
          <w:color w:val="000000" w:themeColor="text1"/>
          <w:sz w:val="24"/>
          <w:szCs w:val="24"/>
        </w:rPr>
        <w:t>9</w:t>
      </w:r>
    </w:p>
    <w:p w:rsidR="000B097E" w:rsidRPr="0031450B" w:rsidRDefault="000B097E"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proofErr w:type="spellStart"/>
      <w:r w:rsidRPr="0031450B">
        <w:rPr>
          <w:rFonts w:ascii="Times New Roman" w:hAnsi="Times New Roman"/>
          <w:color w:val="000000" w:themeColor="text1"/>
          <w:sz w:val="24"/>
          <w:szCs w:val="24"/>
        </w:rPr>
        <w:t>Vi</w:t>
      </w:r>
      <w:r w:rsidR="00EE2C61" w:rsidRPr="0031450B">
        <w:rPr>
          <w:rFonts w:ascii="Times New Roman" w:hAnsi="Times New Roman"/>
          <w:color w:val="000000" w:themeColor="text1"/>
          <w:sz w:val="24"/>
          <w:szCs w:val="24"/>
        </w:rPr>
        <w:t>deodokumentácia</w:t>
      </w:r>
      <w:proofErr w:type="spellEnd"/>
      <w:r w:rsidR="00EE2C61" w:rsidRPr="0031450B">
        <w:rPr>
          <w:rFonts w:ascii="Times New Roman" w:hAnsi="Times New Roman"/>
          <w:color w:val="000000" w:themeColor="text1"/>
          <w:sz w:val="24"/>
          <w:szCs w:val="24"/>
        </w:rPr>
        <w:t>:</w:t>
      </w:r>
      <w:r w:rsidR="00EE2C61" w:rsidRPr="0031450B">
        <w:rPr>
          <w:rFonts w:ascii="Times New Roman" w:hAnsi="Times New Roman"/>
          <w:color w:val="000000" w:themeColor="text1"/>
          <w:sz w:val="24"/>
          <w:szCs w:val="24"/>
        </w:rPr>
        <w:tab/>
      </w:r>
      <w:r w:rsidR="00EE2C61"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Videodokumentácia"/>
          <w:tag w:val="Videodokumentácia"/>
          <w:id w:val="1793327456"/>
          <w:placeholder>
            <w:docPart w:val="FFB7240B57434291910F4601EF5DAE12"/>
          </w:placeholder>
          <w:dropDownList>
            <w:listItem w:value="Vyberte položku."/>
            <w:listItem w:displayText="Áno" w:value="Áno"/>
            <w:listItem w:displayText="Nie" w:value="Nie"/>
          </w:dropDownList>
        </w:sdtPr>
        <w:sdtEndPr/>
        <w:sdtContent>
          <w:r w:rsidR="00397AB3" w:rsidRPr="0031450B">
            <w:rPr>
              <w:rFonts w:ascii="Times New Roman" w:hAnsi="Times New Roman"/>
              <w:color w:val="000000" w:themeColor="text1"/>
              <w:sz w:val="24"/>
              <w:szCs w:val="24"/>
            </w:rPr>
            <w:t>Nie</w:t>
          </w:r>
        </w:sdtContent>
      </w:sdt>
    </w:p>
    <w:p w:rsidR="00A02615" w:rsidRPr="0031450B" w:rsidRDefault="00A02615"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Odňatie prvopisov:</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Odňatie"/>
          <w:tag w:val="Odňatie"/>
          <w:id w:val="255483794"/>
          <w:placeholder>
            <w:docPart w:val="7EBC4BCD55E246D89159D8EAB5EDEC27"/>
          </w:placeholder>
          <w:dropDownList>
            <w:listItem w:value="Vyberte položku."/>
            <w:listItem w:displayText="Áno" w:value="Áno"/>
            <w:listItem w:displayText="Nie" w:value="Nie"/>
          </w:dropDownList>
        </w:sdtPr>
        <w:sdtEndPr/>
        <w:sdtContent>
          <w:r w:rsidR="00397AB3" w:rsidRPr="0031450B">
            <w:rPr>
              <w:rFonts w:ascii="Times New Roman" w:hAnsi="Times New Roman"/>
              <w:color w:val="000000" w:themeColor="text1"/>
              <w:sz w:val="24"/>
              <w:szCs w:val="24"/>
            </w:rPr>
            <w:t>Nie</w:t>
          </w:r>
        </w:sdtContent>
      </w:sdt>
    </w:p>
    <w:p w:rsidR="000B097E" w:rsidRPr="0031450B" w:rsidRDefault="00EE2C61"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Odobraté vzorky:</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Odobraté vzorky "/>
          <w:tag w:val="Odobraté vzorky "/>
          <w:id w:val="409504807"/>
          <w:placeholder>
            <w:docPart w:val="124F81314B244934BBB059F27BB5F950"/>
          </w:placeholder>
          <w:dropDownList>
            <w:listItem w:value="Vyberte položku."/>
            <w:listItem w:displayText="Áno" w:value="Áno"/>
            <w:listItem w:displayText="Nie" w:value="Nie"/>
          </w:dropDownList>
        </w:sdtPr>
        <w:sdtEndPr/>
        <w:sdtContent>
          <w:r w:rsidR="00397AB3" w:rsidRPr="0031450B">
            <w:rPr>
              <w:rFonts w:ascii="Times New Roman" w:hAnsi="Times New Roman"/>
              <w:color w:val="000000" w:themeColor="text1"/>
              <w:sz w:val="24"/>
              <w:szCs w:val="24"/>
            </w:rPr>
            <w:t>Nie</w:t>
          </w:r>
        </w:sdtContent>
      </w:sdt>
    </w:p>
    <w:p w:rsidR="00EE2C61" w:rsidRPr="0031450B" w:rsidRDefault="00EE2C61"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Meranie emisií:</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Meranie emisií"/>
          <w:tag w:val="Meranie emisií"/>
          <w:id w:val="-682828348"/>
          <w:placeholder>
            <w:docPart w:val="7BCEE3CBBD9A40AE8DC86E36E254FF61"/>
          </w:placeholder>
          <w:dropDownList>
            <w:listItem w:value="Vyberte položku."/>
            <w:listItem w:displayText="Áno" w:value="Áno"/>
            <w:listItem w:displayText="Nie" w:value="Nie"/>
          </w:dropDownList>
        </w:sdtPr>
        <w:sdtEndPr/>
        <w:sdtContent>
          <w:r w:rsidR="00397AB3" w:rsidRPr="0031450B">
            <w:rPr>
              <w:rFonts w:ascii="Times New Roman" w:hAnsi="Times New Roman"/>
              <w:color w:val="000000" w:themeColor="text1"/>
              <w:sz w:val="24"/>
              <w:szCs w:val="24"/>
            </w:rPr>
            <w:t>Nie</w:t>
          </w:r>
        </w:sdtContent>
      </w:sdt>
    </w:p>
    <w:p w:rsidR="00EE2C61" w:rsidRPr="0031450B" w:rsidRDefault="00EE2C61"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Iné:</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Iné"/>
          <w:tag w:val="Iné"/>
          <w:id w:val="-802385589"/>
          <w:placeholder>
            <w:docPart w:val="A38EE51644DC41D08CD5E1B05C0F941C"/>
          </w:placeholder>
        </w:sdtPr>
        <w:sdtEndPr/>
        <w:sdtContent>
          <w:r w:rsidR="00397AB3" w:rsidRPr="0031450B">
            <w:rPr>
              <w:rFonts w:ascii="Times New Roman" w:hAnsi="Times New Roman"/>
              <w:color w:val="000000" w:themeColor="text1"/>
              <w:sz w:val="24"/>
              <w:szCs w:val="24"/>
            </w:rPr>
            <w:t>-</w:t>
          </w:r>
        </w:sdtContent>
      </w:sdt>
    </w:p>
    <w:p w:rsidR="00415280" w:rsidRPr="0031450B" w:rsidRDefault="007459F4" w:rsidP="007F749E">
      <w:pPr>
        <w:tabs>
          <w:tab w:val="left" w:pos="708"/>
          <w:tab w:val="left" w:pos="1416"/>
          <w:tab w:val="left" w:pos="2124"/>
          <w:tab w:val="left" w:pos="2832"/>
          <w:tab w:val="left" w:pos="3540"/>
          <w:tab w:val="left" w:pos="4248"/>
          <w:tab w:val="left" w:pos="5040"/>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ab/>
      </w:r>
    </w:p>
    <w:p w:rsidR="007459F4" w:rsidRPr="0031450B" w:rsidRDefault="00441509"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lastRenderedPageBreak/>
        <w:t>Zameranie kontroly –</w:t>
      </w:r>
      <w:r w:rsidR="009A1356" w:rsidRPr="0031450B">
        <w:rPr>
          <w:rFonts w:ascii="Times New Roman" w:hAnsi="Times New Roman"/>
          <w:b/>
          <w:color w:val="000000" w:themeColor="text1"/>
          <w:sz w:val="24"/>
          <w:szCs w:val="24"/>
          <w:u w:val="single"/>
        </w:rPr>
        <w:t xml:space="preserve"> opis</w:t>
      </w:r>
    </w:p>
    <w:sdt>
      <w:sdtPr>
        <w:rPr>
          <w:rFonts w:ascii="Times New Roman" w:hAnsi="Times New Roman"/>
          <w:color w:val="000000" w:themeColor="text1"/>
          <w:sz w:val="24"/>
          <w:szCs w:val="24"/>
        </w:rPr>
        <w:id w:val="528841094"/>
        <w:placeholder>
          <w:docPart w:val="A38EE51644DC41D08CD5E1B05C0F941C"/>
        </w:placeholder>
      </w:sdtPr>
      <w:sdtEndPr/>
      <w:sdtContent>
        <w:p w:rsidR="00C256F9" w:rsidRPr="0031450B" w:rsidRDefault="00C256F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Kontrola bola podľa § 34 zákona o IPKZ zameraná na zisťovanie dodržiavania vybraných podmienok integrovaného povolenia. Predmetom správy o kontrole je výsledok kontroly, ktorú vykonala SIŽP v súlade so zákonom č. 39/2013 Z. z. o IPKZ, zákonom č. 525/2003 Z. z. </w:t>
          </w:r>
          <w:r w:rsidRPr="0031450B">
            <w:rPr>
              <w:rFonts w:ascii="Times New Roman" w:hAnsi="Times New Roman"/>
              <w:color w:val="000000" w:themeColor="text1"/>
              <w:sz w:val="24"/>
              <w:szCs w:val="24"/>
            </w:rPr>
            <w:br/>
            <w:t xml:space="preserve">o štátnej správe starostlivosti o životné prostredie a o zmene a doplnení niektorých zákonov </w:t>
          </w:r>
        </w:p>
        <w:p w:rsidR="00441509" w:rsidRPr="0031450B" w:rsidRDefault="00C256F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 znení neskorších predpisov a zákonom č. 10/1996 Z. z. o kontrole.</w:t>
          </w:r>
        </w:p>
      </w:sdtContent>
    </w:sdt>
    <w:p w:rsidR="00441509" w:rsidRPr="0031450B" w:rsidRDefault="00441509" w:rsidP="007F749E">
      <w:pPr>
        <w:spacing w:after="0"/>
        <w:rPr>
          <w:rFonts w:ascii="Times New Roman" w:hAnsi="Times New Roman"/>
          <w:color w:val="000000" w:themeColor="text1"/>
          <w:sz w:val="24"/>
          <w:szCs w:val="24"/>
        </w:rPr>
      </w:pPr>
    </w:p>
    <w:p w:rsidR="00441509" w:rsidRPr="0031450B" w:rsidRDefault="00441509"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Stav prevádzky v čase miestneho zisťovania –</w:t>
      </w:r>
      <w:r w:rsidR="009A1356" w:rsidRPr="0031450B">
        <w:rPr>
          <w:rFonts w:ascii="Times New Roman" w:hAnsi="Times New Roman"/>
          <w:b/>
          <w:color w:val="000000" w:themeColor="text1"/>
          <w:sz w:val="24"/>
          <w:szCs w:val="24"/>
          <w:u w:val="single"/>
        </w:rPr>
        <w:t xml:space="preserve"> opis</w:t>
      </w:r>
    </w:p>
    <w:sdt>
      <w:sdtPr>
        <w:rPr>
          <w:rFonts w:ascii="Times New Roman" w:hAnsi="Times New Roman"/>
          <w:color w:val="000000" w:themeColor="text1"/>
          <w:sz w:val="24"/>
          <w:szCs w:val="24"/>
        </w:rPr>
        <w:id w:val="-1371151803"/>
        <w:placeholder>
          <w:docPart w:val="A38EE51644DC41D08CD5E1B05C0F941C"/>
        </w:placeholder>
      </w:sdtPr>
      <w:sdtEndPr/>
      <w:sdtContent>
        <w:p w:rsidR="009A1356" w:rsidRPr="0031450B" w:rsidRDefault="00C256F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 čase kontroly bola prevádzka udržiavaná a vykonávala sa pravidelná plánovaná údržba raz do týždňa. Stav prevádzky v čase miestneho zisťovania je popísaný v bode J. „Kontrolné zistenia“.</w:t>
          </w:r>
        </w:p>
      </w:sdtContent>
    </w:sdt>
    <w:p w:rsidR="00441509" w:rsidRPr="0031450B" w:rsidRDefault="00441509" w:rsidP="007F749E">
      <w:pPr>
        <w:spacing w:after="0"/>
        <w:rPr>
          <w:rFonts w:ascii="Times New Roman" w:hAnsi="Times New Roman"/>
          <w:color w:val="000000" w:themeColor="text1"/>
          <w:sz w:val="24"/>
          <w:szCs w:val="24"/>
        </w:rPr>
      </w:pPr>
    </w:p>
    <w:p w:rsidR="009A1356" w:rsidRPr="0031450B" w:rsidRDefault="008F7341"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Použité podklady</w:t>
      </w:r>
      <w:r w:rsidR="00EE75CE" w:rsidRPr="0031450B">
        <w:rPr>
          <w:rFonts w:ascii="Times New Roman" w:hAnsi="Times New Roman"/>
          <w:b/>
          <w:color w:val="000000" w:themeColor="text1"/>
          <w:sz w:val="24"/>
          <w:szCs w:val="24"/>
          <w:u w:val="single"/>
        </w:rPr>
        <w:t xml:space="preserve"> </w:t>
      </w:r>
    </w:p>
    <w:sdt>
      <w:sdtPr>
        <w:rPr>
          <w:rFonts w:ascii="Times New Roman" w:hAnsi="Times New Roman"/>
          <w:color w:val="000000" w:themeColor="text1"/>
          <w:sz w:val="24"/>
          <w:szCs w:val="24"/>
        </w:rPr>
        <w:id w:val="573014975"/>
        <w:placeholder>
          <w:docPart w:val="A38EE51644DC41D08CD5E1B05C0F941C"/>
        </w:placeholder>
      </w:sdtPr>
      <w:sdtEndPr/>
      <w:sdtContent>
        <w:p w:rsidR="009A1356" w:rsidRPr="0031450B" w:rsidRDefault="00A90850"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Integrované povolenie</w:t>
          </w:r>
        </w:p>
      </w:sdtContent>
    </w:sdt>
    <w:sdt>
      <w:sdtPr>
        <w:rPr>
          <w:rFonts w:ascii="Times New Roman" w:hAnsi="Times New Roman"/>
          <w:color w:val="000000" w:themeColor="text1"/>
          <w:sz w:val="24"/>
          <w:szCs w:val="24"/>
        </w:rPr>
        <w:id w:val="2144076518"/>
        <w:placeholder>
          <w:docPart w:val="A38EE51644DC41D08CD5E1B05C0F941C"/>
        </w:placeholder>
      </w:sdtPr>
      <w:sdtEndPr/>
      <w:sdtContent>
        <w:p w:rsidR="002135E8" w:rsidRPr="0031450B" w:rsidRDefault="00C73CE3"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Ohlásenia o vzniku odpadu a nakladaní s ním za roky 2016 a</w:t>
          </w:r>
          <w:r w:rsidR="002135E8" w:rsidRPr="0031450B">
            <w:rPr>
              <w:rFonts w:ascii="Times New Roman" w:hAnsi="Times New Roman"/>
              <w:color w:val="000000" w:themeColor="text1"/>
              <w:sz w:val="24"/>
              <w:szCs w:val="24"/>
            </w:rPr>
            <w:t> </w:t>
          </w:r>
          <w:r w:rsidRPr="0031450B">
            <w:rPr>
              <w:rFonts w:ascii="Times New Roman" w:hAnsi="Times New Roman"/>
              <w:color w:val="000000" w:themeColor="text1"/>
              <w:sz w:val="24"/>
              <w:szCs w:val="24"/>
            </w:rPr>
            <w:t>2017</w:t>
          </w:r>
        </w:p>
        <w:p w:rsidR="00363341" w:rsidRPr="0031450B" w:rsidRDefault="002135E8"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Evidenčné listy zariadenia za rok</w:t>
          </w:r>
          <w:r w:rsidR="005E6EBC">
            <w:rPr>
              <w:rFonts w:ascii="Times New Roman" w:hAnsi="Times New Roman"/>
              <w:color w:val="000000" w:themeColor="text1"/>
              <w:sz w:val="24"/>
              <w:szCs w:val="24"/>
            </w:rPr>
            <w:t>y</w:t>
          </w:r>
          <w:r w:rsidRPr="0031450B">
            <w:rPr>
              <w:rFonts w:ascii="Times New Roman" w:hAnsi="Times New Roman"/>
              <w:color w:val="000000" w:themeColor="text1"/>
              <w:sz w:val="24"/>
              <w:szCs w:val="24"/>
            </w:rPr>
            <w:t xml:space="preserve"> 2016 a 2017</w:t>
          </w:r>
        </w:p>
      </w:sdtContent>
    </w:sdt>
    <w:sdt>
      <w:sdtPr>
        <w:rPr>
          <w:rFonts w:ascii="Times New Roman" w:hAnsi="Times New Roman"/>
          <w:color w:val="000000" w:themeColor="text1"/>
          <w:sz w:val="24"/>
          <w:szCs w:val="24"/>
        </w:rPr>
        <w:id w:val="1886366681"/>
        <w:placeholder>
          <w:docPart w:val="A38EE51644DC41D08CD5E1B05C0F941C"/>
        </w:placeholder>
      </w:sdtPr>
      <w:sdtEndPr/>
      <w:sdtContent>
        <w:p w:rsidR="00363341" w:rsidRPr="0031450B" w:rsidRDefault="00C73CE3"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Protokoly o skúškach tesnosti</w:t>
          </w:r>
        </w:p>
      </w:sdtContent>
    </w:sdt>
    <w:sdt>
      <w:sdtPr>
        <w:rPr>
          <w:rFonts w:ascii="Times New Roman" w:hAnsi="Times New Roman"/>
          <w:color w:val="000000" w:themeColor="text1"/>
          <w:sz w:val="24"/>
          <w:szCs w:val="24"/>
        </w:rPr>
        <w:id w:val="595056650"/>
        <w:placeholder>
          <w:docPart w:val="A38EE51644DC41D08CD5E1B05C0F941C"/>
        </w:placeholder>
      </w:sdtPr>
      <w:sdtEndPr/>
      <w:sdtContent>
        <w:p w:rsidR="00363341" w:rsidRPr="0031450B" w:rsidRDefault="002135E8"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Súbor SPP a TOO</w:t>
          </w:r>
        </w:p>
      </w:sdtContent>
    </w:sdt>
    <w:sdt>
      <w:sdtPr>
        <w:rPr>
          <w:rFonts w:ascii="Times New Roman" w:hAnsi="Times New Roman"/>
          <w:color w:val="000000" w:themeColor="text1"/>
          <w:sz w:val="24"/>
          <w:szCs w:val="24"/>
        </w:rPr>
        <w:id w:val="-310335127"/>
        <w:placeholder>
          <w:docPart w:val="A38EE51644DC41D08CD5E1B05C0F941C"/>
        </w:placeholder>
      </w:sdtPr>
      <w:sdtEndPr>
        <w:rPr>
          <w:rFonts w:ascii="Calibri" w:hAnsi="Calibri"/>
          <w:color w:val="auto"/>
          <w:sz w:val="22"/>
          <w:szCs w:val="22"/>
        </w:rPr>
      </w:sdtEndPr>
      <w:sdtContent>
        <w:p w:rsidR="002135E8" w:rsidRPr="0031450B" w:rsidRDefault="002135E8"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Prevádzkový poriadok zariadenia na zhodnocovanie trosky</w:t>
          </w:r>
        </w:p>
        <w:p w:rsidR="00DF7E59" w:rsidRPr="0031450B" w:rsidRDefault="002135E8" w:rsidP="007F749E">
          <w:pPr>
            <w:pStyle w:val="Odsekzoznamu"/>
            <w:numPr>
              <w:ilvl w:val="0"/>
              <w:numId w:val="1"/>
            </w:num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Záznam o oboznámení s</w:t>
          </w:r>
          <w:r w:rsidR="00DF7E59" w:rsidRPr="0031450B">
            <w:rPr>
              <w:rFonts w:ascii="Times New Roman" w:hAnsi="Times New Roman"/>
              <w:color w:val="000000" w:themeColor="text1"/>
              <w:sz w:val="24"/>
              <w:szCs w:val="24"/>
            </w:rPr>
            <w:t> </w:t>
          </w:r>
          <w:r w:rsidRPr="0031450B">
            <w:rPr>
              <w:rFonts w:ascii="Times New Roman" w:hAnsi="Times New Roman"/>
              <w:color w:val="000000" w:themeColor="text1"/>
              <w:sz w:val="24"/>
              <w:szCs w:val="24"/>
            </w:rPr>
            <w:t>dokumentáciou</w:t>
          </w:r>
        </w:p>
        <w:p w:rsidR="00DF7E59" w:rsidRDefault="00DF7E59" w:rsidP="00DF7E59">
          <w:pPr>
            <w:pStyle w:val="Odsekzoznamu"/>
            <w:numPr>
              <w:ilvl w:val="0"/>
              <w:numId w:val="1"/>
            </w:num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Spotreba vody za rok 2016 a</w:t>
          </w:r>
          <w:r w:rsidR="00CF0623">
            <w:rPr>
              <w:rFonts w:ascii="Times New Roman" w:hAnsi="Times New Roman"/>
              <w:color w:val="000000" w:themeColor="text1"/>
              <w:sz w:val="24"/>
              <w:szCs w:val="24"/>
            </w:rPr>
            <w:t> </w:t>
          </w:r>
          <w:r w:rsidRPr="0031450B">
            <w:rPr>
              <w:rFonts w:ascii="Times New Roman" w:hAnsi="Times New Roman"/>
              <w:color w:val="000000" w:themeColor="text1"/>
              <w:sz w:val="24"/>
              <w:szCs w:val="24"/>
            </w:rPr>
            <w:t>2017</w:t>
          </w:r>
        </w:p>
        <w:p w:rsidR="00363341" w:rsidRPr="00B56903" w:rsidRDefault="00486A87" w:rsidP="00B56903">
          <w:pPr>
            <w:spacing w:after="0"/>
            <w:ind w:left="360"/>
            <w:rPr>
              <w:rFonts w:ascii="Times New Roman" w:hAnsi="Times New Roman"/>
              <w:color w:val="000000" w:themeColor="text1"/>
              <w:sz w:val="24"/>
              <w:szCs w:val="24"/>
            </w:rPr>
          </w:pPr>
        </w:p>
      </w:sdtContent>
    </w:sdt>
    <w:p w:rsidR="00B56903" w:rsidRPr="0031450B" w:rsidRDefault="00B56903" w:rsidP="007F749E">
      <w:pPr>
        <w:spacing w:after="0"/>
        <w:rPr>
          <w:rFonts w:ascii="Times New Roman" w:hAnsi="Times New Roman"/>
          <w:color w:val="000000" w:themeColor="text1"/>
          <w:sz w:val="24"/>
          <w:szCs w:val="24"/>
        </w:rPr>
      </w:pPr>
    </w:p>
    <w:p w:rsidR="00EE75CE" w:rsidRPr="0031450B" w:rsidRDefault="00EE75CE"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Kontrolné zistenia</w:t>
      </w:r>
    </w:p>
    <w:p w:rsidR="009E1ACB" w:rsidRPr="0031450B" w:rsidRDefault="009E1ACB" w:rsidP="007F749E">
      <w:pPr>
        <w:pStyle w:val="Odsekzoznamu"/>
        <w:spacing w:after="0"/>
        <w:ind w:left="426"/>
        <w:rPr>
          <w:rFonts w:ascii="Times New Roman" w:hAnsi="Times New Roman"/>
          <w:color w:val="000000" w:themeColor="text1"/>
          <w:sz w:val="24"/>
          <w:szCs w:val="24"/>
        </w:rPr>
      </w:pPr>
    </w:p>
    <w:p w:rsidR="006D718A" w:rsidRPr="0031450B" w:rsidRDefault="006D718A"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253782529"/>
          <w:placeholder>
            <w:docPart w:val="5F8BDEB17FFA4272BD3BD52E80D425A0"/>
          </w:placeholder>
        </w:sdtPr>
        <w:sdtEndPr>
          <w:rPr>
            <w:rStyle w:val="Predvolenpsmoodseku"/>
            <w:b w:val="0"/>
            <w:bCs w:val="0"/>
          </w:rPr>
        </w:sdtEndPr>
        <w:sdtContent>
          <w:r w:rsidR="00A90850" w:rsidRPr="0031450B">
            <w:rPr>
              <w:rStyle w:val="Siln"/>
              <w:rFonts w:ascii="Times New Roman" w:hAnsi="Times New Roman"/>
              <w:color w:val="000000" w:themeColor="text1"/>
              <w:sz w:val="24"/>
              <w:szCs w:val="24"/>
            </w:rPr>
            <w:t>č. 1.2, bod A. Podmienky prevádzkovania, časť II integrovaného povolenia:</w:t>
          </w:r>
        </w:sdtContent>
      </w:sdt>
    </w:p>
    <w:sdt>
      <w:sdtPr>
        <w:rPr>
          <w:rFonts w:ascii="Times New Roman" w:hAnsi="Times New Roman"/>
          <w:color w:val="000000" w:themeColor="text1"/>
          <w:sz w:val="24"/>
          <w:szCs w:val="24"/>
        </w:rPr>
        <w:id w:val="-1046523493"/>
        <w:placeholder>
          <w:docPart w:val="52D4274B114E4986A9CDDB42D40ABEEB"/>
        </w:placeholder>
      </w:sdtPr>
      <w:sdtEndPr/>
      <w:sdtContent>
        <w:p w:rsidR="006D718A" w:rsidRPr="0031450B" w:rsidRDefault="00A90850"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1.2 Umiestnenie zariadení v prevádzke a vykonávanie jednotlivých činností musí byť také, ako je uvedené v tomto rozhodnutí.</w:t>
          </w:r>
        </w:p>
      </w:sdtContent>
    </w:sdt>
    <w:p w:rsidR="00A90850" w:rsidRPr="0031450B" w:rsidRDefault="00A90850" w:rsidP="007F749E">
      <w:pPr>
        <w:spacing w:after="0"/>
        <w:rPr>
          <w:rFonts w:ascii="Times New Roman" w:hAnsi="Times New Roman"/>
          <w:color w:val="000000" w:themeColor="text1"/>
          <w:sz w:val="24"/>
          <w:szCs w:val="24"/>
        </w:rPr>
      </w:pPr>
    </w:p>
    <w:p w:rsidR="006D718A" w:rsidRPr="0031450B" w:rsidRDefault="006D718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754091285"/>
          <w:placeholder>
            <w:docPart w:val="32E103C0F3F44F9A8EAEFCB96326F4BF"/>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00A90850" w:rsidRPr="0031450B">
            <w:rPr>
              <w:rStyle w:val="Siln"/>
              <w:rFonts w:ascii="Times New Roman" w:hAnsi="Times New Roman"/>
              <w:color w:val="000000" w:themeColor="text1"/>
              <w:sz w:val="24"/>
              <w:szCs w:val="24"/>
            </w:rPr>
            <w:t>Dodržaná</w:t>
          </w:r>
        </w:sdtContent>
      </w:sdt>
    </w:p>
    <w:p w:rsidR="006D718A" w:rsidRPr="0031450B" w:rsidRDefault="006D718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052415711"/>
          <w:placeholder>
            <w:docPart w:val="02FBE4875D0D4FBEA3D2ACF4F54D9A59"/>
          </w:placeholder>
          <w:dropDownList>
            <w:listItem w:value="Vyberte položku."/>
            <w:listItem w:displayText="Áno" w:value="Áno"/>
            <w:listItem w:displayText="Nie" w:value="Nie"/>
          </w:dropDownList>
        </w:sdtPr>
        <w:sdtEndPr>
          <w:rPr>
            <w:rStyle w:val="Predvolenpsmoodseku"/>
            <w:b w:val="0"/>
            <w:bCs w:val="0"/>
          </w:rPr>
        </w:sdtEndPr>
        <w:sdtContent>
          <w:r w:rsidR="00A90850" w:rsidRPr="0031450B">
            <w:rPr>
              <w:rStyle w:val="Siln"/>
              <w:rFonts w:ascii="Times New Roman" w:hAnsi="Times New Roman"/>
              <w:color w:val="000000" w:themeColor="text1"/>
              <w:sz w:val="24"/>
              <w:szCs w:val="24"/>
            </w:rPr>
            <w:t>Áno</w:t>
          </w:r>
        </w:sdtContent>
      </w:sdt>
    </w:p>
    <w:sdt>
      <w:sdtPr>
        <w:rPr>
          <w:rFonts w:ascii="Times New Roman" w:hAnsi="Times New Roman"/>
          <w:color w:val="000000" w:themeColor="text1"/>
          <w:sz w:val="24"/>
          <w:szCs w:val="24"/>
        </w:rPr>
        <w:id w:val="-2109796014"/>
        <w:placeholder>
          <w:docPart w:val="52D4274B114E4986A9CDDB42D40ABEEB"/>
        </w:placeholder>
      </w:sdtPr>
      <w:sdtEndPr/>
      <w:sdtContent>
        <w:p w:rsidR="006D718A" w:rsidRPr="0031450B" w:rsidRDefault="00A90850"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Umiestnenie zariadení v prevádzke a vykonávanie jednotlivých činností bolo také, </w:t>
          </w:r>
          <w:r w:rsidR="00BC47F7"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t>ako je uvedené v integrovanom povolení.</w:t>
          </w:r>
        </w:p>
      </w:sdtContent>
    </w:sdt>
    <w:p w:rsidR="00C87523" w:rsidRPr="0031450B" w:rsidRDefault="00C87523"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587573586"/>
          <w:placeholder>
            <w:docPart w:val="28007C72037F4F3DBCC65D87D99296A2"/>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E65A22" w:rsidRPr="0031450B">
            <w:rPr>
              <w:rStyle w:val="Siln"/>
              <w:rFonts w:ascii="Times New Roman" w:hAnsi="Times New Roman"/>
              <w:color w:val="000000" w:themeColor="text1"/>
              <w:sz w:val="24"/>
              <w:szCs w:val="24"/>
            </w:rPr>
            <w:t xml:space="preserve"> 1.9</w:t>
          </w:r>
          <w:r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E65A22"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1.9 Prevádzkovateľ je povinný zariadenie na zhodnocovanie odpadov označiť informačnou tabuľou viditeľnou a čitateľnou z verejného priestranstva (ak je to možné), na ktorej musia byť uvedené nasledujúce údaje: názov a adresa prevádzky, meno držiteľa rozhodnutia (názov spoločnosti), meno prevádzkovateľa (ak držiteľ rozhodnutia </w:t>
      </w:r>
      <w:r w:rsidR="00AC4A52"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t xml:space="preserve">nie je prevádzkovateľom), číslo rozhodnutia a názov povoľujúceho orgánu, činnosť vykonávaná v prevádzke, meno a telefónne číslo zodpovednej osoby za činnosť </w:t>
      </w:r>
      <w:r w:rsidR="00AC4A52"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lastRenderedPageBreak/>
        <w:t>v prevádzke, dni a hodiny, v ktorých sa vykonáva činnosť a druhy odpadov, na ktorých zhodnocovanie je prevádzkovateľ oprávnený.</w:t>
      </w:r>
    </w:p>
    <w:p w:rsidR="00E65A22" w:rsidRPr="0031450B" w:rsidRDefault="00E65A22" w:rsidP="007F749E">
      <w:pPr>
        <w:spacing w:after="0"/>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038398129"/>
          <w:placeholder>
            <w:docPart w:val="59788F7D2C764705AA1DC34DFE79DBD4"/>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531650850"/>
          <w:placeholder>
            <w:docPart w:val="8D4D3B7E1DE345DCB57CFF14C90A9F23"/>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E65A22" w:rsidRPr="0031450B" w:rsidRDefault="00E65A22"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označil zariadenie na zhodnocovanie odpadov informačnou tabuľou viditeľnou a čitateľnou z verejného priestranstva, na ktorej je uvedené názov a adresa prevádzky, meno držiteľa rozhodnutia (názov spoločnosti), meno prevádzkovateľa, číslo rozhodnutia a názov povoľujúceho orgánu, činnosť vykonávaná v prevádzke, meno a telefónne číslo zodpovednej osoby za činnosť v prevádzke, dni a hodiny, v ktorých sa vykonáva činnosť a druhy odpadov, na ktorých zhodnocovanie je prevádzkovateľ oprávnený.</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E65A22"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 </w:t>
      </w:r>
      <w:r w:rsidR="00A90850"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7975872"/>
          <w:placeholder>
            <w:docPart w:val="6DA6E21CF2634B36B962E7A8159C162F"/>
          </w:placeholder>
        </w:sdtPr>
        <w:sdtEndPr>
          <w:rPr>
            <w:rStyle w:val="Predvolenpsmoodseku"/>
            <w:b w:val="0"/>
            <w:bCs w:val="0"/>
          </w:rPr>
        </w:sdtEndPr>
        <w:sdtContent>
          <w:r w:rsidR="00A90850" w:rsidRPr="0031450B">
            <w:rPr>
              <w:rStyle w:val="Siln"/>
              <w:rFonts w:ascii="Times New Roman" w:hAnsi="Times New Roman"/>
              <w:color w:val="000000" w:themeColor="text1"/>
              <w:sz w:val="24"/>
              <w:szCs w:val="24"/>
            </w:rPr>
            <w:t>č.</w:t>
          </w:r>
          <w:r w:rsidR="00004AB1" w:rsidRPr="0031450B">
            <w:rPr>
              <w:rStyle w:val="Siln"/>
              <w:rFonts w:ascii="Times New Roman" w:hAnsi="Times New Roman"/>
              <w:color w:val="000000" w:themeColor="text1"/>
              <w:sz w:val="24"/>
              <w:szCs w:val="24"/>
            </w:rPr>
            <w:t xml:space="preserve"> 1.11</w:t>
          </w:r>
          <w:r w:rsidR="00A90850"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004AB1" w:rsidP="007F749E">
      <w:pPr>
        <w:spacing w:after="0"/>
        <w:ind w:left="567" w:hanging="567"/>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1.11 Prevádzkovateľ je povinný zabezpečovať odpady pred ich odcudzením alebo iným nežiaducim únikom.</w:t>
      </w:r>
    </w:p>
    <w:p w:rsidR="00004AB1" w:rsidRPr="0031450B" w:rsidRDefault="00004AB1" w:rsidP="007F749E">
      <w:pPr>
        <w:spacing w:after="0"/>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834912243"/>
          <w:placeholder>
            <w:docPart w:val="DE33FD584F2A41B5B0EA0D656359FDE1"/>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111420467"/>
          <w:placeholder>
            <w:docPart w:val="24BBA355E84E4754AF7673B5937B47BD"/>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Default="00004AB1"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zabezpečil odpady pred ich odcudzením alebo iným nežiaducim únikom.</w:t>
      </w:r>
    </w:p>
    <w:p w:rsidR="0010746A" w:rsidRPr="0031450B" w:rsidRDefault="0010746A" w:rsidP="007F749E">
      <w:pPr>
        <w:spacing w:after="0"/>
        <w:rPr>
          <w:rFonts w:ascii="Times New Roman" w:hAnsi="Times New Roman"/>
          <w:color w:val="000000" w:themeColor="text1"/>
          <w:sz w:val="24"/>
          <w:szCs w:val="24"/>
        </w:rPr>
      </w:pPr>
    </w:p>
    <w:p w:rsidR="0010746A" w:rsidRPr="0031450B" w:rsidRDefault="0010746A" w:rsidP="0010746A">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025255410"/>
          <w:placeholder>
            <w:docPart w:val="D9444D2A027949E89635B5CF8A0943CC"/>
          </w:placeholder>
        </w:sdtPr>
        <w:sdtEndPr>
          <w:rPr>
            <w:rStyle w:val="Predvolenpsmoodseku"/>
            <w:b w:val="0"/>
            <w:bCs w:val="0"/>
          </w:rPr>
        </w:sdtEndPr>
        <w:sdtContent>
          <w:r w:rsidRPr="0031450B">
            <w:rPr>
              <w:rStyle w:val="Siln"/>
              <w:rFonts w:ascii="Times New Roman" w:hAnsi="Times New Roman"/>
              <w:color w:val="000000" w:themeColor="text1"/>
              <w:sz w:val="24"/>
              <w:szCs w:val="24"/>
            </w:rPr>
            <w:t xml:space="preserve">č. </w:t>
          </w:r>
          <w:r>
            <w:rPr>
              <w:rStyle w:val="Siln"/>
              <w:rFonts w:ascii="Times New Roman" w:hAnsi="Times New Roman"/>
              <w:color w:val="000000" w:themeColor="text1"/>
              <w:sz w:val="24"/>
              <w:szCs w:val="24"/>
            </w:rPr>
            <w:t>2.1</w:t>
          </w:r>
          <w:r w:rsidRPr="0031450B">
            <w:rPr>
              <w:rStyle w:val="Siln"/>
              <w:rFonts w:ascii="Times New Roman" w:hAnsi="Times New Roman"/>
              <w:color w:val="000000" w:themeColor="text1"/>
              <w:sz w:val="24"/>
              <w:szCs w:val="24"/>
            </w:rPr>
            <w:t>, bod A. Podmienky prevádzkovania, časť II integrovaného povolenia:</w:t>
          </w:r>
        </w:sdtContent>
      </w:sdt>
    </w:p>
    <w:p w:rsidR="0010746A" w:rsidRDefault="0010746A" w:rsidP="0010746A">
      <w:pPr>
        <w:spacing w:after="0"/>
        <w:ind w:left="426" w:hanging="426"/>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2.1 </w:t>
      </w:r>
      <w:r w:rsidRPr="0010746A">
        <w:rPr>
          <w:rFonts w:ascii="Times New Roman" w:hAnsi="Times New Roman"/>
          <w:color w:val="000000" w:themeColor="text1"/>
          <w:sz w:val="24"/>
          <w:szCs w:val="24"/>
        </w:rPr>
        <w:t xml:space="preserve">V predmetnej prevádzke bude linka na spracovanie oceliarenskej trosky prevádzkovaná </w:t>
      </w:r>
      <w:r w:rsidR="002B1DD4">
        <w:rPr>
          <w:rFonts w:ascii="Times New Roman" w:hAnsi="Times New Roman"/>
          <w:color w:val="000000" w:themeColor="text1"/>
          <w:sz w:val="24"/>
          <w:szCs w:val="24"/>
        </w:rPr>
        <w:br/>
      </w:r>
      <w:r w:rsidRPr="0010746A">
        <w:rPr>
          <w:rFonts w:ascii="Times New Roman" w:hAnsi="Times New Roman"/>
          <w:color w:val="000000" w:themeColor="text1"/>
          <w:sz w:val="24"/>
          <w:szCs w:val="24"/>
        </w:rPr>
        <w:t xml:space="preserve">v jednozmennej prevádzke v čase od 07:00 do 15:00 hod. štyri dni v týždni, piaty deň </w:t>
      </w:r>
      <w:r w:rsidR="002B1DD4">
        <w:rPr>
          <w:rFonts w:ascii="Times New Roman" w:hAnsi="Times New Roman"/>
          <w:color w:val="000000" w:themeColor="text1"/>
          <w:sz w:val="24"/>
          <w:szCs w:val="24"/>
        </w:rPr>
        <w:br/>
      </w:r>
      <w:r w:rsidRPr="0010746A">
        <w:rPr>
          <w:rFonts w:ascii="Times New Roman" w:hAnsi="Times New Roman"/>
          <w:color w:val="000000" w:themeColor="text1"/>
          <w:sz w:val="24"/>
          <w:szCs w:val="24"/>
        </w:rPr>
        <w:t>v týždni sa bude vykonávať plánovaná údržba. V prípade vzniku požiadavky na prácu mimo tejto pracovnej doby môže byť tejto požiadavke vyhovené, ale s podmienkou, že táto práca nad štandardný rozsah prác linky na spracovanie oceliarenskej trosky musí byť odsúhlasená prevádzkovateľom linky.</w:t>
      </w:r>
    </w:p>
    <w:p w:rsidR="0010746A" w:rsidRPr="0031450B" w:rsidRDefault="0010746A" w:rsidP="0010746A">
      <w:pPr>
        <w:spacing w:after="0"/>
        <w:ind w:left="426" w:hanging="426"/>
        <w:jc w:val="both"/>
        <w:rPr>
          <w:rFonts w:ascii="Times New Roman" w:hAnsi="Times New Roman"/>
          <w:color w:val="000000" w:themeColor="text1"/>
          <w:sz w:val="24"/>
          <w:szCs w:val="24"/>
        </w:rPr>
      </w:pPr>
    </w:p>
    <w:p w:rsidR="0010746A" w:rsidRPr="0031450B" w:rsidRDefault="0010746A" w:rsidP="0010746A">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88701088"/>
          <w:placeholder>
            <w:docPart w:val="7B184596F025495AB18A7BA6A0B262AB"/>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10746A" w:rsidRPr="0031450B" w:rsidRDefault="0010746A" w:rsidP="0010746A">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722438964"/>
          <w:placeholder>
            <w:docPart w:val="40EA777B56814B65B2BE0C805ACB13FE"/>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Default="0010746A" w:rsidP="0010746A">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Prevádzka </w:t>
      </w:r>
      <w:r w:rsidRPr="0010746A">
        <w:rPr>
          <w:rFonts w:ascii="Times New Roman" w:hAnsi="Times New Roman"/>
          <w:color w:val="000000" w:themeColor="text1"/>
          <w:sz w:val="24"/>
          <w:szCs w:val="24"/>
        </w:rPr>
        <w:t>linka na spracovanie oceliarenskej trosky</w:t>
      </w:r>
      <w:r>
        <w:rPr>
          <w:rFonts w:ascii="Times New Roman" w:hAnsi="Times New Roman"/>
          <w:color w:val="000000" w:themeColor="text1"/>
          <w:sz w:val="24"/>
          <w:szCs w:val="24"/>
        </w:rPr>
        <w:t xml:space="preserve"> je </w:t>
      </w:r>
      <w:r w:rsidRPr="0010746A">
        <w:rPr>
          <w:rFonts w:ascii="Times New Roman" w:hAnsi="Times New Roman"/>
          <w:color w:val="000000" w:themeColor="text1"/>
          <w:sz w:val="24"/>
          <w:szCs w:val="24"/>
        </w:rPr>
        <w:t>prevádzkovaná v jednozmennej prevádzke v čase od 07:00 do 15:00 hod. štyri dni v</w:t>
      </w:r>
      <w:r>
        <w:rPr>
          <w:rFonts w:ascii="Times New Roman" w:hAnsi="Times New Roman"/>
          <w:color w:val="000000" w:themeColor="text1"/>
          <w:sz w:val="24"/>
          <w:szCs w:val="24"/>
        </w:rPr>
        <w:t> </w:t>
      </w:r>
      <w:r w:rsidRPr="0010746A">
        <w:rPr>
          <w:rFonts w:ascii="Times New Roman" w:hAnsi="Times New Roman"/>
          <w:color w:val="000000" w:themeColor="text1"/>
          <w:sz w:val="24"/>
          <w:szCs w:val="24"/>
        </w:rPr>
        <w:t>týždni</w:t>
      </w:r>
      <w:r>
        <w:rPr>
          <w:rFonts w:ascii="Times New Roman" w:hAnsi="Times New Roman"/>
          <w:color w:val="000000" w:themeColor="text1"/>
          <w:sz w:val="24"/>
          <w:szCs w:val="24"/>
        </w:rPr>
        <w:t xml:space="preserve"> a v čase kontroly, t.</w:t>
      </w:r>
      <w:r w:rsidR="002B1DD4">
        <w:rPr>
          <w:rFonts w:ascii="Times New Roman" w:hAnsi="Times New Roman"/>
          <w:color w:val="000000" w:themeColor="text1"/>
          <w:sz w:val="24"/>
          <w:szCs w:val="24"/>
        </w:rPr>
        <w:t xml:space="preserve"> </w:t>
      </w:r>
      <w:r>
        <w:rPr>
          <w:rFonts w:ascii="Times New Roman" w:hAnsi="Times New Roman"/>
          <w:color w:val="000000" w:themeColor="text1"/>
          <w:sz w:val="24"/>
          <w:szCs w:val="24"/>
        </w:rPr>
        <w:t xml:space="preserve">j. </w:t>
      </w:r>
      <w:r w:rsidRPr="0010746A">
        <w:rPr>
          <w:rFonts w:ascii="Times New Roman" w:hAnsi="Times New Roman"/>
          <w:color w:val="000000" w:themeColor="text1"/>
          <w:sz w:val="24"/>
          <w:szCs w:val="24"/>
        </w:rPr>
        <w:t>piaty deň v</w:t>
      </w:r>
      <w:r>
        <w:rPr>
          <w:rFonts w:ascii="Times New Roman" w:hAnsi="Times New Roman"/>
          <w:color w:val="000000" w:themeColor="text1"/>
          <w:sz w:val="24"/>
          <w:szCs w:val="24"/>
        </w:rPr>
        <w:t> </w:t>
      </w:r>
      <w:r w:rsidRPr="0010746A">
        <w:rPr>
          <w:rFonts w:ascii="Times New Roman" w:hAnsi="Times New Roman"/>
          <w:color w:val="000000" w:themeColor="text1"/>
          <w:sz w:val="24"/>
          <w:szCs w:val="24"/>
        </w:rPr>
        <w:t>týždni</w:t>
      </w:r>
      <w:r>
        <w:rPr>
          <w:rFonts w:ascii="Times New Roman" w:hAnsi="Times New Roman"/>
          <w:color w:val="000000" w:themeColor="text1"/>
          <w:sz w:val="24"/>
          <w:szCs w:val="24"/>
        </w:rPr>
        <w:t xml:space="preserve"> bola vykonávaná plánovaná údržba.</w:t>
      </w:r>
    </w:p>
    <w:p w:rsidR="0010746A" w:rsidRPr="0031450B" w:rsidRDefault="0010746A" w:rsidP="0010746A">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588959403"/>
          <w:placeholder>
            <w:docPart w:val="3A2340AC8AFF4E19A127AA10FFBEBC65"/>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004AB1" w:rsidRPr="0031450B">
            <w:rPr>
              <w:rStyle w:val="Siln"/>
              <w:rFonts w:ascii="Times New Roman" w:hAnsi="Times New Roman"/>
              <w:color w:val="000000" w:themeColor="text1"/>
              <w:sz w:val="24"/>
              <w:szCs w:val="24"/>
            </w:rPr>
            <w:t xml:space="preserve"> 3.1</w:t>
          </w:r>
          <w:r w:rsidRPr="0031450B">
            <w:rPr>
              <w:rStyle w:val="Siln"/>
              <w:rFonts w:ascii="Times New Roman" w:hAnsi="Times New Roman"/>
              <w:color w:val="000000" w:themeColor="text1"/>
              <w:sz w:val="24"/>
              <w:szCs w:val="24"/>
            </w:rPr>
            <w:t>, bod A. Podmienky prevádzkovania, časť II integrovaného povolenia:</w:t>
          </w:r>
        </w:sdtContent>
      </w:sdt>
    </w:p>
    <w:p w:rsidR="00004AB1" w:rsidRPr="0031450B" w:rsidRDefault="00BC50BA" w:rsidP="007F749E">
      <w:pPr>
        <w:pStyle w:val="Zarkazkladnhotextu"/>
        <w:spacing w:after="0" w:line="276" w:lineRule="auto"/>
        <w:ind w:left="426" w:hanging="426"/>
        <w:jc w:val="both"/>
        <w:rPr>
          <w:color w:val="000000" w:themeColor="text1"/>
        </w:rPr>
      </w:pPr>
      <w:r w:rsidRPr="0031450B">
        <w:rPr>
          <w:iCs/>
          <w:color w:val="000000" w:themeColor="text1"/>
        </w:rPr>
        <w:t>3.1 </w:t>
      </w:r>
      <w:r w:rsidR="00004AB1" w:rsidRPr="0031450B">
        <w:rPr>
          <w:iCs/>
          <w:color w:val="000000" w:themeColor="text1"/>
        </w:rPr>
        <w:t xml:space="preserve">Prevádzkovateľ je oprávnený spracovať vedľajšie produkty </w:t>
      </w:r>
      <w:r w:rsidR="00004AB1" w:rsidRPr="0031450B">
        <w:rPr>
          <w:color w:val="000000" w:themeColor="text1"/>
        </w:rPr>
        <w:t xml:space="preserve">oceliarska troska  </w:t>
      </w:r>
      <w:r w:rsidRPr="0031450B">
        <w:rPr>
          <w:color w:val="000000" w:themeColor="text1"/>
        </w:rPr>
        <w:t xml:space="preserve"> </w:t>
      </w:r>
      <w:r w:rsidR="00004AB1" w:rsidRPr="0031450B">
        <w:rPr>
          <w:color w:val="000000" w:themeColor="text1"/>
        </w:rPr>
        <w:t xml:space="preserve">a konvertorová troska, vznikajúce v prevádzkach „Oceliareň I“ a „Oceliareň II“ prevádzkovateľa U. S. Steel Košice, </w:t>
      </w:r>
      <w:proofErr w:type="spellStart"/>
      <w:r w:rsidR="00004AB1" w:rsidRPr="0031450B">
        <w:rPr>
          <w:color w:val="000000" w:themeColor="text1"/>
        </w:rPr>
        <w:t>s.r.o</w:t>
      </w:r>
      <w:proofErr w:type="spellEnd"/>
      <w:r w:rsidR="00004AB1" w:rsidRPr="0031450B">
        <w:rPr>
          <w:color w:val="000000" w:themeColor="text1"/>
        </w:rPr>
        <w:t xml:space="preserve">., v maximálnom množstve 1 000 t/hod a  8 000 t/deň a 1 000 000 t/rok, </w:t>
      </w:r>
      <w:r w:rsidR="00004AB1" w:rsidRPr="0031450B">
        <w:rPr>
          <w:iCs/>
          <w:color w:val="000000" w:themeColor="text1"/>
        </w:rPr>
        <w:t xml:space="preserve">a nakladať s nimi </w:t>
      </w:r>
      <w:r w:rsidR="00004AB1" w:rsidRPr="0031450B">
        <w:rPr>
          <w:color w:val="000000" w:themeColor="text1"/>
        </w:rPr>
        <w:t xml:space="preserve">tak, ako je uvedené v časti v bode B. časť I. integrovaného povolenia. </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lastRenderedPageBreak/>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677324059"/>
          <w:placeholder>
            <w:docPart w:val="F947DCD4356044AA9ADED5B78314F596"/>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809864952"/>
          <w:placeholder>
            <w:docPart w:val="0420CD124F8E4E9097DBC470FD40A19C"/>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004AB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spracovával</w:t>
      </w:r>
      <w:r w:rsidR="00960630" w:rsidRPr="0031450B">
        <w:rPr>
          <w:color w:val="000000" w:themeColor="text1"/>
        </w:rPr>
        <w:t xml:space="preserve"> </w:t>
      </w:r>
      <w:r w:rsidR="00960630" w:rsidRPr="0031450B">
        <w:rPr>
          <w:rFonts w:ascii="Times New Roman" w:hAnsi="Times New Roman"/>
          <w:color w:val="000000" w:themeColor="text1"/>
          <w:sz w:val="24"/>
          <w:szCs w:val="24"/>
        </w:rPr>
        <w:t xml:space="preserve">vedľajšie produkty oceliarska troska  a konvertorová troska, vznikajúce v prevádzkach „Oceliareň I“ a „Oceliareň II“ prevádzkovateľa U. S. Steel Košice, </w:t>
      </w:r>
      <w:proofErr w:type="spellStart"/>
      <w:r w:rsidR="00960630" w:rsidRPr="0031450B">
        <w:rPr>
          <w:rFonts w:ascii="Times New Roman" w:hAnsi="Times New Roman"/>
          <w:color w:val="000000" w:themeColor="text1"/>
          <w:sz w:val="24"/>
          <w:szCs w:val="24"/>
        </w:rPr>
        <w:t>s.r.o</w:t>
      </w:r>
      <w:proofErr w:type="spellEnd"/>
      <w:r w:rsidR="00960630" w:rsidRPr="0031450B">
        <w:rPr>
          <w:rFonts w:ascii="Times New Roman" w:hAnsi="Times New Roman"/>
          <w:color w:val="000000" w:themeColor="text1"/>
          <w:sz w:val="24"/>
          <w:szCs w:val="24"/>
        </w:rPr>
        <w:t>., na ktoré má oprávnenie, v množstve 918 488 t.rok</w:t>
      </w:r>
      <w:r w:rsidR="00960630" w:rsidRPr="0031450B">
        <w:rPr>
          <w:rFonts w:ascii="Times New Roman" w:hAnsi="Times New Roman"/>
          <w:color w:val="000000" w:themeColor="text1"/>
          <w:sz w:val="24"/>
          <w:szCs w:val="24"/>
          <w:vertAlign w:val="superscript"/>
        </w:rPr>
        <w:t xml:space="preserve">-1 </w:t>
      </w:r>
      <w:r w:rsidR="00960630" w:rsidRPr="0031450B">
        <w:rPr>
          <w:rFonts w:ascii="Times New Roman" w:hAnsi="Times New Roman"/>
          <w:color w:val="000000" w:themeColor="text1"/>
          <w:sz w:val="24"/>
          <w:szCs w:val="24"/>
        </w:rPr>
        <w:t xml:space="preserve">za rok 2016 a v množstve </w:t>
      </w:r>
      <w:r w:rsidR="005E6EBC">
        <w:rPr>
          <w:rFonts w:ascii="Times New Roman" w:hAnsi="Times New Roman"/>
          <w:color w:val="000000" w:themeColor="text1"/>
          <w:sz w:val="24"/>
          <w:szCs w:val="24"/>
        </w:rPr>
        <w:br/>
      </w:r>
      <w:r w:rsidR="008D0F71" w:rsidRPr="0031450B">
        <w:rPr>
          <w:rFonts w:ascii="Times New Roman" w:hAnsi="Times New Roman"/>
          <w:color w:val="000000" w:themeColor="text1"/>
          <w:sz w:val="24"/>
          <w:szCs w:val="24"/>
        </w:rPr>
        <w:t xml:space="preserve">918 921,96 </w:t>
      </w:r>
      <w:r w:rsidR="00960630" w:rsidRPr="0031450B">
        <w:rPr>
          <w:rFonts w:ascii="Times New Roman" w:hAnsi="Times New Roman"/>
          <w:color w:val="000000" w:themeColor="text1"/>
          <w:sz w:val="24"/>
          <w:szCs w:val="24"/>
        </w:rPr>
        <w:t>t.rok</w:t>
      </w:r>
      <w:r w:rsidR="00960630" w:rsidRPr="0031450B">
        <w:rPr>
          <w:rFonts w:ascii="Times New Roman" w:hAnsi="Times New Roman"/>
          <w:color w:val="000000" w:themeColor="text1"/>
          <w:sz w:val="24"/>
          <w:szCs w:val="24"/>
          <w:vertAlign w:val="superscript"/>
        </w:rPr>
        <w:t xml:space="preserve">-1 </w:t>
      </w:r>
      <w:r w:rsidR="00960630" w:rsidRPr="0031450B">
        <w:rPr>
          <w:rFonts w:ascii="Times New Roman" w:hAnsi="Times New Roman"/>
          <w:color w:val="000000" w:themeColor="text1"/>
          <w:sz w:val="24"/>
          <w:szCs w:val="24"/>
        </w:rPr>
        <w:t>za rok 2017.</w:t>
      </w:r>
    </w:p>
    <w:p w:rsidR="006478B8" w:rsidRPr="0031450B" w:rsidRDefault="006478B8"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2078858729"/>
          <w:placeholder>
            <w:docPart w:val="E144F8E39F9B4B3FA7DAE2A97E90E663"/>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BC50BA" w:rsidRPr="0031450B">
            <w:rPr>
              <w:rStyle w:val="Siln"/>
              <w:rFonts w:ascii="Times New Roman" w:hAnsi="Times New Roman"/>
              <w:color w:val="000000" w:themeColor="text1"/>
              <w:sz w:val="24"/>
              <w:szCs w:val="24"/>
            </w:rPr>
            <w:t xml:space="preserve"> 3.2</w:t>
          </w:r>
          <w:r w:rsidRPr="0031450B">
            <w:rPr>
              <w:rStyle w:val="Siln"/>
              <w:rFonts w:ascii="Times New Roman" w:hAnsi="Times New Roman"/>
              <w:color w:val="000000" w:themeColor="text1"/>
              <w:sz w:val="24"/>
              <w:szCs w:val="24"/>
            </w:rPr>
            <w:t>, bod A. Podmienky prevádzkovania, časť II integrovaného povolenia:</w:t>
          </w:r>
        </w:sdtContent>
      </w:sdt>
    </w:p>
    <w:p w:rsidR="00BC50BA" w:rsidRPr="0031450B" w:rsidRDefault="00BC50BA"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3.2  Prevádzkovateľ nesmie bez povolenia IŽP Košice zvýšiť výrobnú kapacitu prevádzky nad 1 000 t/hod a 8 000 t/deň a 1 000 000 t/rok spracovanej oceliarenskej trosky.</w:t>
      </w:r>
    </w:p>
    <w:p w:rsidR="00BC50BA" w:rsidRPr="0031450B" w:rsidRDefault="00BC50BA" w:rsidP="007F749E">
      <w:pPr>
        <w:spacing w:after="0"/>
        <w:ind w:left="426" w:hanging="426"/>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361889484"/>
          <w:placeholder>
            <w:docPart w:val="3BA545EF87294C7B9AB4B29503540007"/>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38297784"/>
          <w:placeholder>
            <w:docPart w:val="FD5B42A3646A43E9A58496AD27BC607B"/>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BC50BA" w:rsidRPr="0031450B" w:rsidRDefault="00BC50B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neprekročil bez povolenia IŽP Košice výrobnú kapacitu prevádzky nad </w:t>
      </w:r>
      <w:r w:rsidRPr="0031450B">
        <w:rPr>
          <w:rFonts w:ascii="Times New Roman" w:hAnsi="Times New Roman"/>
          <w:color w:val="000000" w:themeColor="text1"/>
          <w:sz w:val="24"/>
          <w:szCs w:val="24"/>
        </w:rPr>
        <w:br/>
        <w:t>1 000 t.hod</w:t>
      </w:r>
      <w:r w:rsidRPr="0031450B">
        <w:rPr>
          <w:rFonts w:ascii="Times New Roman" w:hAnsi="Times New Roman"/>
          <w:color w:val="000000" w:themeColor="text1"/>
          <w:sz w:val="24"/>
          <w:szCs w:val="24"/>
          <w:vertAlign w:val="superscript"/>
        </w:rPr>
        <w:t>-1</w:t>
      </w:r>
      <w:r w:rsidRPr="0031450B">
        <w:rPr>
          <w:rFonts w:ascii="Times New Roman" w:hAnsi="Times New Roman"/>
          <w:color w:val="000000" w:themeColor="text1"/>
          <w:sz w:val="24"/>
          <w:szCs w:val="24"/>
        </w:rPr>
        <w:t xml:space="preserve"> a 8 000 t.deň</w:t>
      </w:r>
      <w:r w:rsidRPr="0031450B">
        <w:rPr>
          <w:rFonts w:ascii="Times New Roman" w:hAnsi="Times New Roman"/>
          <w:color w:val="000000" w:themeColor="text1"/>
          <w:sz w:val="24"/>
          <w:szCs w:val="24"/>
          <w:vertAlign w:val="superscript"/>
        </w:rPr>
        <w:t>-1</w:t>
      </w:r>
      <w:r w:rsidRPr="0031450B">
        <w:rPr>
          <w:rFonts w:ascii="Times New Roman" w:hAnsi="Times New Roman"/>
          <w:color w:val="000000" w:themeColor="text1"/>
          <w:sz w:val="24"/>
          <w:szCs w:val="24"/>
        </w:rPr>
        <w:t xml:space="preserve"> a 1 000 000 t.rok</w:t>
      </w:r>
      <w:r w:rsidRPr="0031450B">
        <w:rPr>
          <w:rFonts w:ascii="Times New Roman" w:hAnsi="Times New Roman"/>
          <w:color w:val="000000" w:themeColor="text1"/>
          <w:sz w:val="24"/>
          <w:szCs w:val="24"/>
          <w:vertAlign w:val="superscript"/>
        </w:rPr>
        <w:t>-1</w:t>
      </w:r>
      <w:r w:rsidRPr="0031450B">
        <w:rPr>
          <w:rFonts w:ascii="Times New Roman" w:hAnsi="Times New Roman"/>
          <w:color w:val="000000" w:themeColor="text1"/>
          <w:sz w:val="24"/>
          <w:szCs w:val="24"/>
        </w:rPr>
        <w:t xml:space="preserve"> spracovanej oceliarenskej trosky.</w:t>
      </w:r>
    </w:p>
    <w:p w:rsidR="00A90850" w:rsidRPr="0031450B" w:rsidRDefault="00A90850" w:rsidP="007F749E">
      <w:pPr>
        <w:spacing w:after="0"/>
        <w:jc w:val="both"/>
        <w:rPr>
          <w:rFonts w:ascii="Times New Roman" w:hAnsi="Times New Roman"/>
          <w:color w:val="000000" w:themeColor="text1"/>
          <w:sz w:val="24"/>
          <w:szCs w:val="24"/>
        </w:rPr>
      </w:pPr>
    </w:p>
    <w:p w:rsidR="0093245A" w:rsidRPr="0031450B" w:rsidRDefault="0093245A"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748118362"/>
          <w:placeholder>
            <w:docPart w:val="9C8F0AC8BB124130B2DF2409A6FBE765"/>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4.2</w:t>
          </w:r>
          <w:r w:rsidRPr="0031450B">
            <w:rPr>
              <w:rStyle w:val="Siln"/>
              <w:rFonts w:ascii="Times New Roman" w:hAnsi="Times New Roman"/>
              <w:color w:val="000000" w:themeColor="text1"/>
              <w:sz w:val="24"/>
              <w:szCs w:val="24"/>
            </w:rPr>
            <w:t>, bod A. Podmienky prevádzkovania, časť II integrovaného povolenia:</w:t>
          </w:r>
        </w:sdtContent>
      </w:sdt>
    </w:p>
    <w:p w:rsidR="0093245A" w:rsidRPr="0031450B" w:rsidRDefault="0093245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4.2  Prevádzkovateľ je povinný prevádzku prevádzkovať v súlade: </w:t>
      </w:r>
    </w:p>
    <w:p w:rsidR="0093245A" w:rsidRPr="0031450B" w:rsidRDefault="0093245A" w:rsidP="007F749E">
      <w:pPr>
        <w:spacing w:after="0"/>
        <w:ind w:left="567" w:hanging="141"/>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so schváleným Prevádzkovým poriadkom zariadenia na zhodnocovanie odpadov vypracovaným dňa 24.02.2016 podľa všeobecne záväzného právneho predpisu odpadového hospodárstva, vydaným zmenou integrovaného povolenia IŽP Košice rozhodnutím č. 3895-21670/2016/</w:t>
      </w:r>
      <w:proofErr w:type="spellStart"/>
      <w:r w:rsidRPr="0031450B">
        <w:rPr>
          <w:rFonts w:ascii="Times New Roman" w:hAnsi="Times New Roman"/>
          <w:color w:val="000000" w:themeColor="text1"/>
          <w:sz w:val="24"/>
          <w:szCs w:val="24"/>
        </w:rPr>
        <w:t>Ber,Wit</w:t>
      </w:r>
      <w:proofErr w:type="spellEnd"/>
      <w:r w:rsidRPr="0031450B">
        <w:rPr>
          <w:rFonts w:ascii="Times New Roman" w:hAnsi="Times New Roman"/>
          <w:color w:val="000000" w:themeColor="text1"/>
          <w:sz w:val="24"/>
          <w:szCs w:val="24"/>
        </w:rPr>
        <w:t xml:space="preserve">/755020115-Z1-KR zo dňa 07.07.2016, </w:t>
      </w:r>
    </w:p>
    <w:p w:rsidR="0093245A" w:rsidRPr="0031450B" w:rsidRDefault="0093245A" w:rsidP="007F749E">
      <w:pPr>
        <w:spacing w:after="0"/>
        <w:ind w:left="567" w:hanging="141"/>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  s  Technologickým </w:t>
      </w:r>
      <w:proofErr w:type="spellStart"/>
      <w:r w:rsidRPr="0031450B">
        <w:rPr>
          <w:rFonts w:ascii="Times New Roman" w:hAnsi="Times New Roman"/>
          <w:color w:val="000000" w:themeColor="text1"/>
          <w:sz w:val="24"/>
          <w:szCs w:val="24"/>
        </w:rPr>
        <w:t>reglementom</w:t>
      </w:r>
      <w:proofErr w:type="spellEnd"/>
      <w:r w:rsidRPr="0031450B">
        <w:rPr>
          <w:rFonts w:ascii="Times New Roman" w:hAnsi="Times New Roman"/>
          <w:color w:val="000000" w:themeColor="text1"/>
          <w:sz w:val="24"/>
          <w:szCs w:val="24"/>
        </w:rPr>
        <w:t xml:space="preserve"> zariadenia na  zhodnocovanie odpadov vypracovaným podľa všeobecne záväzného právneho predpisu odpadového hospodárstva, </w:t>
      </w:r>
    </w:p>
    <w:p w:rsidR="0093245A" w:rsidRPr="0031450B" w:rsidRDefault="0093245A" w:rsidP="007F749E">
      <w:pPr>
        <w:spacing w:after="0"/>
        <w:ind w:left="709" w:hanging="283"/>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pričom obidva dokumenty musia byť vypracované v súlade s projektovou dokumentáciou.</w:t>
      </w:r>
    </w:p>
    <w:p w:rsidR="0093245A" w:rsidRPr="0031450B" w:rsidRDefault="0093245A" w:rsidP="007F749E">
      <w:pPr>
        <w:spacing w:after="0"/>
        <w:jc w:val="both"/>
        <w:rPr>
          <w:rFonts w:ascii="Times New Roman" w:hAnsi="Times New Roman"/>
          <w:color w:val="000000" w:themeColor="text1"/>
          <w:sz w:val="24"/>
          <w:szCs w:val="24"/>
        </w:rPr>
      </w:pPr>
    </w:p>
    <w:p w:rsidR="0093245A" w:rsidRPr="0031450B" w:rsidRDefault="0093245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361427563"/>
          <w:placeholder>
            <w:docPart w:val="E8D79B47B8CE47EB84CF638CF1C51E22"/>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93245A" w:rsidRPr="0031450B" w:rsidRDefault="0093245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75218150"/>
          <w:placeholder>
            <w:docPart w:val="58C7AACE8E354F0BA27C6D6089EB6555"/>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93245A" w:rsidRPr="0031450B" w:rsidRDefault="0093245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prevádzkoval prevádzku v súlade s Prevádzkovým poriadkom zariadenia </w:t>
      </w:r>
      <w:r w:rsidRPr="0031450B">
        <w:rPr>
          <w:rFonts w:ascii="Times New Roman" w:hAnsi="Times New Roman"/>
          <w:color w:val="000000" w:themeColor="text1"/>
          <w:sz w:val="24"/>
          <w:szCs w:val="24"/>
        </w:rPr>
        <w:br/>
        <w:t>na zhodnocovanie odpadov vypracovaným dňa 24.02.2016 podľa všeobecne záväzného právneho predpisu odpadového hospodárstva, vydaným zmenou integrovaného povolenia IŽP Košice rozhodnutím č. 3895-21670/2016/</w:t>
      </w:r>
      <w:proofErr w:type="spellStart"/>
      <w:r w:rsidRPr="0031450B">
        <w:rPr>
          <w:rFonts w:ascii="Times New Roman" w:hAnsi="Times New Roman"/>
          <w:color w:val="000000" w:themeColor="text1"/>
          <w:sz w:val="24"/>
          <w:szCs w:val="24"/>
        </w:rPr>
        <w:t>Ber,Wit</w:t>
      </w:r>
      <w:proofErr w:type="spellEnd"/>
      <w:r w:rsidRPr="0031450B">
        <w:rPr>
          <w:rFonts w:ascii="Times New Roman" w:hAnsi="Times New Roman"/>
          <w:color w:val="000000" w:themeColor="text1"/>
          <w:sz w:val="24"/>
          <w:szCs w:val="24"/>
        </w:rPr>
        <w:t xml:space="preserve">/755020115-Z1-KR zo dňa 07.07.2016 </w:t>
      </w:r>
      <w:r w:rsidRPr="0031450B">
        <w:rPr>
          <w:rFonts w:ascii="Times New Roman" w:hAnsi="Times New Roman"/>
          <w:color w:val="000000" w:themeColor="text1"/>
          <w:sz w:val="24"/>
          <w:szCs w:val="24"/>
        </w:rPr>
        <w:br/>
        <w:t xml:space="preserve">a s  Technologickým </w:t>
      </w:r>
      <w:proofErr w:type="spellStart"/>
      <w:r w:rsidRPr="0031450B">
        <w:rPr>
          <w:rFonts w:ascii="Times New Roman" w:hAnsi="Times New Roman"/>
          <w:color w:val="000000" w:themeColor="text1"/>
          <w:sz w:val="24"/>
          <w:szCs w:val="24"/>
        </w:rPr>
        <w:t>reglementom</w:t>
      </w:r>
      <w:proofErr w:type="spellEnd"/>
      <w:r w:rsidRPr="0031450B">
        <w:rPr>
          <w:rFonts w:ascii="Times New Roman" w:hAnsi="Times New Roman"/>
          <w:color w:val="000000" w:themeColor="text1"/>
          <w:sz w:val="24"/>
          <w:szCs w:val="24"/>
        </w:rPr>
        <w:t xml:space="preserve"> zariadenia na  zhodnocovanie odpadov vypracovaným podľa všeobecne záväzného právneho predpisu odpadového hospodárstva</w:t>
      </w:r>
    </w:p>
    <w:p w:rsidR="0093245A" w:rsidRPr="0031450B" w:rsidRDefault="0093245A" w:rsidP="007F749E">
      <w:pPr>
        <w:spacing w:after="0"/>
        <w:rPr>
          <w:rFonts w:ascii="Times New Roman" w:hAnsi="Times New Roman"/>
          <w:color w:val="000000" w:themeColor="text1"/>
          <w:sz w:val="24"/>
          <w:szCs w:val="24"/>
        </w:rPr>
      </w:pPr>
    </w:p>
    <w:p w:rsidR="0093245A" w:rsidRPr="0031450B" w:rsidRDefault="0093245A"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564631224"/>
          <w:placeholder>
            <w:docPart w:val="34094E027C67411E8EA440EEF2B986C2"/>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4.3</w:t>
          </w:r>
          <w:r w:rsidRPr="0031450B">
            <w:rPr>
              <w:rStyle w:val="Siln"/>
              <w:rFonts w:ascii="Times New Roman" w:hAnsi="Times New Roman"/>
              <w:color w:val="000000" w:themeColor="text1"/>
              <w:sz w:val="24"/>
              <w:szCs w:val="24"/>
            </w:rPr>
            <w:t>, bod A. Podmienky prevádzkovania, časť II integrovaného povolenia:</w:t>
          </w:r>
        </w:sdtContent>
      </w:sdt>
    </w:p>
    <w:p w:rsidR="0093245A" w:rsidRPr="0031450B" w:rsidRDefault="0093245A"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4.3 Prevádzkovateľ je povinný vykonávať činnosti v prevádzke, pri ktorých dochádza alebo môže dôjsť k priamemu alebo nepriamemu vypusteniu znečisťujúcich látok do ovzdušia, iba v súlade:</w:t>
      </w:r>
    </w:p>
    <w:p w:rsidR="0093245A" w:rsidRPr="0031450B" w:rsidRDefault="0093245A" w:rsidP="007F749E">
      <w:pPr>
        <w:spacing w:after="0"/>
        <w:ind w:left="567" w:hanging="141"/>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  s platným súborom TPP a TOO evidenčné číslo: 1/STPP a TOO/2016, na zabezpečenie ochrany ovzdušia pri prevádzke zdroja znečisťovania ovzdušia „Linka na triedenie </w:t>
      </w:r>
      <w:r w:rsidRPr="0031450B">
        <w:rPr>
          <w:rFonts w:ascii="Times New Roman" w:hAnsi="Times New Roman"/>
          <w:color w:val="000000" w:themeColor="text1"/>
          <w:sz w:val="24"/>
          <w:szCs w:val="24"/>
        </w:rPr>
        <w:lastRenderedPageBreak/>
        <w:t xml:space="preserve">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vydaným zmenou integrovaného povolenia IŽP Košice rozhodnutím č. 3895-21670/2016/</w:t>
      </w:r>
      <w:proofErr w:type="spellStart"/>
      <w:r w:rsidRPr="0031450B">
        <w:rPr>
          <w:rFonts w:ascii="Times New Roman" w:hAnsi="Times New Roman"/>
          <w:color w:val="000000" w:themeColor="text1"/>
          <w:sz w:val="24"/>
          <w:szCs w:val="24"/>
        </w:rPr>
        <w:t>Ber,Wit</w:t>
      </w:r>
      <w:proofErr w:type="spellEnd"/>
      <w:r w:rsidRPr="0031450B">
        <w:rPr>
          <w:rFonts w:ascii="Times New Roman" w:hAnsi="Times New Roman"/>
          <w:color w:val="000000" w:themeColor="text1"/>
          <w:sz w:val="24"/>
          <w:szCs w:val="24"/>
        </w:rPr>
        <w:t xml:space="preserve">/755020115-Z1-KR zo dňa 07.07.2016, </w:t>
      </w:r>
    </w:p>
    <w:p w:rsidR="0093245A" w:rsidRPr="0031450B" w:rsidRDefault="0093245A" w:rsidP="007F749E">
      <w:pPr>
        <w:spacing w:after="0"/>
        <w:ind w:left="567" w:hanging="141"/>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s prevádzkovými predpismi vypracovanými v  súlade s  projektom stavby, podmienkami výrobcov zariadení a s podmienkami užívania stavby,</w:t>
      </w:r>
    </w:p>
    <w:p w:rsidR="0093245A" w:rsidRPr="0031450B" w:rsidRDefault="0093245A" w:rsidP="007F749E">
      <w:pPr>
        <w:spacing w:after="0"/>
        <w:ind w:left="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s technickými a prevádzkovými podmienkami výrobcov zariadení,</w:t>
      </w:r>
    </w:p>
    <w:p w:rsidR="0093245A" w:rsidRPr="0031450B" w:rsidRDefault="0093245A" w:rsidP="007F749E">
      <w:pPr>
        <w:spacing w:after="0"/>
        <w:ind w:left="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s projektom stavby</w:t>
      </w:r>
    </w:p>
    <w:p w:rsidR="0093245A" w:rsidRPr="0031450B" w:rsidRDefault="0093245A" w:rsidP="007F749E">
      <w:pPr>
        <w:spacing w:after="0"/>
        <w:ind w:left="426"/>
        <w:jc w:val="both"/>
        <w:rPr>
          <w:rFonts w:ascii="Times New Roman" w:hAnsi="Times New Roman"/>
          <w:color w:val="000000" w:themeColor="text1"/>
          <w:sz w:val="24"/>
          <w:szCs w:val="24"/>
        </w:rPr>
      </w:pPr>
    </w:p>
    <w:p w:rsidR="0093245A" w:rsidRPr="0031450B" w:rsidRDefault="0093245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618223366"/>
          <w:placeholder>
            <w:docPart w:val="CF744D148F2444DF9C79363DDD8661D7"/>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93245A" w:rsidRPr="0031450B" w:rsidRDefault="0093245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593164433"/>
          <w:placeholder>
            <w:docPart w:val="D70B87173FAA4F80BD401BEA981B5B33"/>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93245A" w:rsidRPr="0031450B" w:rsidRDefault="0093245A"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prevádzkoval prevádzku v súlade s platným súborom TPP a TOO evidenčné číslo: 1/STPP a TOO/2016, na zabezpečenie ochrany ovzdušia pri prevádzke zdroja znečisťovania ovzdušia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vydaným zmenou integrovaného povolenia IŽP Košice rozhodnutím č. 3895-21670/2016/</w:t>
      </w:r>
      <w:proofErr w:type="spellStart"/>
      <w:r w:rsidRPr="0031450B">
        <w:rPr>
          <w:rFonts w:ascii="Times New Roman" w:hAnsi="Times New Roman"/>
          <w:color w:val="000000" w:themeColor="text1"/>
          <w:sz w:val="24"/>
          <w:szCs w:val="24"/>
        </w:rPr>
        <w:t>Ber,Wit</w:t>
      </w:r>
      <w:proofErr w:type="spellEnd"/>
      <w:r w:rsidRPr="0031450B">
        <w:rPr>
          <w:rFonts w:ascii="Times New Roman" w:hAnsi="Times New Roman"/>
          <w:color w:val="000000" w:themeColor="text1"/>
          <w:sz w:val="24"/>
          <w:szCs w:val="24"/>
        </w:rPr>
        <w:t xml:space="preserve">/755020115-Z1-KR zo dňa 07.07.2016, </w:t>
      </w:r>
      <w:r w:rsidRPr="0031450B">
        <w:rPr>
          <w:rFonts w:ascii="Times New Roman" w:hAnsi="Times New Roman"/>
          <w:color w:val="000000" w:themeColor="text1"/>
          <w:sz w:val="24"/>
          <w:szCs w:val="24"/>
        </w:rPr>
        <w:br/>
        <w:t>s prevádzkovými predpismi vypracovanými v  súlade s  projektom stavby, podmienkami výrobcov zariadení a s podmienkami užívania stavby, s technickými a prevádzkovými podmienkami výrobcov zariadení a s  projektom stavby.</w:t>
      </w:r>
    </w:p>
    <w:p w:rsidR="0093245A" w:rsidRPr="0031450B" w:rsidRDefault="0093245A" w:rsidP="007F749E">
      <w:pPr>
        <w:spacing w:after="0"/>
        <w:jc w:val="both"/>
        <w:rPr>
          <w:rFonts w:ascii="Times New Roman" w:hAnsi="Times New Roman"/>
          <w:b/>
          <w:color w:val="000000" w:themeColor="text1"/>
          <w:sz w:val="24"/>
          <w:szCs w:val="24"/>
        </w:rPr>
      </w:pPr>
    </w:p>
    <w:p w:rsidR="0044103A" w:rsidRPr="0031450B" w:rsidRDefault="0044103A" w:rsidP="0044103A">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81211021"/>
          <w:placeholder>
            <w:docPart w:val="EFAA201BFB384188B4E3D4389B83ECF9"/>
          </w:placeholder>
        </w:sdtPr>
        <w:sdtEndPr>
          <w:rPr>
            <w:rStyle w:val="Predvolenpsmoodseku"/>
            <w:b w:val="0"/>
            <w:bCs w:val="0"/>
          </w:rPr>
        </w:sdtEndPr>
        <w:sdtContent>
          <w:r w:rsidRPr="0031450B">
            <w:rPr>
              <w:rStyle w:val="Siln"/>
              <w:rFonts w:ascii="Times New Roman" w:hAnsi="Times New Roman"/>
              <w:color w:val="000000" w:themeColor="text1"/>
              <w:sz w:val="24"/>
              <w:szCs w:val="24"/>
            </w:rPr>
            <w:t>č. 4.11, bod A. Podmienky prevádzkovania, časť II integrovaného povolenia:</w:t>
          </w:r>
        </w:sdtContent>
      </w:sdt>
    </w:p>
    <w:p w:rsidR="0044103A" w:rsidRPr="0031450B" w:rsidRDefault="0031450B" w:rsidP="0044103A">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4.11 </w:t>
      </w:r>
      <w:r w:rsidR="0044103A" w:rsidRPr="0031450B">
        <w:rPr>
          <w:rFonts w:ascii="Times New Roman" w:hAnsi="Times New Roman"/>
          <w:color w:val="000000" w:themeColor="text1"/>
          <w:sz w:val="24"/>
          <w:szCs w:val="24"/>
        </w:rPr>
        <w:t xml:space="preserve">Prevádzkovateľ je povinný do 30.11.2017 aktualizovať podľa tohto rozhodnutia </w:t>
      </w:r>
      <w:r w:rsidRPr="0031450B">
        <w:rPr>
          <w:rFonts w:ascii="Times New Roman" w:hAnsi="Times New Roman"/>
          <w:color w:val="000000" w:themeColor="text1"/>
          <w:sz w:val="24"/>
          <w:szCs w:val="24"/>
        </w:rPr>
        <w:br/>
      </w:r>
      <w:r w:rsidR="0044103A" w:rsidRPr="0031450B">
        <w:rPr>
          <w:rFonts w:ascii="Times New Roman" w:hAnsi="Times New Roman"/>
          <w:color w:val="000000" w:themeColor="text1"/>
          <w:sz w:val="24"/>
          <w:szCs w:val="24"/>
        </w:rPr>
        <w:t>a predložiť na schválenie na IŽP Košice:</w:t>
      </w:r>
    </w:p>
    <w:p w:rsidR="0044103A" w:rsidRPr="0031450B" w:rsidRDefault="0044103A" w:rsidP="0044103A">
      <w:pPr>
        <w:spacing w:after="0"/>
        <w:ind w:left="851"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ab/>
        <w:t xml:space="preserve">Prevádzkový poriadok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w:t>
      </w:r>
    </w:p>
    <w:p w:rsidR="0044103A" w:rsidRPr="0031450B" w:rsidRDefault="0044103A" w:rsidP="0044103A">
      <w:pPr>
        <w:spacing w:after="0"/>
        <w:ind w:left="851"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ab/>
        <w:t xml:space="preserve">Technologický </w:t>
      </w:r>
      <w:proofErr w:type="spellStart"/>
      <w:r w:rsidRPr="0031450B">
        <w:rPr>
          <w:rFonts w:ascii="Times New Roman" w:hAnsi="Times New Roman"/>
          <w:color w:val="000000" w:themeColor="text1"/>
          <w:sz w:val="24"/>
          <w:szCs w:val="24"/>
        </w:rPr>
        <w:t>reglement</w:t>
      </w:r>
      <w:proofErr w:type="spellEnd"/>
      <w:r w:rsidRPr="0031450B">
        <w:rPr>
          <w:rFonts w:ascii="Times New Roman" w:hAnsi="Times New Roman"/>
          <w:color w:val="000000" w:themeColor="text1"/>
          <w:sz w:val="24"/>
          <w:szCs w:val="24"/>
        </w:rPr>
        <w:t xml:space="preserve">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w:t>
      </w:r>
    </w:p>
    <w:p w:rsidR="0044103A" w:rsidRPr="0031450B" w:rsidRDefault="0044103A" w:rsidP="0044103A">
      <w:pPr>
        <w:spacing w:after="0"/>
        <w:ind w:left="851" w:hanging="426"/>
        <w:jc w:val="both"/>
        <w:rPr>
          <w:rFonts w:ascii="Times New Roman" w:hAnsi="Times New Roman"/>
          <w:color w:val="000000" w:themeColor="text1"/>
          <w:sz w:val="24"/>
          <w:szCs w:val="24"/>
        </w:rPr>
      </w:pPr>
    </w:p>
    <w:p w:rsidR="0044103A" w:rsidRPr="0031450B" w:rsidRDefault="0044103A" w:rsidP="0044103A">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686293489"/>
          <w:placeholder>
            <w:docPart w:val="628411A146EB48BF8FD43FC8557755DB"/>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Nedodržaná</w:t>
          </w:r>
        </w:sdtContent>
      </w:sdt>
    </w:p>
    <w:p w:rsidR="0044103A" w:rsidRPr="0031450B" w:rsidRDefault="0044103A" w:rsidP="0044103A">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452336157"/>
          <w:placeholder>
            <w:docPart w:val="8ECFA9BE75714C499D1D948C391F5105"/>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44103A" w:rsidRPr="0031450B" w:rsidRDefault="0044103A" w:rsidP="0044103A">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w:t>
      </w:r>
      <w:r w:rsidRPr="0031450B">
        <w:rPr>
          <w:rFonts w:ascii="Times New Roman" w:hAnsi="Times New Roman"/>
          <w:b/>
          <w:color w:val="000000" w:themeColor="text1"/>
          <w:sz w:val="24"/>
          <w:szCs w:val="24"/>
        </w:rPr>
        <w:t xml:space="preserve"> nepredložil </w:t>
      </w:r>
      <w:r w:rsidRPr="0031450B">
        <w:rPr>
          <w:rFonts w:ascii="Times New Roman" w:hAnsi="Times New Roman"/>
          <w:color w:val="000000" w:themeColor="text1"/>
          <w:sz w:val="24"/>
          <w:szCs w:val="24"/>
        </w:rPr>
        <w:t>na schválenie na IŽP Košice</w:t>
      </w:r>
      <w:r w:rsidRPr="0031450B">
        <w:rPr>
          <w:rFonts w:ascii="Times New Roman" w:hAnsi="Times New Roman"/>
          <w:b/>
          <w:color w:val="000000" w:themeColor="text1"/>
          <w:sz w:val="24"/>
          <w:szCs w:val="24"/>
        </w:rPr>
        <w:t xml:space="preserve"> </w:t>
      </w:r>
      <w:r w:rsidRPr="0031450B">
        <w:rPr>
          <w:rFonts w:ascii="Times New Roman" w:hAnsi="Times New Roman"/>
          <w:color w:val="000000" w:themeColor="text1"/>
          <w:sz w:val="24"/>
          <w:szCs w:val="24"/>
        </w:rPr>
        <w:t>do 30.11.2017 aktualizovaný</w:t>
      </w:r>
      <w:r w:rsidRPr="0031450B">
        <w:rPr>
          <w:rFonts w:ascii="Times New Roman" w:hAnsi="Times New Roman"/>
          <w:b/>
          <w:color w:val="000000" w:themeColor="text1"/>
          <w:sz w:val="24"/>
          <w:szCs w:val="24"/>
        </w:rPr>
        <w:t xml:space="preserve"> </w:t>
      </w:r>
      <w:r w:rsidRPr="0031450B">
        <w:rPr>
          <w:rFonts w:ascii="Times New Roman" w:hAnsi="Times New Roman"/>
          <w:color w:val="000000" w:themeColor="text1"/>
          <w:sz w:val="24"/>
          <w:szCs w:val="24"/>
        </w:rPr>
        <w:t xml:space="preserve">Prevádzkový poriadok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xml:space="preserve">“ a Technologický </w:t>
      </w:r>
      <w:proofErr w:type="spellStart"/>
      <w:r w:rsidRPr="0031450B">
        <w:rPr>
          <w:rFonts w:ascii="Times New Roman" w:hAnsi="Times New Roman"/>
          <w:color w:val="000000" w:themeColor="text1"/>
          <w:sz w:val="24"/>
          <w:szCs w:val="24"/>
        </w:rPr>
        <w:t>reglement</w:t>
      </w:r>
      <w:proofErr w:type="spellEnd"/>
      <w:r w:rsidRPr="0031450B">
        <w:rPr>
          <w:rFonts w:ascii="Times New Roman" w:hAnsi="Times New Roman"/>
          <w:color w:val="000000" w:themeColor="text1"/>
          <w:sz w:val="24"/>
          <w:szCs w:val="24"/>
        </w:rPr>
        <w:t xml:space="preserve"> zariadenia „Linka </w:t>
      </w:r>
      <w:r w:rsidRPr="0031450B">
        <w:rPr>
          <w:rFonts w:ascii="Times New Roman" w:hAnsi="Times New Roman"/>
          <w:color w:val="000000" w:themeColor="text1"/>
          <w:sz w:val="24"/>
          <w:szCs w:val="24"/>
        </w:rPr>
        <w:br/>
        <w:t xml:space="preserve">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xml:space="preserve">.“, </w:t>
      </w:r>
      <w:r w:rsidRPr="0031450B">
        <w:rPr>
          <w:rFonts w:ascii="Times New Roman" w:hAnsi="Times New Roman"/>
          <w:b/>
          <w:color w:val="000000" w:themeColor="text1"/>
          <w:sz w:val="24"/>
          <w:szCs w:val="24"/>
        </w:rPr>
        <w:t xml:space="preserve">čo je v rozpore s podmienkou č. A.4.11, časť II. integrovaného povolenia. </w:t>
      </w:r>
    </w:p>
    <w:p w:rsidR="0044103A" w:rsidRPr="0031450B" w:rsidRDefault="0044103A" w:rsidP="007F749E">
      <w:pPr>
        <w:spacing w:after="0"/>
        <w:jc w:val="both"/>
        <w:rPr>
          <w:rFonts w:ascii="Times New Roman" w:hAnsi="Times New Roman"/>
          <w:b/>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846089250"/>
          <w:placeholder>
            <w:docPart w:val="D194449C151040FBB36A451CFA87E2C9"/>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5.4</w:t>
          </w:r>
          <w:r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8D0F71"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5.4  Prevádzkovateľ je povinný zabezpečiť vykonanie skúšky tesnosti nádrží, záchytných vaní, havarijných vaní, potrubných rozvodov pred ich uvedením do prevádzky, každých päť rokov od vykonania prvej úspešnej skúšky, po ich rekonštrukcii alebo oprave, pri ich uvedení do prevádzky po odstávke dlhšej ako jeden rok odborne spôsobilou osobou </w:t>
      </w:r>
      <w:r w:rsidR="0075221A"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t>s certifikátom na kvalifikáciu na nedeštruktívne skúšanie.</w:t>
      </w:r>
    </w:p>
    <w:p w:rsidR="000A1909" w:rsidRPr="0031450B" w:rsidRDefault="000A1909" w:rsidP="007F749E">
      <w:pPr>
        <w:spacing w:after="0"/>
        <w:ind w:left="426" w:hanging="426"/>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lastRenderedPageBreak/>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181558099"/>
          <w:placeholder>
            <w:docPart w:val="4536C9FC1C38411286A453A321ABB9B6"/>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508500192"/>
          <w:placeholder>
            <w:docPart w:val="E0F4504072DB4AFBBCB7A11701296394"/>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3F2EDA"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predloži</w:t>
      </w:r>
      <w:r w:rsidR="007D7A12" w:rsidRPr="0031450B">
        <w:rPr>
          <w:rFonts w:ascii="Times New Roman" w:hAnsi="Times New Roman"/>
          <w:color w:val="000000" w:themeColor="text1"/>
          <w:sz w:val="24"/>
          <w:szCs w:val="24"/>
        </w:rPr>
        <w:t>l</w:t>
      </w:r>
      <w:r w:rsidR="004C56AF">
        <w:rPr>
          <w:rFonts w:ascii="Times New Roman" w:hAnsi="Times New Roman"/>
          <w:color w:val="000000" w:themeColor="text1"/>
          <w:sz w:val="24"/>
          <w:szCs w:val="24"/>
        </w:rPr>
        <w:t xml:space="preserve"> protokoly o skúškach tesnosti:</w:t>
      </w:r>
    </w:p>
    <w:p w:rsidR="007D7A12" w:rsidRPr="0031450B" w:rsidRDefault="007D7A12"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1. Protokol o skúške tesnosti č. 2/029.1-N/</w:t>
      </w:r>
      <w:proofErr w:type="spellStart"/>
      <w:r w:rsidRPr="0031450B">
        <w:rPr>
          <w:rFonts w:ascii="Times New Roman" w:hAnsi="Times New Roman"/>
          <w:color w:val="000000" w:themeColor="text1"/>
          <w:sz w:val="24"/>
          <w:szCs w:val="24"/>
        </w:rPr>
        <w:t>ŠCh</w:t>
      </w:r>
      <w:proofErr w:type="spellEnd"/>
      <w:r w:rsidRPr="0031450B">
        <w:rPr>
          <w:rFonts w:ascii="Times New Roman" w:hAnsi="Times New Roman"/>
          <w:color w:val="000000" w:themeColor="text1"/>
          <w:sz w:val="24"/>
          <w:szCs w:val="24"/>
        </w:rPr>
        <w:t xml:space="preserve">/2016 pre zásobník </w:t>
      </w:r>
      <w:proofErr w:type="spellStart"/>
      <w:r w:rsidRPr="0031450B">
        <w:rPr>
          <w:rFonts w:ascii="Times New Roman" w:hAnsi="Times New Roman"/>
          <w:color w:val="000000" w:themeColor="text1"/>
          <w:sz w:val="24"/>
          <w:szCs w:val="24"/>
        </w:rPr>
        <w:t>AdBlue</w:t>
      </w:r>
      <w:proofErr w:type="spellEnd"/>
      <w:r w:rsidRPr="0031450B">
        <w:rPr>
          <w:rFonts w:ascii="Times New Roman" w:hAnsi="Times New Roman"/>
          <w:color w:val="000000" w:themeColor="text1"/>
          <w:sz w:val="24"/>
          <w:szCs w:val="24"/>
        </w:rPr>
        <w:t xml:space="preserve"> 2500 s objemom </w:t>
      </w:r>
      <w:r w:rsidRPr="0031450B">
        <w:rPr>
          <w:rFonts w:ascii="Times New Roman" w:hAnsi="Times New Roman"/>
          <w:color w:val="000000" w:themeColor="text1"/>
          <w:sz w:val="24"/>
          <w:szCs w:val="24"/>
        </w:rPr>
        <w:br/>
        <w:t>2,5 m</w:t>
      </w:r>
      <w:r w:rsidRPr="0031450B">
        <w:rPr>
          <w:rFonts w:ascii="Times New Roman" w:hAnsi="Times New Roman"/>
          <w:color w:val="000000" w:themeColor="text1"/>
          <w:sz w:val="24"/>
          <w:szCs w:val="24"/>
          <w:vertAlign w:val="superscript"/>
        </w:rPr>
        <w:t>3</w:t>
      </w:r>
      <w:r w:rsidRPr="0031450B">
        <w:rPr>
          <w:rFonts w:ascii="Times New Roman" w:hAnsi="Times New Roman"/>
          <w:color w:val="000000" w:themeColor="text1"/>
          <w:sz w:val="24"/>
          <w:szCs w:val="24"/>
        </w:rPr>
        <w:t xml:space="preserve"> zo dňa 28.05.2016, zo skúšky vykonanej dňa 27.05.2016.</w:t>
      </w:r>
    </w:p>
    <w:p w:rsidR="003F2EDA" w:rsidRPr="0031450B" w:rsidRDefault="007E7001"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2. Protokol o skúške tesnosti č. 2/030.1-N/</w:t>
      </w:r>
      <w:proofErr w:type="spellStart"/>
      <w:r w:rsidRPr="0031450B">
        <w:rPr>
          <w:rFonts w:ascii="Times New Roman" w:hAnsi="Times New Roman"/>
          <w:color w:val="000000" w:themeColor="text1"/>
          <w:sz w:val="24"/>
          <w:szCs w:val="24"/>
        </w:rPr>
        <w:t>ŠCh</w:t>
      </w:r>
      <w:proofErr w:type="spellEnd"/>
      <w:r w:rsidRPr="0031450B">
        <w:rPr>
          <w:rFonts w:ascii="Times New Roman" w:hAnsi="Times New Roman"/>
          <w:color w:val="000000" w:themeColor="text1"/>
          <w:sz w:val="24"/>
          <w:szCs w:val="24"/>
        </w:rPr>
        <w:t>/2016 pre zásobník motorovej nafty s objemom 15 m</w:t>
      </w:r>
      <w:r w:rsidRPr="0031450B">
        <w:rPr>
          <w:rFonts w:ascii="Times New Roman" w:hAnsi="Times New Roman"/>
          <w:color w:val="000000" w:themeColor="text1"/>
          <w:sz w:val="24"/>
          <w:szCs w:val="24"/>
          <w:vertAlign w:val="superscript"/>
        </w:rPr>
        <w:t>3</w:t>
      </w:r>
      <w:r w:rsidRPr="0031450B">
        <w:rPr>
          <w:rFonts w:ascii="Times New Roman" w:hAnsi="Times New Roman"/>
          <w:color w:val="000000" w:themeColor="text1"/>
          <w:sz w:val="24"/>
          <w:szCs w:val="24"/>
        </w:rPr>
        <w:t xml:space="preserve"> zo dňa 31.05.2016, zo skúšky vykonanej dňa 30.05.2016.</w:t>
      </w:r>
    </w:p>
    <w:p w:rsidR="007E7001" w:rsidRPr="0031450B" w:rsidRDefault="007E7001"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3. Protokol o skúške </w:t>
      </w:r>
      <w:r w:rsidR="00984667" w:rsidRPr="0031450B">
        <w:rPr>
          <w:rFonts w:ascii="Times New Roman" w:hAnsi="Times New Roman"/>
          <w:color w:val="000000" w:themeColor="text1"/>
          <w:sz w:val="24"/>
          <w:szCs w:val="24"/>
        </w:rPr>
        <w:t>tesnosti č. 2/030.2</w:t>
      </w:r>
      <w:r w:rsidRPr="0031450B">
        <w:rPr>
          <w:rFonts w:ascii="Times New Roman" w:hAnsi="Times New Roman"/>
          <w:color w:val="000000" w:themeColor="text1"/>
          <w:sz w:val="24"/>
          <w:szCs w:val="24"/>
        </w:rPr>
        <w:t>-N/</w:t>
      </w:r>
      <w:proofErr w:type="spellStart"/>
      <w:r w:rsidRPr="0031450B">
        <w:rPr>
          <w:rFonts w:ascii="Times New Roman" w:hAnsi="Times New Roman"/>
          <w:color w:val="000000" w:themeColor="text1"/>
          <w:sz w:val="24"/>
          <w:szCs w:val="24"/>
        </w:rPr>
        <w:t>ŠCh</w:t>
      </w:r>
      <w:proofErr w:type="spellEnd"/>
      <w:r w:rsidRPr="0031450B">
        <w:rPr>
          <w:rFonts w:ascii="Times New Roman" w:hAnsi="Times New Roman"/>
          <w:color w:val="000000" w:themeColor="text1"/>
          <w:sz w:val="24"/>
          <w:szCs w:val="24"/>
        </w:rPr>
        <w:t>/2016 pre zásobník motorovej nafty s objemom 15 m</w:t>
      </w:r>
      <w:r w:rsidRPr="0031450B">
        <w:rPr>
          <w:rFonts w:ascii="Times New Roman" w:hAnsi="Times New Roman"/>
          <w:color w:val="000000" w:themeColor="text1"/>
          <w:sz w:val="24"/>
          <w:szCs w:val="24"/>
          <w:vertAlign w:val="superscript"/>
        </w:rPr>
        <w:t>3</w:t>
      </w:r>
      <w:r w:rsidRPr="0031450B">
        <w:rPr>
          <w:rFonts w:ascii="Times New Roman" w:hAnsi="Times New Roman"/>
          <w:color w:val="000000" w:themeColor="text1"/>
          <w:sz w:val="24"/>
          <w:szCs w:val="24"/>
        </w:rPr>
        <w:t xml:space="preserve"> zo dňa 31.05.2016, zo skúšky vykonanej dňa 30.05.2016.</w:t>
      </w:r>
    </w:p>
    <w:p w:rsidR="00984667" w:rsidRPr="0031450B" w:rsidRDefault="00984667"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4. Protokol o skúške tesnosti č. 2/028.1-N/</w:t>
      </w:r>
      <w:proofErr w:type="spellStart"/>
      <w:r w:rsidRPr="0031450B">
        <w:rPr>
          <w:rFonts w:ascii="Times New Roman" w:hAnsi="Times New Roman"/>
          <w:color w:val="000000" w:themeColor="text1"/>
          <w:sz w:val="24"/>
          <w:szCs w:val="24"/>
        </w:rPr>
        <w:t>ŠCh</w:t>
      </w:r>
      <w:proofErr w:type="spellEnd"/>
      <w:r w:rsidRPr="0031450B">
        <w:rPr>
          <w:rFonts w:ascii="Times New Roman" w:hAnsi="Times New Roman"/>
          <w:color w:val="000000" w:themeColor="text1"/>
          <w:sz w:val="24"/>
          <w:szCs w:val="24"/>
        </w:rPr>
        <w:t>/2016 pre ZV-01 záchytnú vaňu 1000 L s roštom s objemom 1,035 m</w:t>
      </w:r>
      <w:r w:rsidRPr="0031450B">
        <w:rPr>
          <w:rFonts w:ascii="Times New Roman" w:hAnsi="Times New Roman"/>
          <w:color w:val="000000" w:themeColor="text1"/>
          <w:sz w:val="24"/>
          <w:szCs w:val="24"/>
          <w:vertAlign w:val="superscript"/>
        </w:rPr>
        <w:t>3</w:t>
      </w:r>
      <w:r w:rsidRPr="0031450B">
        <w:rPr>
          <w:rFonts w:ascii="Times New Roman" w:hAnsi="Times New Roman"/>
          <w:color w:val="000000" w:themeColor="text1"/>
          <w:sz w:val="24"/>
          <w:szCs w:val="24"/>
        </w:rPr>
        <w:t xml:space="preserve"> zo dňa 28.05.2016, zo skúšky vykonanej dňa 27.05.2016.</w:t>
      </w:r>
    </w:p>
    <w:p w:rsidR="00984667" w:rsidRPr="0031450B" w:rsidRDefault="00984667"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5. Protokol o skúške tesnosti č. 2/028.3-N/</w:t>
      </w:r>
      <w:proofErr w:type="spellStart"/>
      <w:r w:rsidRPr="0031450B">
        <w:rPr>
          <w:rFonts w:ascii="Times New Roman" w:hAnsi="Times New Roman"/>
          <w:color w:val="000000" w:themeColor="text1"/>
          <w:sz w:val="24"/>
          <w:szCs w:val="24"/>
        </w:rPr>
        <w:t>ŠCh</w:t>
      </w:r>
      <w:proofErr w:type="spellEnd"/>
      <w:r w:rsidRPr="0031450B">
        <w:rPr>
          <w:rFonts w:ascii="Times New Roman" w:hAnsi="Times New Roman"/>
          <w:color w:val="000000" w:themeColor="text1"/>
          <w:sz w:val="24"/>
          <w:szCs w:val="24"/>
        </w:rPr>
        <w:t>/2016 pre ZV-03 záchytnú vaňu s roštom EKO SKLAD s objemom 1,874 m</w:t>
      </w:r>
      <w:r w:rsidRPr="0031450B">
        <w:rPr>
          <w:rFonts w:ascii="Times New Roman" w:hAnsi="Times New Roman"/>
          <w:color w:val="000000" w:themeColor="text1"/>
          <w:sz w:val="24"/>
          <w:szCs w:val="24"/>
          <w:vertAlign w:val="superscript"/>
        </w:rPr>
        <w:t>3</w:t>
      </w:r>
      <w:r w:rsidRPr="0031450B">
        <w:rPr>
          <w:rFonts w:ascii="Times New Roman" w:hAnsi="Times New Roman"/>
          <w:color w:val="000000" w:themeColor="text1"/>
          <w:sz w:val="24"/>
          <w:szCs w:val="24"/>
        </w:rPr>
        <w:t xml:space="preserve"> zo dňa 31.05.2016, zo skúšky vykonanej dňa 30.05.2016.</w:t>
      </w:r>
    </w:p>
    <w:p w:rsidR="00984667" w:rsidRPr="0031450B" w:rsidRDefault="00984667" w:rsidP="007F749E">
      <w:pPr>
        <w:spacing w:after="0"/>
        <w:ind w:left="284" w:hanging="284"/>
        <w:jc w:val="both"/>
        <w:rPr>
          <w:rFonts w:ascii="Times New Roman" w:hAnsi="Times New Roman"/>
          <w:color w:val="000000" w:themeColor="text1"/>
          <w:sz w:val="24"/>
          <w:szCs w:val="24"/>
        </w:rPr>
      </w:pPr>
    </w:p>
    <w:p w:rsidR="00434089" w:rsidRPr="0031450B" w:rsidRDefault="0043408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Skúšky tesností vykonal a protokoly vystavil Štefan </w:t>
      </w:r>
      <w:proofErr w:type="spellStart"/>
      <w:r w:rsidRPr="0031450B">
        <w:rPr>
          <w:rFonts w:ascii="Times New Roman" w:hAnsi="Times New Roman"/>
          <w:color w:val="000000" w:themeColor="text1"/>
          <w:sz w:val="24"/>
          <w:szCs w:val="24"/>
        </w:rPr>
        <w:t>Chochoľak</w:t>
      </w:r>
      <w:proofErr w:type="spellEnd"/>
      <w:r w:rsidRPr="0031450B">
        <w:rPr>
          <w:rFonts w:ascii="Times New Roman" w:hAnsi="Times New Roman"/>
          <w:color w:val="000000" w:themeColor="text1"/>
          <w:sz w:val="24"/>
          <w:szCs w:val="24"/>
        </w:rPr>
        <w:t xml:space="preserve"> – samostatný </w:t>
      </w:r>
      <w:proofErr w:type="spellStart"/>
      <w:r w:rsidRPr="0031450B">
        <w:rPr>
          <w:rFonts w:ascii="Times New Roman" w:hAnsi="Times New Roman"/>
          <w:color w:val="000000" w:themeColor="text1"/>
          <w:sz w:val="24"/>
          <w:szCs w:val="24"/>
        </w:rPr>
        <w:t>defektoskopický</w:t>
      </w:r>
      <w:proofErr w:type="spellEnd"/>
      <w:r w:rsidRPr="0031450B">
        <w:rPr>
          <w:rFonts w:ascii="Times New Roman" w:hAnsi="Times New Roman"/>
          <w:color w:val="000000" w:themeColor="text1"/>
          <w:sz w:val="24"/>
          <w:szCs w:val="24"/>
        </w:rPr>
        <w:t xml:space="preserve"> pracovník NDT, č. certifikátu: 37/13/III, zo spoločnosti CHMS, s. r. o. SNINA, Komenského 2888/11, 069 01 Snina.</w:t>
      </w:r>
    </w:p>
    <w:p w:rsidR="00434089" w:rsidRPr="0031450B" w:rsidRDefault="00434089" w:rsidP="007F749E">
      <w:pPr>
        <w:spacing w:after="0"/>
        <w:jc w:val="both"/>
        <w:rPr>
          <w:rFonts w:ascii="Times New Roman" w:hAnsi="Times New Roman"/>
          <w:color w:val="000000" w:themeColor="text1"/>
          <w:sz w:val="24"/>
          <w:szCs w:val="24"/>
        </w:rPr>
      </w:pPr>
    </w:p>
    <w:p w:rsidR="006F33C1" w:rsidRPr="0031450B" w:rsidRDefault="006F33C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Výsledkom protokolov je:</w:t>
      </w:r>
      <w:r w:rsidRPr="0031450B">
        <w:rPr>
          <w:rFonts w:ascii="Times New Roman" w:hAnsi="Times New Roman"/>
          <w:b/>
          <w:color w:val="000000" w:themeColor="text1"/>
          <w:sz w:val="24"/>
          <w:szCs w:val="24"/>
        </w:rPr>
        <w:t xml:space="preserve"> tesnostná skúška vnútorného povrchu nádrže a kontrolných zvarov – vyhovela.</w:t>
      </w:r>
    </w:p>
    <w:p w:rsidR="006F33C1" w:rsidRPr="0031450B" w:rsidRDefault="006F33C1" w:rsidP="007F749E">
      <w:pPr>
        <w:spacing w:after="0"/>
        <w:jc w:val="both"/>
        <w:rPr>
          <w:rFonts w:ascii="Times New Roman" w:hAnsi="Times New Roman"/>
          <w:color w:val="000000" w:themeColor="text1"/>
          <w:sz w:val="24"/>
          <w:szCs w:val="24"/>
        </w:rPr>
      </w:pPr>
    </w:p>
    <w:p w:rsidR="00434089" w:rsidRPr="0031450B" w:rsidRDefault="00434089"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6. </w:t>
      </w:r>
      <w:r w:rsidR="00565B9D" w:rsidRPr="0031450B">
        <w:rPr>
          <w:rFonts w:ascii="Times New Roman" w:hAnsi="Times New Roman"/>
          <w:color w:val="000000" w:themeColor="text1"/>
          <w:sz w:val="24"/>
          <w:szCs w:val="24"/>
        </w:rPr>
        <w:t>Protokol č. 2016-RO/P 183 2 o vykonanej skúške vodotesnosti kanalizačných jám, nádrží a záchytných vaní pre nádrž na ORO s objemom 6,75 m</w:t>
      </w:r>
      <w:r w:rsidR="00565B9D" w:rsidRPr="0031450B">
        <w:rPr>
          <w:rFonts w:ascii="Times New Roman" w:hAnsi="Times New Roman"/>
          <w:color w:val="000000" w:themeColor="text1"/>
          <w:sz w:val="24"/>
          <w:szCs w:val="24"/>
          <w:vertAlign w:val="superscript"/>
        </w:rPr>
        <w:t>3</w:t>
      </w:r>
      <w:r w:rsidR="00565B9D" w:rsidRPr="0031450B">
        <w:rPr>
          <w:rFonts w:ascii="Times New Roman" w:hAnsi="Times New Roman"/>
          <w:color w:val="000000" w:themeColor="text1"/>
          <w:sz w:val="24"/>
          <w:szCs w:val="24"/>
        </w:rPr>
        <w:t xml:space="preserve"> zo dňa 15.12.2016, zo skúšky vykonanej dňa 08.12.2016.</w:t>
      </w:r>
    </w:p>
    <w:p w:rsidR="00565B9D" w:rsidRPr="0031450B" w:rsidRDefault="00565B9D"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7.</w:t>
      </w:r>
      <w:r w:rsidR="006F33C1" w:rsidRPr="0031450B">
        <w:rPr>
          <w:rFonts w:ascii="Times New Roman" w:hAnsi="Times New Roman"/>
          <w:color w:val="000000" w:themeColor="text1"/>
          <w:sz w:val="24"/>
          <w:szCs w:val="24"/>
        </w:rPr>
        <w:t xml:space="preserve"> Protokol č. 2016-RO/P 183 3 o vykonanej skúške vodotesnosti kanalizačných jám, nádrží a záchytných vaní pre záchytnú nádrž s objemom 0,19 m</w:t>
      </w:r>
      <w:r w:rsidR="006F33C1" w:rsidRPr="0031450B">
        <w:rPr>
          <w:rFonts w:ascii="Times New Roman" w:hAnsi="Times New Roman"/>
          <w:color w:val="000000" w:themeColor="text1"/>
          <w:sz w:val="24"/>
          <w:szCs w:val="24"/>
          <w:vertAlign w:val="superscript"/>
        </w:rPr>
        <w:t>3</w:t>
      </w:r>
      <w:r w:rsidR="006F33C1" w:rsidRPr="0031450B">
        <w:rPr>
          <w:rFonts w:ascii="Times New Roman" w:hAnsi="Times New Roman"/>
          <w:color w:val="000000" w:themeColor="text1"/>
          <w:sz w:val="24"/>
          <w:szCs w:val="24"/>
        </w:rPr>
        <w:t xml:space="preserve"> zo dňa 15.12.2016, zo skúšky vykonanej dňa 08.12.2016.</w:t>
      </w:r>
    </w:p>
    <w:p w:rsidR="006F33C1" w:rsidRPr="0031450B" w:rsidRDefault="006F33C1" w:rsidP="007F749E">
      <w:pPr>
        <w:spacing w:after="0"/>
        <w:ind w:left="284" w:hanging="284"/>
        <w:jc w:val="both"/>
        <w:rPr>
          <w:rFonts w:ascii="Times New Roman" w:hAnsi="Times New Roman"/>
          <w:color w:val="000000" w:themeColor="text1"/>
          <w:sz w:val="24"/>
          <w:szCs w:val="24"/>
        </w:rPr>
      </w:pPr>
    </w:p>
    <w:p w:rsidR="006F33C1" w:rsidRPr="0031450B" w:rsidRDefault="006F33C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Skúšky tesností vykonal a protokoly vystavil </w:t>
      </w:r>
      <w:proofErr w:type="spellStart"/>
      <w:r w:rsidRPr="0031450B">
        <w:rPr>
          <w:rFonts w:ascii="Times New Roman" w:hAnsi="Times New Roman"/>
          <w:color w:val="000000" w:themeColor="text1"/>
          <w:sz w:val="24"/>
          <w:szCs w:val="24"/>
        </w:rPr>
        <w:t>Zdeněk</w:t>
      </w:r>
      <w:proofErr w:type="spellEnd"/>
      <w:r w:rsidRPr="0031450B">
        <w:rPr>
          <w:rFonts w:ascii="Times New Roman" w:hAnsi="Times New Roman"/>
          <w:color w:val="000000" w:themeColor="text1"/>
          <w:sz w:val="24"/>
          <w:szCs w:val="24"/>
        </w:rPr>
        <w:t xml:space="preserve"> </w:t>
      </w:r>
      <w:proofErr w:type="spellStart"/>
      <w:r w:rsidRPr="0031450B">
        <w:rPr>
          <w:rFonts w:ascii="Times New Roman" w:hAnsi="Times New Roman"/>
          <w:color w:val="000000" w:themeColor="text1"/>
          <w:sz w:val="24"/>
          <w:szCs w:val="24"/>
        </w:rPr>
        <w:t>Jurenka</w:t>
      </w:r>
      <w:proofErr w:type="spellEnd"/>
      <w:r w:rsidRPr="0031450B">
        <w:rPr>
          <w:rFonts w:ascii="Times New Roman" w:hAnsi="Times New Roman"/>
          <w:color w:val="000000" w:themeColor="text1"/>
          <w:sz w:val="24"/>
          <w:szCs w:val="24"/>
        </w:rPr>
        <w:t xml:space="preserve">, č. certifikátu: No 0281/LT 2/AB/, No 028/VT 2, zo spoločnosti ROPEKO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Magnezitárska 9, 040 13 Košice.</w:t>
      </w:r>
    </w:p>
    <w:p w:rsidR="006F33C1" w:rsidRPr="0031450B" w:rsidRDefault="006F33C1" w:rsidP="007F749E">
      <w:pPr>
        <w:spacing w:after="0"/>
        <w:jc w:val="both"/>
        <w:rPr>
          <w:rFonts w:ascii="Times New Roman" w:hAnsi="Times New Roman"/>
          <w:color w:val="000000" w:themeColor="text1"/>
          <w:sz w:val="24"/>
          <w:szCs w:val="24"/>
        </w:rPr>
      </w:pPr>
    </w:p>
    <w:p w:rsidR="006F33C1" w:rsidRPr="0031450B" w:rsidRDefault="006F33C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Výsledkom protokolov je: </w:t>
      </w:r>
      <w:r w:rsidRPr="0031450B">
        <w:rPr>
          <w:rFonts w:ascii="Times New Roman" w:hAnsi="Times New Roman"/>
          <w:b/>
          <w:color w:val="000000" w:themeColor="text1"/>
          <w:sz w:val="24"/>
          <w:szCs w:val="24"/>
        </w:rPr>
        <w:t>vyhovuje podmienkam tesnosti.</w:t>
      </w:r>
      <w:r w:rsidRPr="0031450B">
        <w:rPr>
          <w:rFonts w:ascii="Times New Roman" w:hAnsi="Times New Roman"/>
          <w:color w:val="000000" w:themeColor="text1"/>
          <w:sz w:val="24"/>
          <w:szCs w:val="24"/>
        </w:rPr>
        <w:t xml:space="preserve"> </w:t>
      </w:r>
    </w:p>
    <w:p w:rsidR="006F33C1" w:rsidRPr="0031450B" w:rsidRDefault="006F33C1" w:rsidP="007F749E">
      <w:pPr>
        <w:spacing w:after="0"/>
        <w:jc w:val="both"/>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963729094"/>
          <w:placeholder>
            <w:docPart w:val="3B63FA0CA0AC4E6FADB2DCEAB9609193"/>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5.6</w:t>
          </w:r>
          <w:r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335298"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5.6</w:t>
      </w:r>
      <w:r w:rsidR="00C35F21"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Skladovacie nádrže na znečisťujúce látky musia byť vybavené zariadením na meranie výšky hladiny.</w:t>
      </w:r>
    </w:p>
    <w:p w:rsidR="000A1909" w:rsidRPr="0031450B" w:rsidRDefault="000A1909" w:rsidP="007F749E">
      <w:pPr>
        <w:spacing w:after="0"/>
        <w:ind w:left="426" w:hanging="426"/>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306283845"/>
          <w:placeholder>
            <w:docPart w:val="88303492A7D94205B18A73493F6E3BF5"/>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42799579"/>
          <w:placeholder>
            <w:docPart w:val="B321E9723F6A4301B4BCBAC79547D776"/>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6F33C1" w:rsidRPr="0031450B" w:rsidRDefault="006F33C1" w:rsidP="00FD5C46">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Všetky skladovacie nádrže na znečisťujúce látky boli vybavené zariadením na meranie výšky hladiny.</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lastRenderedPageBreak/>
        <w:t xml:space="preserve">Podmienka </w:t>
      </w:r>
      <w:sdt>
        <w:sdtPr>
          <w:rPr>
            <w:rStyle w:val="Siln"/>
            <w:rFonts w:ascii="Times New Roman" w:hAnsi="Times New Roman"/>
            <w:color w:val="000000" w:themeColor="text1"/>
            <w:sz w:val="24"/>
            <w:szCs w:val="24"/>
          </w:rPr>
          <w:id w:val="514502155"/>
          <w:placeholder>
            <w:docPart w:val="D2A26DBAF2FB4539B7873FD2E5CBF18E"/>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5.7</w:t>
          </w:r>
          <w:r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C35F21"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5.7  Prevádzkovateľ je povinný viesť záznamy o skúškach nepriepustnosti, prevádzke, údržbe,  opravách a kontrolách.</w:t>
      </w:r>
    </w:p>
    <w:p w:rsidR="00C35F21" w:rsidRPr="0031450B" w:rsidRDefault="00C35F21" w:rsidP="007F749E">
      <w:pPr>
        <w:spacing w:after="0"/>
        <w:ind w:left="426" w:hanging="426"/>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383137325"/>
          <w:placeholder>
            <w:docPart w:val="B0F29654FD324624B7CE351B96F03D9D"/>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362937150"/>
          <w:placeholder>
            <w:docPart w:val="F9EFE1E06D5A4D7DB301B4363120AF26"/>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C35F21" w:rsidRPr="0031450B" w:rsidRDefault="00C35F2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viedol záznamy o skúškach nepriepustnosti, prevádzke, údržbe, opravách </w:t>
      </w:r>
      <w:r w:rsidR="00AC4A52"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t>a kontrolách.</w:t>
      </w:r>
    </w:p>
    <w:p w:rsidR="00A90850" w:rsidRPr="0031450B" w:rsidRDefault="00A90850" w:rsidP="007F749E">
      <w:pPr>
        <w:spacing w:after="0"/>
        <w:rPr>
          <w:rFonts w:ascii="Times New Roman" w:hAnsi="Times New Roman"/>
          <w:color w:val="000000" w:themeColor="text1"/>
          <w:sz w:val="24"/>
          <w:szCs w:val="24"/>
        </w:rPr>
      </w:pPr>
    </w:p>
    <w:p w:rsidR="00AC4D2D" w:rsidRPr="0031450B" w:rsidRDefault="00AC4D2D"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209199732"/>
          <w:placeholder>
            <w:docPart w:val="8438C84646B04DD99278F5B1F0CD40CE"/>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5.8</w:t>
          </w:r>
          <w:r w:rsidRPr="0031450B">
            <w:rPr>
              <w:rStyle w:val="Siln"/>
              <w:rFonts w:ascii="Times New Roman" w:hAnsi="Times New Roman"/>
              <w:color w:val="000000" w:themeColor="text1"/>
              <w:sz w:val="24"/>
              <w:szCs w:val="24"/>
            </w:rPr>
            <w:t>, bod A. Podmienky prevádzkovania, časť II integrovaného povolenia:</w:t>
          </w:r>
        </w:sdtContent>
      </w:sdt>
    </w:p>
    <w:p w:rsidR="00AC4D2D" w:rsidRPr="0031450B" w:rsidRDefault="00AC4D2D"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5.8 Prevádzkovateľ je povinný mať vypracovaný a schválený prevádzkový poriadok, plán údržby a opráv a plán kontrol pre všetky zariadenia a stavby, v ktorých sa zaobchádza </w:t>
      </w:r>
      <w:r w:rsidRPr="0031450B">
        <w:rPr>
          <w:rFonts w:ascii="Times New Roman" w:hAnsi="Times New Roman"/>
          <w:color w:val="000000" w:themeColor="text1"/>
          <w:sz w:val="24"/>
          <w:szCs w:val="24"/>
        </w:rPr>
        <w:br/>
        <w:t xml:space="preserve">so znečisťujúcimi látkami. Prevádzkovateľ je povinný zabezpečiť, aby obsluha stavieb </w:t>
      </w:r>
      <w:r w:rsidRPr="0031450B">
        <w:rPr>
          <w:rFonts w:ascii="Times New Roman" w:hAnsi="Times New Roman"/>
          <w:color w:val="000000" w:themeColor="text1"/>
          <w:sz w:val="24"/>
          <w:szCs w:val="24"/>
        </w:rPr>
        <w:br/>
        <w:t>a zariadení bola pravidelne oboznámená s prevádzkovým poriadkom v súlade s osobitným predpisom bezpečnosti práce a ochrane zdravia pri práci.</w:t>
      </w:r>
    </w:p>
    <w:p w:rsidR="00AC4D2D" w:rsidRPr="0031450B" w:rsidRDefault="00AC4D2D" w:rsidP="007F749E">
      <w:pPr>
        <w:spacing w:after="0"/>
        <w:ind w:left="426" w:hanging="426"/>
        <w:jc w:val="both"/>
        <w:rPr>
          <w:rFonts w:ascii="Times New Roman" w:hAnsi="Times New Roman"/>
          <w:color w:val="000000" w:themeColor="text1"/>
          <w:sz w:val="24"/>
          <w:szCs w:val="24"/>
        </w:rPr>
      </w:pPr>
    </w:p>
    <w:p w:rsidR="00AC4D2D" w:rsidRPr="0031450B" w:rsidRDefault="00AC4D2D"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075045816"/>
          <w:placeholder>
            <w:docPart w:val="7773F8462F654CB3B2CAD4AAD05DA072"/>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C4D2D" w:rsidRPr="0031450B" w:rsidRDefault="00AC4D2D"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698775847"/>
          <w:placeholder>
            <w:docPart w:val="F74E8F7180B24EB7AD117E83DCD27A78"/>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C4D2D" w:rsidRPr="0031450B" w:rsidRDefault="00F603B9"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mal vypracovaný a schválený prevádzkový poriadok, plán údržby a opráv </w:t>
      </w:r>
      <w:r w:rsidRPr="0031450B">
        <w:rPr>
          <w:rFonts w:ascii="Times New Roman" w:hAnsi="Times New Roman"/>
          <w:color w:val="000000" w:themeColor="text1"/>
          <w:sz w:val="24"/>
          <w:szCs w:val="24"/>
        </w:rPr>
        <w:br/>
        <w:t xml:space="preserve">a plán kontrol pre všetky zariadenia a stavby, v ktorých sa zaobchádza so znečisťujúcimi látkami. </w:t>
      </w:r>
      <w:r w:rsidRPr="0031450B">
        <w:rPr>
          <w:rFonts w:ascii="Times New Roman" w:hAnsi="Times New Roman"/>
          <w:color w:val="000000" w:themeColor="text1"/>
          <w:sz w:val="24"/>
          <w:szCs w:val="24"/>
        </w:rPr>
        <w:br/>
        <w:t>Prevádzkovateľ zabezpečil oboznámenie obsluhy stavieb a zariadení s prevádzkovým poriadkom v súlade s osobitným predpisom bezpečnosti práce a ochrane zdravia pri práci. Posledné oboznámenie bolo vykonané dňa 17.03.2018, ktoré vykonal Ing. Marek Haburaj, manažér pre BOZP.</w:t>
      </w:r>
    </w:p>
    <w:p w:rsidR="00F603B9" w:rsidRPr="0031450B" w:rsidRDefault="00F603B9"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723371404"/>
          <w:placeholder>
            <w:docPart w:val="5E76B5973F044F37AF4A6FF5D644C293"/>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5.14</w:t>
          </w:r>
          <w:r w:rsidRPr="0031450B">
            <w:rPr>
              <w:rStyle w:val="Siln"/>
              <w:rFonts w:ascii="Times New Roman" w:hAnsi="Times New Roman"/>
              <w:color w:val="000000" w:themeColor="text1"/>
              <w:sz w:val="24"/>
              <w:szCs w:val="24"/>
            </w:rPr>
            <w:t>, bod A. Podmienky prevádzkovania, časť II integrovaného povolenia:</w:t>
          </w:r>
        </w:sdtContent>
      </w:sdt>
    </w:p>
    <w:p w:rsidR="00A90850" w:rsidRPr="0031450B" w:rsidRDefault="00AC4D2D" w:rsidP="007F749E">
      <w:pPr>
        <w:spacing w:after="0"/>
        <w:ind w:left="567" w:hanging="567"/>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5.14 Všetky nádrže a obaly musia byť odolné voči škodlivým látkam, ktoré sú v nich uskladnené.</w:t>
      </w:r>
    </w:p>
    <w:p w:rsidR="00C31A0D" w:rsidRPr="0031450B" w:rsidRDefault="00C31A0D" w:rsidP="007F749E">
      <w:pPr>
        <w:spacing w:after="0"/>
        <w:ind w:left="567" w:hanging="567"/>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032414032"/>
          <w:placeholder>
            <w:docPart w:val="CCD2E77D097248ABA461C8B90D3185C1"/>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091200595"/>
          <w:placeholder>
            <w:docPart w:val="DAF2CB2B118745EEBA727F743176776E"/>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AC4D2D" w:rsidP="00FD5C46">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Všetky nádrže a obaly boli odolné voči znečisťujúcim látkam, ktoré v nich boli uskladnené. </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829904811"/>
          <w:placeholder>
            <w:docPart w:val="427BD428591145469F12306F6B65997F"/>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1</w:t>
          </w:r>
          <w:r w:rsidRPr="0031450B">
            <w:rPr>
              <w:rStyle w:val="Siln"/>
              <w:rFonts w:ascii="Times New Roman" w:hAnsi="Times New Roman"/>
              <w:color w:val="000000" w:themeColor="text1"/>
              <w:sz w:val="24"/>
              <w:szCs w:val="24"/>
            </w:rPr>
            <w:t xml:space="preserve">, bod </w:t>
          </w:r>
          <w:r w:rsidR="00AC4D2D" w:rsidRPr="0031450B">
            <w:rPr>
              <w:rStyle w:val="Siln"/>
              <w:rFonts w:ascii="Times New Roman" w:hAnsi="Times New Roman"/>
              <w:color w:val="000000" w:themeColor="text1"/>
              <w:sz w:val="24"/>
              <w:szCs w:val="24"/>
            </w:rPr>
            <w:t>D.</w:t>
          </w:r>
          <w:r w:rsidR="00524AA8" w:rsidRPr="0031450B">
            <w:rPr>
              <w:rStyle w:val="Siln"/>
              <w:rFonts w:ascii="Times New Roman" w:hAnsi="Times New Roman"/>
              <w:color w:val="000000" w:themeColor="text1"/>
              <w:sz w:val="24"/>
              <w:szCs w:val="24"/>
            </w:rPr>
            <w:t xml:space="preserve"> </w:t>
          </w:r>
          <w:r w:rsidR="00AC4D2D" w:rsidRPr="0031450B">
            <w:rPr>
              <w:rStyle w:val="Siln"/>
              <w:rFonts w:ascii="Times New Roman" w:hAnsi="Times New Roman"/>
              <w:color w:val="000000" w:themeColor="text1"/>
              <w:sz w:val="24"/>
              <w:szCs w:val="24"/>
            </w:rPr>
            <w:t xml:space="preserve">Opatrenia pre minimalizáciu, nakladanie, zhodnocovanie </w:t>
          </w:r>
          <w:r w:rsidR="00AC4D2D" w:rsidRPr="0031450B">
            <w:rPr>
              <w:rStyle w:val="Siln"/>
              <w:rFonts w:ascii="Times New Roman" w:hAnsi="Times New Roman"/>
              <w:color w:val="000000" w:themeColor="text1"/>
              <w:sz w:val="24"/>
              <w:szCs w:val="24"/>
            </w:rPr>
            <w:br/>
            <w:t>a zneškodňovanie odpadov</w:t>
          </w:r>
          <w:r w:rsidRPr="0031450B">
            <w:rPr>
              <w:rStyle w:val="Siln"/>
              <w:rFonts w:ascii="Times New Roman" w:hAnsi="Times New Roman"/>
              <w:color w:val="000000" w:themeColor="text1"/>
              <w:sz w:val="24"/>
              <w:szCs w:val="24"/>
            </w:rPr>
            <w:t>, časť II integrovaného povolenia:</w:t>
          </w:r>
        </w:sdtContent>
      </w:sdt>
    </w:p>
    <w:p w:rsidR="00A90850" w:rsidRPr="0031450B" w:rsidRDefault="009E3C18"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1. </w:t>
      </w:r>
      <w:r w:rsidR="00425110" w:rsidRPr="0031450B">
        <w:rPr>
          <w:rFonts w:ascii="Times New Roman" w:hAnsi="Times New Roman"/>
          <w:color w:val="000000" w:themeColor="text1"/>
          <w:sz w:val="24"/>
          <w:szCs w:val="24"/>
        </w:rPr>
        <w:t xml:space="preserve">Prevádzkovateľ ako pôvodca odpadov je oprávnený zhromažďovať nebezpečné odpady </w:t>
      </w:r>
      <w:r w:rsidRPr="0031450B">
        <w:rPr>
          <w:rFonts w:ascii="Times New Roman" w:hAnsi="Times New Roman"/>
          <w:color w:val="000000" w:themeColor="text1"/>
          <w:sz w:val="24"/>
          <w:szCs w:val="24"/>
        </w:rPr>
        <w:br/>
      </w:r>
      <w:r w:rsidR="00425110" w:rsidRPr="0031450B">
        <w:rPr>
          <w:rFonts w:ascii="Times New Roman" w:hAnsi="Times New Roman"/>
          <w:color w:val="000000" w:themeColor="text1"/>
          <w:sz w:val="24"/>
          <w:szCs w:val="24"/>
        </w:rPr>
        <w:t>v súlade so súhlasom vydaným príslušným orgánom štátnej správy podľa § 97 ods. 1 pís</w:t>
      </w:r>
      <w:r w:rsidR="00AC4A52" w:rsidRPr="0031450B">
        <w:rPr>
          <w:rFonts w:ascii="Times New Roman" w:hAnsi="Times New Roman"/>
          <w:color w:val="000000" w:themeColor="text1"/>
          <w:sz w:val="24"/>
          <w:szCs w:val="24"/>
        </w:rPr>
        <w:t>m. g) zákona č. 79/2015 Z. z. o</w:t>
      </w:r>
      <w:r w:rsidR="00425110" w:rsidRPr="0031450B">
        <w:rPr>
          <w:rFonts w:ascii="Times New Roman" w:hAnsi="Times New Roman"/>
          <w:color w:val="000000" w:themeColor="text1"/>
          <w:sz w:val="24"/>
          <w:szCs w:val="24"/>
        </w:rPr>
        <w:t xml:space="preserve"> odpadoch, ak zhromažďuje väčšie množstvo ako 1 tona nebezpečných odpadov.</w:t>
      </w:r>
    </w:p>
    <w:p w:rsidR="009E3C18" w:rsidRPr="0031450B" w:rsidRDefault="009E3C18" w:rsidP="007F749E">
      <w:pPr>
        <w:spacing w:after="0"/>
        <w:ind w:left="284" w:hanging="284"/>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lastRenderedPageBreak/>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667637789"/>
          <w:placeholder>
            <w:docPart w:val="99C6AD1E46024E66B5AEA74AF6BAD96B"/>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24355130"/>
          <w:placeholder>
            <w:docPart w:val="79930CD65DA64819B54D8D9CBFCB5E35"/>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9E3C1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má povolené zhromažďovať nebezpečné odpady v súlade so súhlasom vydaným príslušným orgánom štátnej správy podľa § 97 ods. 1 písm. g) zákona č. 79/2015 Z.</w:t>
      </w:r>
      <w:r w:rsidR="00AC4A52" w:rsidRPr="0031450B">
        <w:rPr>
          <w:rFonts w:ascii="Times New Roman" w:hAnsi="Times New Roman"/>
          <w:color w:val="000000" w:themeColor="text1"/>
          <w:sz w:val="24"/>
          <w:szCs w:val="24"/>
        </w:rPr>
        <w:t> </w:t>
      </w:r>
      <w:r w:rsidRPr="0031450B">
        <w:rPr>
          <w:rFonts w:ascii="Times New Roman" w:hAnsi="Times New Roman"/>
          <w:color w:val="000000" w:themeColor="text1"/>
          <w:sz w:val="24"/>
          <w:szCs w:val="24"/>
        </w:rPr>
        <w:t xml:space="preserve">z. o odpadoch, ak zhromažďuje väčšie množstvo </w:t>
      </w:r>
      <w:r w:rsidR="00A00CE6" w:rsidRPr="0031450B">
        <w:rPr>
          <w:rFonts w:ascii="Times New Roman" w:hAnsi="Times New Roman"/>
          <w:color w:val="000000" w:themeColor="text1"/>
          <w:sz w:val="24"/>
          <w:szCs w:val="24"/>
        </w:rPr>
        <w:t>ako 1 tona nebezpečných odpadov rozhodnutím č. OU-KE-OSZP3-2016/014677-4 zo dňa 07.04.2016</w:t>
      </w:r>
      <w:r w:rsidR="00FD5C46">
        <w:rPr>
          <w:rFonts w:ascii="Times New Roman" w:hAnsi="Times New Roman"/>
          <w:color w:val="000000" w:themeColor="text1"/>
          <w:sz w:val="24"/>
          <w:szCs w:val="24"/>
        </w:rPr>
        <w:t xml:space="preserve"> </w:t>
      </w:r>
      <w:r w:rsidR="00A00CE6" w:rsidRPr="0031450B">
        <w:rPr>
          <w:rFonts w:ascii="Times New Roman" w:hAnsi="Times New Roman"/>
          <w:color w:val="000000" w:themeColor="text1"/>
          <w:sz w:val="24"/>
          <w:szCs w:val="24"/>
        </w:rPr>
        <w:t>s platnosťou do 01.04.2019.</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48410294"/>
          <w:placeholder>
            <w:docPart w:val="8A42A2C66F9B49BFB9B5968139CCDECB"/>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524AA8" w:rsidRPr="0031450B">
            <w:rPr>
              <w:rStyle w:val="Siln"/>
              <w:rFonts w:ascii="Times New Roman" w:hAnsi="Times New Roman"/>
              <w:color w:val="000000" w:themeColor="text1"/>
              <w:sz w:val="24"/>
              <w:szCs w:val="24"/>
            </w:rPr>
            <w:t xml:space="preserve"> 2</w:t>
          </w:r>
          <w:r w:rsidRPr="0031450B">
            <w:rPr>
              <w:rStyle w:val="Siln"/>
              <w:rFonts w:ascii="Times New Roman" w:hAnsi="Times New Roman"/>
              <w:color w:val="000000" w:themeColor="text1"/>
              <w:sz w:val="24"/>
              <w:szCs w:val="24"/>
            </w:rPr>
            <w:t xml:space="preserve">, </w:t>
          </w:r>
          <w:r w:rsidR="00524AA8" w:rsidRPr="0031450B">
            <w:rPr>
              <w:rStyle w:val="Siln"/>
              <w:rFonts w:ascii="Times New Roman" w:hAnsi="Times New Roman"/>
              <w:color w:val="000000" w:themeColor="text1"/>
              <w:sz w:val="24"/>
              <w:szCs w:val="24"/>
            </w:rPr>
            <w:t xml:space="preserve">bod D. Opatrenia pre minimalizáciu, nakladanie, zhodnocovanie </w:t>
          </w:r>
          <w:r w:rsidR="00524AA8" w:rsidRPr="0031450B">
            <w:rPr>
              <w:rStyle w:val="Siln"/>
              <w:rFonts w:ascii="Times New Roman" w:hAnsi="Times New Roman"/>
              <w:color w:val="000000" w:themeColor="text1"/>
              <w:sz w:val="24"/>
              <w:szCs w:val="24"/>
            </w:rPr>
            <w:br/>
            <w:t>a zneškodňovanie odpadov, časť II integrovaného povolenia:</w:t>
          </w:r>
        </w:sdtContent>
      </w:sdt>
    </w:p>
    <w:p w:rsidR="00A90850" w:rsidRPr="0031450B" w:rsidRDefault="00524AA8"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2.  Prevádzkovateľ je povinný zhromažďovať oddelene nebezpečné odpady podľa ich druhov a zabezpečiť ich pred znehodnotením, odcudzením alebo iným nežiaducim únikom.</w:t>
      </w:r>
    </w:p>
    <w:p w:rsidR="00524AA8" w:rsidRPr="0031450B" w:rsidRDefault="00524AA8" w:rsidP="007F749E">
      <w:pPr>
        <w:spacing w:after="0"/>
        <w:ind w:left="284" w:hanging="284"/>
        <w:jc w:val="both"/>
        <w:rPr>
          <w:rFonts w:ascii="Times New Roman" w:hAnsi="Times New Roman"/>
          <w:color w:val="000000" w:themeColor="text1"/>
          <w:sz w:val="24"/>
          <w:szCs w:val="24"/>
        </w:rPr>
      </w:pPr>
    </w:p>
    <w:p w:rsidR="00A90850" w:rsidRPr="0031450B" w:rsidRDefault="00A90850"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441992049"/>
          <w:placeholder>
            <w:docPart w:val="4B08DEEF1D974644A6E7F93CF7C92B71"/>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681132343"/>
          <w:placeholder>
            <w:docPart w:val="CC0D1A79BB3541BFB6A1157942CFE131"/>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524AA8"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zhromažďoval oddelene nebezpečné odpady podľa ich druhov a zabezpečil ich pred znehodnotením, odcudzením alebo iným nežiaducim únikom.</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605853626"/>
          <w:placeholder>
            <w:docPart w:val="C783362183194275AE729B717B16A078"/>
          </w:placeholder>
        </w:sdtPr>
        <w:sdtEndPr>
          <w:rPr>
            <w:rStyle w:val="Predvolenpsmoodseku"/>
            <w:b w:val="0"/>
            <w:bCs w:val="0"/>
          </w:rPr>
        </w:sdtEndPr>
        <w:sdtContent>
          <w:r w:rsidR="00524AA8" w:rsidRPr="0031450B">
            <w:rPr>
              <w:rStyle w:val="Siln"/>
              <w:rFonts w:ascii="Times New Roman" w:hAnsi="Times New Roman"/>
              <w:color w:val="000000" w:themeColor="text1"/>
              <w:sz w:val="24"/>
              <w:szCs w:val="24"/>
            </w:rPr>
            <w:t xml:space="preserve">č. 3, bod D. Opatrenia pre minimalizáciu, nakladanie, zhodnocovanie </w:t>
          </w:r>
          <w:r w:rsidR="00524AA8" w:rsidRPr="0031450B">
            <w:rPr>
              <w:rStyle w:val="Siln"/>
              <w:rFonts w:ascii="Times New Roman" w:hAnsi="Times New Roman"/>
              <w:color w:val="000000" w:themeColor="text1"/>
              <w:sz w:val="24"/>
              <w:szCs w:val="24"/>
            </w:rPr>
            <w:br/>
            <w:t>a zneškodňovanie odpadov, časť II integrovaného povolenia:</w:t>
          </w:r>
        </w:sdtContent>
      </w:sdt>
    </w:p>
    <w:p w:rsidR="00524AA8" w:rsidRPr="0031450B" w:rsidRDefault="00524AA8"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3.  Prevádzkovateľ je povinný nebezpečné odpady, resp. zberné nádoby nebezpečných odpadov ako aj sklad, v ktorom sa skladujú nebezpečné odpady označiť identifikačným listom nebezpečného odpadu podľa príslušného všeobecne záväzného právneho predpisu odpadového hospodárstva</w:t>
      </w:r>
    </w:p>
    <w:p w:rsidR="00524AA8" w:rsidRPr="0031450B" w:rsidRDefault="00524AA8" w:rsidP="007F749E">
      <w:pPr>
        <w:spacing w:after="0"/>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383756094"/>
          <w:placeholder>
            <w:docPart w:val="F12F946E972F4A0BA0FCB1E6CE5412FC"/>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762717084"/>
          <w:placeholder>
            <w:docPart w:val="1888C91566034B5BB0400CA73B1BD030"/>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524AA8" w:rsidRPr="0031450B" w:rsidRDefault="00524AA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nebezpečné odpady, resp. zberné nádoby nebezpečných odpadov ako aj sklad, v ktorom sa skladujú nebezpečné odpady označil identifikačným listom nebezpečného odpadu podľa príslušného všeobecne záväzného právneho predpisu odpadového hospodárstva</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272062769"/>
          <w:placeholder>
            <w:docPart w:val="730B6D0C9DFA4F12800BFB626A73C873"/>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524AA8" w:rsidRPr="0031450B">
            <w:rPr>
              <w:rStyle w:val="Siln"/>
              <w:rFonts w:ascii="Times New Roman" w:hAnsi="Times New Roman"/>
              <w:color w:val="000000" w:themeColor="text1"/>
              <w:sz w:val="24"/>
              <w:szCs w:val="24"/>
            </w:rPr>
            <w:t xml:space="preserve"> 4</w:t>
          </w:r>
          <w:r w:rsidRPr="0031450B">
            <w:rPr>
              <w:rStyle w:val="Siln"/>
              <w:rFonts w:ascii="Times New Roman" w:hAnsi="Times New Roman"/>
              <w:color w:val="000000" w:themeColor="text1"/>
              <w:sz w:val="24"/>
              <w:szCs w:val="24"/>
            </w:rPr>
            <w:t xml:space="preserve">, </w:t>
          </w:r>
          <w:r w:rsidR="00524AA8" w:rsidRPr="0031450B">
            <w:rPr>
              <w:rStyle w:val="Siln"/>
              <w:rFonts w:ascii="Times New Roman" w:hAnsi="Times New Roman"/>
              <w:color w:val="000000" w:themeColor="text1"/>
              <w:sz w:val="24"/>
              <w:szCs w:val="24"/>
            </w:rPr>
            <w:t xml:space="preserve">bod D. Opatrenia pre minimalizáciu, nakladanie, zhodnocovanie </w:t>
          </w:r>
          <w:r w:rsidR="00524AA8" w:rsidRPr="0031450B">
            <w:rPr>
              <w:rStyle w:val="Siln"/>
              <w:rFonts w:ascii="Times New Roman" w:hAnsi="Times New Roman"/>
              <w:color w:val="000000" w:themeColor="text1"/>
              <w:sz w:val="24"/>
              <w:szCs w:val="24"/>
            </w:rPr>
            <w:br/>
            <w:t>a zneškodňovanie odpadov, časť II integrovaného povolenia:</w:t>
          </w:r>
        </w:sdtContent>
      </w:sdt>
    </w:p>
    <w:p w:rsidR="00A90850" w:rsidRPr="0031450B" w:rsidRDefault="00524AA8"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4.  Nádoby, sudy a iné obaly, v ktorých sú nebezpečné odpady uložené, musia byť odlíšené </w:t>
      </w:r>
      <w:r w:rsidRPr="0031450B">
        <w:rPr>
          <w:rFonts w:ascii="Times New Roman" w:hAnsi="Times New Roman"/>
          <w:color w:val="000000" w:themeColor="text1"/>
          <w:sz w:val="24"/>
          <w:szCs w:val="24"/>
        </w:rPr>
        <w:br/>
        <w:t>od zariadení neurčených a nepoužívaných na nakladanie s odpadmi napr. tvarom, opisom alebo farebne, musia zabezpečiť ochranu odpadov pred takými vonkajšími vplyvmi, ktoré by mohli spôsobiť nežiaduce reakcie v odpadoch (napr. vznik požiaru, výbuch), musia byť odolné proti mechanickému poškodeniu, chemickým vplyvom a zodpovedať požiadavkám podľa osobitných predpisov.</w:t>
      </w:r>
    </w:p>
    <w:p w:rsidR="00524AA8" w:rsidRPr="0031450B" w:rsidRDefault="00524AA8" w:rsidP="007F749E">
      <w:pPr>
        <w:spacing w:after="0"/>
        <w:ind w:left="284" w:hanging="284"/>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792562"/>
          <w:placeholder>
            <w:docPart w:val="F9203A9175F448989A2489A39C6C1F51"/>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037269527"/>
          <w:placeholder>
            <w:docPart w:val="ED681C83BCB84AA3BD974FAA4ADE1812"/>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524AA8"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Nádoby a sudy, v ktorých sú nebezpečné odpady uložené, boli odlíšené od zariadení neurčených a nepoužívaných na nakladanie s odpadmi opisom a farebne, zabezpečovali ochranu odpadov pred takými vonkajšími vplyvmi, ktoré by mohli spôsobiť nežiaduce reakcie </w:t>
      </w:r>
      <w:r w:rsidRPr="0031450B">
        <w:rPr>
          <w:rFonts w:ascii="Times New Roman" w:hAnsi="Times New Roman"/>
          <w:color w:val="000000" w:themeColor="text1"/>
          <w:sz w:val="24"/>
          <w:szCs w:val="24"/>
        </w:rPr>
        <w:lastRenderedPageBreak/>
        <w:t xml:space="preserve">v odpadoch (napr. vznik požiaru, výbuch), boli odolné proti mechanickému poškodeniu, chemickým vplyvom a zodpovedali požiadavkám podľa osobitých predpisov. </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452663369"/>
          <w:placeholder>
            <w:docPart w:val="4867B16C502A4613B1F431003151F1A3"/>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C31A0D" w:rsidRPr="0031450B">
            <w:rPr>
              <w:rStyle w:val="Siln"/>
              <w:rFonts w:ascii="Times New Roman" w:hAnsi="Times New Roman"/>
              <w:color w:val="000000" w:themeColor="text1"/>
              <w:sz w:val="24"/>
              <w:szCs w:val="24"/>
            </w:rPr>
            <w:t xml:space="preserve"> 13.</w:t>
          </w:r>
          <w:r w:rsidRPr="0031450B">
            <w:rPr>
              <w:rStyle w:val="Siln"/>
              <w:rFonts w:ascii="Times New Roman" w:hAnsi="Times New Roman"/>
              <w:color w:val="000000" w:themeColor="text1"/>
              <w:sz w:val="24"/>
              <w:szCs w:val="24"/>
            </w:rPr>
            <w:t xml:space="preserve">, bod </w:t>
          </w:r>
          <w:r w:rsidR="00862540" w:rsidRPr="0031450B">
            <w:rPr>
              <w:rStyle w:val="Siln"/>
              <w:rFonts w:ascii="Times New Roman" w:hAnsi="Times New Roman"/>
              <w:color w:val="000000" w:themeColor="text1"/>
              <w:sz w:val="24"/>
              <w:szCs w:val="24"/>
            </w:rPr>
            <w:t xml:space="preserve">D. Opatrenia pre minimalizáciu, nakladanie, zhodnocovanie </w:t>
          </w:r>
          <w:r w:rsidR="00862540" w:rsidRPr="0031450B">
            <w:rPr>
              <w:rStyle w:val="Siln"/>
              <w:rFonts w:ascii="Times New Roman" w:hAnsi="Times New Roman"/>
              <w:color w:val="000000" w:themeColor="text1"/>
              <w:sz w:val="24"/>
              <w:szCs w:val="24"/>
            </w:rPr>
            <w:br/>
            <w:t>a zneškodňovanie odpadov, časť II integrovaného povolenia:</w:t>
          </w:r>
        </w:sdtContent>
      </w:sdt>
    </w:p>
    <w:p w:rsidR="00A90850" w:rsidRPr="0031450B" w:rsidRDefault="00DB05A0"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13.  Prevádzkovateľ je povinný mať zmluvne zabezpečenú prepravu nebezpečných odpadov, </w:t>
      </w:r>
      <w:r w:rsidRPr="0031450B">
        <w:rPr>
          <w:rFonts w:ascii="Times New Roman" w:hAnsi="Times New Roman"/>
          <w:color w:val="000000" w:themeColor="text1"/>
          <w:sz w:val="24"/>
          <w:szCs w:val="24"/>
        </w:rPr>
        <w:br/>
        <w:t>u dopravcu oprávneného podľa príslušného ustanovenia všeobecne záväzného právneho predpisu odpadového hospodárstva, ak sám nemá oprávnenie na prepravu nebezpečných odpadov.</w:t>
      </w:r>
    </w:p>
    <w:p w:rsidR="00DB05A0" w:rsidRPr="0031450B" w:rsidRDefault="00DB05A0" w:rsidP="007F749E">
      <w:pPr>
        <w:spacing w:after="0"/>
        <w:ind w:left="426" w:hanging="426"/>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901869161"/>
          <w:placeholder>
            <w:docPart w:val="C630DDA703F2452E93A296C2707DB1B8"/>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733199267"/>
          <w:placeholder>
            <w:docPart w:val="71F5410423FB429DB2EE33F9FD31E59B"/>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FD5C46" w:rsidP="007F749E">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Prevádzkovateľ predložil zmluvy</w:t>
      </w:r>
      <w:r w:rsidR="00DB05A0" w:rsidRPr="0031450B">
        <w:rPr>
          <w:rFonts w:ascii="Times New Roman" w:hAnsi="Times New Roman"/>
          <w:color w:val="000000" w:themeColor="text1"/>
          <w:sz w:val="24"/>
          <w:szCs w:val="24"/>
        </w:rPr>
        <w:t xml:space="preserve"> č. 178/2015/OL, č. 531/2015/NO, č. 587/2015/PP </w:t>
      </w:r>
      <w:r w:rsidR="00DB05A0" w:rsidRPr="0031450B">
        <w:rPr>
          <w:rFonts w:ascii="Times New Roman" w:hAnsi="Times New Roman"/>
          <w:color w:val="000000" w:themeColor="text1"/>
          <w:sz w:val="24"/>
          <w:szCs w:val="24"/>
        </w:rPr>
        <w:br/>
        <w:t xml:space="preserve">a č. 882/2015/SO </w:t>
      </w:r>
      <w:proofErr w:type="spellStart"/>
      <w:r w:rsidR="00DB05A0" w:rsidRPr="0031450B">
        <w:rPr>
          <w:rFonts w:ascii="Times New Roman" w:hAnsi="Times New Roman"/>
          <w:color w:val="000000" w:themeColor="text1"/>
          <w:sz w:val="24"/>
          <w:szCs w:val="24"/>
        </w:rPr>
        <w:t>so</w:t>
      </w:r>
      <w:proofErr w:type="spellEnd"/>
      <w:r w:rsidR="00DB05A0" w:rsidRPr="0031450B">
        <w:rPr>
          <w:rFonts w:ascii="Times New Roman" w:hAnsi="Times New Roman"/>
          <w:color w:val="000000" w:themeColor="text1"/>
          <w:sz w:val="24"/>
          <w:szCs w:val="24"/>
        </w:rPr>
        <w:t xml:space="preserve"> spoločnosťou KOSIT </w:t>
      </w:r>
      <w:proofErr w:type="spellStart"/>
      <w:r w:rsidR="00DB05A0" w:rsidRPr="0031450B">
        <w:rPr>
          <w:rFonts w:ascii="Times New Roman" w:hAnsi="Times New Roman"/>
          <w:color w:val="000000" w:themeColor="text1"/>
          <w:sz w:val="24"/>
          <w:szCs w:val="24"/>
        </w:rPr>
        <w:t>a.s</w:t>
      </w:r>
      <w:proofErr w:type="spellEnd"/>
      <w:r w:rsidR="00DB05A0" w:rsidRPr="0031450B">
        <w:rPr>
          <w:rFonts w:ascii="Times New Roman" w:hAnsi="Times New Roman"/>
          <w:color w:val="000000" w:themeColor="text1"/>
          <w:sz w:val="24"/>
          <w:szCs w:val="24"/>
        </w:rPr>
        <w:t>., Rastislavova 98, 043 46 Košice, ktorými preukázal zmluvne zabezpečenú prepravu nebezpečných odpadov, u dopravcu oprávneného podľa príslušného ustanovenia všeobecne záväzného právneho predpisu odpadového hospodárstva.</w:t>
      </w:r>
    </w:p>
    <w:p w:rsidR="006F5552" w:rsidRPr="0031450B" w:rsidRDefault="006F5552" w:rsidP="007F749E">
      <w:pPr>
        <w:spacing w:after="0"/>
        <w:jc w:val="both"/>
        <w:rPr>
          <w:rFonts w:ascii="Times New Roman" w:hAnsi="Times New Roman"/>
          <w:color w:val="000000" w:themeColor="text1"/>
          <w:sz w:val="24"/>
          <w:szCs w:val="24"/>
        </w:rPr>
      </w:pPr>
    </w:p>
    <w:p w:rsidR="006F5552" w:rsidRPr="0031450B" w:rsidRDefault="006F5552"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642466262"/>
          <w:placeholder>
            <w:docPart w:val="2F64982B1106445B97156BAA25F337D2"/>
          </w:placeholder>
        </w:sdtPr>
        <w:sdtEndPr>
          <w:rPr>
            <w:rStyle w:val="Predvolenpsmoodseku"/>
            <w:b w:val="0"/>
            <w:bCs w:val="0"/>
          </w:rPr>
        </w:sdtEndPr>
        <w:sdtContent>
          <w:r w:rsidRPr="0031450B">
            <w:rPr>
              <w:rStyle w:val="Siln"/>
              <w:rFonts w:ascii="Times New Roman" w:hAnsi="Times New Roman"/>
              <w:color w:val="000000" w:themeColor="text1"/>
              <w:sz w:val="24"/>
              <w:szCs w:val="24"/>
            </w:rPr>
            <w:t>č. 1., bod F.  Opatrenia na predchádzanie havárii a na obmedzenie následkov v prípade havárie a opatrenia týkajúce sa situácií odlišných od podmienok bežnej prevádzky, časť II. integrovaného povolenia:</w:t>
          </w:r>
        </w:sdtContent>
      </w:sdt>
    </w:p>
    <w:p w:rsidR="006F5552" w:rsidRPr="0031450B" w:rsidRDefault="006F5552"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1. Prevádzkovateľ je povinný dodržiavať schválený havarijný plán a oboznámiť s ním zamestnancov.</w:t>
      </w:r>
    </w:p>
    <w:p w:rsidR="006F5552" w:rsidRPr="0031450B" w:rsidRDefault="006F5552" w:rsidP="007F749E">
      <w:pPr>
        <w:spacing w:after="0"/>
        <w:rPr>
          <w:rFonts w:ascii="Times New Roman" w:hAnsi="Times New Roman"/>
          <w:color w:val="000000" w:themeColor="text1"/>
          <w:sz w:val="24"/>
          <w:szCs w:val="24"/>
        </w:rPr>
      </w:pPr>
    </w:p>
    <w:p w:rsidR="006F5552" w:rsidRPr="0031450B" w:rsidRDefault="006F5552"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645160543"/>
          <w:placeholder>
            <w:docPart w:val="055F60E6E70A402FBF3A5BDE6B1C42F4"/>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6F5552" w:rsidRPr="0031450B" w:rsidRDefault="006F5552"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95505719"/>
          <w:placeholder>
            <w:docPart w:val="58B863309C804730AB1FD94ECF31E186"/>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6F5552" w:rsidRPr="0031450B" w:rsidRDefault="006F5552"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dodržiaval havarijný plán</w:t>
      </w:r>
      <w:r w:rsidR="005D0CDC" w:rsidRPr="0031450B">
        <w:rPr>
          <w:rFonts w:ascii="Times New Roman" w:hAnsi="Times New Roman"/>
          <w:color w:val="000000" w:themeColor="text1"/>
          <w:sz w:val="24"/>
          <w:szCs w:val="24"/>
        </w:rPr>
        <w:t xml:space="preserve"> schválený IŽP Košice rozhodnutí č. 3906-16946/52/2016/Var zo dňa 27.05.2016</w:t>
      </w:r>
      <w:r w:rsidRPr="0031450B">
        <w:rPr>
          <w:rFonts w:ascii="Times New Roman" w:hAnsi="Times New Roman"/>
          <w:color w:val="000000" w:themeColor="text1"/>
          <w:sz w:val="24"/>
          <w:szCs w:val="24"/>
        </w:rPr>
        <w:t xml:space="preserve"> a oboznámil s ním zamestnancov. Posledné oboznámenie bolo vykonané dňa 17.03.2018, ktoré vykonal Ing. Marek Haburaj, manažér pre BOZP.</w:t>
      </w:r>
    </w:p>
    <w:p w:rsidR="00A90850" w:rsidRPr="0031450B" w:rsidRDefault="00A90850" w:rsidP="007F749E">
      <w:pPr>
        <w:spacing w:after="0"/>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284"/>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2029316655"/>
          <w:placeholder>
            <w:docPart w:val="4D2C964A9C9C47B8BF65384720310B38"/>
          </w:placeholder>
        </w:sdtPr>
        <w:sdtEndPr>
          <w:rPr>
            <w:rStyle w:val="Predvolenpsmoodseku"/>
            <w:b w:val="0"/>
            <w:bCs w:val="0"/>
          </w:rPr>
        </w:sdtEndPr>
        <w:sdtContent>
          <w:r w:rsidR="006F5552" w:rsidRPr="0031450B">
            <w:rPr>
              <w:rStyle w:val="Siln"/>
              <w:rFonts w:ascii="Times New Roman" w:hAnsi="Times New Roman"/>
              <w:color w:val="000000" w:themeColor="text1"/>
              <w:sz w:val="24"/>
              <w:szCs w:val="24"/>
            </w:rPr>
            <w:t>č. 2.</w:t>
          </w:r>
          <w:r w:rsidRPr="0031450B">
            <w:rPr>
              <w:rStyle w:val="Siln"/>
              <w:rFonts w:ascii="Times New Roman" w:hAnsi="Times New Roman"/>
              <w:color w:val="000000" w:themeColor="text1"/>
              <w:sz w:val="24"/>
              <w:szCs w:val="24"/>
            </w:rPr>
            <w:t xml:space="preserve">, bod </w:t>
          </w:r>
          <w:r w:rsidR="006F5552" w:rsidRPr="0031450B">
            <w:rPr>
              <w:rStyle w:val="Siln"/>
              <w:rFonts w:ascii="Times New Roman" w:hAnsi="Times New Roman"/>
              <w:color w:val="000000" w:themeColor="text1"/>
              <w:sz w:val="24"/>
              <w:szCs w:val="24"/>
            </w:rPr>
            <w:t xml:space="preserve">F. </w:t>
          </w:r>
          <w:r w:rsidRPr="0031450B">
            <w:rPr>
              <w:rStyle w:val="Siln"/>
              <w:rFonts w:ascii="Times New Roman" w:hAnsi="Times New Roman"/>
              <w:color w:val="000000" w:themeColor="text1"/>
              <w:sz w:val="24"/>
              <w:szCs w:val="24"/>
            </w:rPr>
            <w:t xml:space="preserve"> </w:t>
          </w:r>
          <w:r w:rsidR="006F5552" w:rsidRPr="0031450B">
            <w:rPr>
              <w:rStyle w:val="Siln"/>
              <w:rFonts w:ascii="Times New Roman" w:hAnsi="Times New Roman"/>
              <w:color w:val="000000" w:themeColor="text1"/>
              <w:sz w:val="24"/>
              <w:szCs w:val="24"/>
            </w:rPr>
            <w:t>Opatrenia na predchádzanie havárii a na obmedzenie následkov v prípade havárie a opatrenia týkajúce sa situácií odlišných od podmienok bežnej prevádzky</w:t>
          </w:r>
          <w:r w:rsidRPr="0031450B">
            <w:rPr>
              <w:rStyle w:val="Siln"/>
              <w:rFonts w:ascii="Times New Roman" w:hAnsi="Times New Roman"/>
              <w:color w:val="000000" w:themeColor="text1"/>
              <w:sz w:val="24"/>
              <w:szCs w:val="24"/>
            </w:rPr>
            <w:t>, časť II</w:t>
          </w:r>
          <w:r w:rsidR="006F5552" w:rsidRPr="0031450B">
            <w:rPr>
              <w:rStyle w:val="Siln"/>
              <w:rFonts w:ascii="Times New Roman" w:hAnsi="Times New Roman"/>
              <w:color w:val="000000" w:themeColor="text1"/>
              <w:sz w:val="24"/>
              <w:szCs w:val="24"/>
            </w:rPr>
            <w:t>.</w:t>
          </w:r>
          <w:r w:rsidRPr="0031450B">
            <w:rPr>
              <w:rStyle w:val="Siln"/>
              <w:rFonts w:ascii="Times New Roman" w:hAnsi="Times New Roman"/>
              <w:color w:val="000000" w:themeColor="text1"/>
              <w:sz w:val="24"/>
              <w:szCs w:val="24"/>
            </w:rPr>
            <w:t xml:space="preserve"> integrovaného povolenia:</w:t>
          </w:r>
        </w:sdtContent>
      </w:sdt>
    </w:p>
    <w:p w:rsidR="00A90850" w:rsidRPr="0031450B" w:rsidRDefault="00565D50" w:rsidP="007F749E">
      <w:pPr>
        <w:spacing w:after="0"/>
        <w:ind w:left="284" w:hanging="284"/>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2. Prevádzkovateľ je povinný vybaviť prevádzku špeciálnymi prístrojmi a prostriedkami potrebnými na zneškodňovanie úniku škodlivých látok do vôd alebo prostredia súvisiaceho s vodou. Použité sanačné materiály musia byť do doby likvidácie uskladnené tak, aby bolo zabránené kontaminácií povrchových a podzemných vôd.</w:t>
      </w:r>
    </w:p>
    <w:p w:rsidR="00565D50" w:rsidRPr="0031450B" w:rsidRDefault="00565D50" w:rsidP="007F749E">
      <w:pPr>
        <w:spacing w:after="0"/>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272897604"/>
          <w:placeholder>
            <w:docPart w:val="D9BEEFAA881A479DB9DAD2BB40255B2A"/>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224958337"/>
          <w:placeholder>
            <w:docPart w:val="29238122F95441F58ED61C7E12521C4A"/>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565D50"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vybavil prevádzku špeciálnymi prístrojmi a prostriedkami potrebnými </w:t>
      </w:r>
      <w:r w:rsidRPr="0031450B">
        <w:rPr>
          <w:rFonts w:ascii="Times New Roman" w:hAnsi="Times New Roman"/>
          <w:color w:val="000000" w:themeColor="text1"/>
          <w:sz w:val="24"/>
          <w:szCs w:val="24"/>
        </w:rPr>
        <w:br/>
        <w:t>na zneškodňovanie úniku škodlivých látok do vôd alebo prostredia súvisiaceho s vodou.</w:t>
      </w:r>
    </w:p>
    <w:p w:rsidR="00A90850" w:rsidRPr="0031450B" w:rsidRDefault="00A90850" w:rsidP="007F749E">
      <w:pPr>
        <w:spacing w:after="0"/>
        <w:rPr>
          <w:rFonts w:ascii="Times New Roman" w:hAnsi="Times New Roman"/>
          <w:color w:val="000000" w:themeColor="text1"/>
          <w:sz w:val="24"/>
          <w:szCs w:val="24"/>
        </w:rPr>
      </w:pPr>
    </w:p>
    <w:p w:rsidR="00C66991" w:rsidRPr="0031450B" w:rsidRDefault="00C66991" w:rsidP="007F749E">
      <w:pPr>
        <w:pStyle w:val="Odsekzoznamu"/>
        <w:numPr>
          <w:ilvl w:val="0"/>
          <w:numId w:val="5"/>
        </w:numPr>
        <w:spacing w:after="0"/>
        <w:ind w:left="426" w:hanging="502"/>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lastRenderedPageBreak/>
        <w:t xml:space="preserve"> Podmienka </w:t>
      </w:r>
      <w:sdt>
        <w:sdtPr>
          <w:rPr>
            <w:rStyle w:val="Siln"/>
            <w:rFonts w:ascii="Times New Roman" w:hAnsi="Times New Roman"/>
            <w:color w:val="000000" w:themeColor="text1"/>
            <w:sz w:val="24"/>
            <w:szCs w:val="24"/>
          </w:rPr>
          <w:id w:val="96761867"/>
          <w:placeholder>
            <w:docPart w:val="7F197DE9CB3D41EEA7064317BC1BEBDE"/>
          </w:placeholder>
        </w:sdtPr>
        <w:sdtEndPr>
          <w:rPr>
            <w:rStyle w:val="Predvolenpsmoodseku"/>
            <w:b w:val="0"/>
            <w:bCs w:val="0"/>
          </w:rPr>
        </w:sdtEndPr>
        <w:sdtContent>
          <w:r w:rsidR="00C31A0D" w:rsidRPr="0031450B">
            <w:rPr>
              <w:rStyle w:val="Siln"/>
              <w:rFonts w:ascii="Times New Roman" w:hAnsi="Times New Roman"/>
              <w:color w:val="000000" w:themeColor="text1"/>
              <w:sz w:val="24"/>
              <w:szCs w:val="24"/>
            </w:rPr>
            <w:t>č. 5.5</w:t>
          </w:r>
          <w:r w:rsidRPr="0031450B">
            <w:rPr>
              <w:rStyle w:val="Siln"/>
              <w:rFonts w:ascii="Times New Roman" w:hAnsi="Times New Roman"/>
              <w:color w:val="000000" w:themeColor="text1"/>
              <w:sz w:val="24"/>
              <w:szCs w:val="24"/>
            </w:rPr>
            <w:t xml:space="preserve">, bod I. Požiadavky na spôsob a metódy monitorovania prevádzky </w:t>
          </w:r>
          <w:r w:rsidRPr="0031450B">
            <w:rPr>
              <w:rStyle w:val="Siln"/>
              <w:rFonts w:ascii="Times New Roman" w:hAnsi="Times New Roman"/>
              <w:color w:val="000000" w:themeColor="text1"/>
              <w:sz w:val="24"/>
              <w:szCs w:val="24"/>
            </w:rPr>
            <w:br/>
            <w:t>a údaje, ktoré treba evidovať a poskytovať do informačného systému, časť II. integrovaného povolenia:</w:t>
          </w:r>
        </w:sdtContent>
      </w:sdt>
    </w:p>
    <w:p w:rsidR="00C66991" w:rsidRPr="0031450B" w:rsidRDefault="00C66991"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5.5</w:t>
      </w:r>
      <w:r w:rsidRPr="0031450B">
        <w:rPr>
          <w:rFonts w:ascii="Times New Roman" w:hAnsi="Times New Roman"/>
          <w:color w:val="000000" w:themeColor="text1"/>
          <w:sz w:val="24"/>
          <w:szCs w:val="24"/>
        </w:rPr>
        <w:tab/>
        <w:t xml:space="preserve">Prevádzkovateľ zabezpečí priebežné vedenie prevádzkovej evidencie s mesačným </w:t>
      </w:r>
      <w:r w:rsidRPr="0031450B">
        <w:rPr>
          <w:rFonts w:ascii="Times New Roman" w:hAnsi="Times New Roman"/>
          <w:color w:val="000000" w:themeColor="text1"/>
          <w:sz w:val="24"/>
          <w:szCs w:val="24"/>
        </w:rPr>
        <w:br/>
        <w:t>a ročným vykazovaním spotreby množstva vody používanej v prevádzke.</w:t>
      </w:r>
    </w:p>
    <w:p w:rsidR="00C66991" w:rsidRPr="0031450B" w:rsidRDefault="00C66991" w:rsidP="007F749E">
      <w:pPr>
        <w:spacing w:after="0"/>
        <w:jc w:val="both"/>
        <w:rPr>
          <w:rFonts w:ascii="Times New Roman" w:hAnsi="Times New Roman"/>
          <w:color w:val="000000" w:themeColor="text1"/>
          <w:sz w:val="24"/>
          <w:szCs w:val="24"/>
        </w:rPr>
      </w:pPr>
    </w:p>
    <w:p w:rsidR="00C66991" w:rsidRPr="0031450B" w:rsidRDefault="00C66991"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836902923"/>
          <w:placeholder>
            <w:docPart w:val="2D8AC536DB454ED7841991F632603575"/>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Dodržaná</w:t>
          </w:r>
        </w:sdtContent>
      </w:sdt>
    </w:p>
    <w:p w:rsidR="00C66991" w:rsidRPr="0031450B" w:rsidRDefault="00C66991"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296602680"/>
          <w:placeholder>
            <w:docPart w:val="D36842025B234E22A09866A39D5A8A94"/>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C66991" w:rsidRPr="0031450B" w:rsidRDefault="00C66991"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Prevádzkovateľ predložil IŽP Košice údaje, ktorými preukázal, že zabezpečil priebežné vedenie prevádzkovej evidencie s mesačným a ročným vykazovaním spotreby množstva pitnej vody a priemyselnej vody používanej v prevádzke.</w:t>
      </w:r>
    </w:p>
    <w:p w:rsidR="00C66991" w:rsidRPr="0031450B" w:rsidRDefault="00C66991" w:rsidP="007F749E">
      <w:pPr>
        <w:pStyle w:val="Odsekzoznamu"/>
        <w:spacing w:after="0"/>
        <w:jc w:val="both"/>
        <w:rPr>
          <w:rFonts w:ascii="Times New Roman" w:hAnsi="Times New Roman"/>
          <w:color w:val="000000" w:themeColor="text1"/>
          <w:sz w:val="24"/>
          <w:szCs w:val="24"/>
        </w:rPr>
      </w:pPr>
    </w:p>
    <w:p w:rsidR="00A90850" w:rsidRPr="0031450B" w:rsidRDefault="00A90850" w:rsidP="007F749E">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291411880"/>
          <w:placeholder>
            <w:docPart w:val="4257D9C792DF45D5BA7A608EF4ECFF5A"/>
          </w:placeholder>
        </w:sdtPr>
        <w:sdtEndPr>
          <w:rPr>
            <w:rStyle w:val="Predvolenpsmoodseku"/>
            <w:b w:val="0"/>
            <w:bCs w:val="0"/>
          </w:rPr>
        </w:sdtEndPr>
        <w:sdtContent>
          <w:r w:rsidRPr="0031450B">
            <w:rPr>
              <w:rStyle w:val="Siln"/>
              <w:rFonts w:ascii="Times New Roman" w:hAnsi="Times New Roman"/>
              <w:color w:val="000000" w:themeColor="text1"/>
              <w:sz w:val="24"/>
              <w:szCs w:val="24"/>
            </w:rPr>
            <w:t>č.</w:t>
          </w:r>
          <w:r w:rsidR="00A45AF2" w:rsidRPr="0031450B">
            <w:rPr>
              <w:rStyle w:val="Siln"/>
              <w:rFonts w:ascii="Times New Roman" w:hAnsi="Times New Roman"/>
              <w:color w:val="000000" w:themeColor="text1"/>
              <w:sz w:val="24"/>
              <w:szCs w:val="24"/>
            </w:rPr>
            <w:t xml:space="preserve"> 6.2</w:t>
          </w:r>
          <w:r w:rsidRPr="0031450B">
            <w:rPr>
              <w:rStyle w:val="Siln"/>
              <w:rFonts w:ascii="Times New Roman" w:hAnsi="Times New Roman"/>
              <w:color w:val="000000" w:themeColor="text1"/>
              <w:sz w:val="24"/>
              <w:szCs w:val="24"/>
            </w:rPr>
            <w:t xml:space="preserve">, </w:t>
          </w:r>
          <w:r w:rsidR="00A45AF2" w:rsidRPr="0031450B">
            <w:rPr>
              <w:rStyle w:val="Siln"/>
              <w:rFonts w:ascii="Times New Roman" w:hAnsi="Times New Roman"/>
              <w:color w:val="000000" w:themeColor="text1"/>
              <w:sz w:val="24"/>
              <w:szCs w:val="24"/>
            </w:rPr>
            <w:t xml:space="preserve">bod I. Požiadavky na spôsob a metódy monitorovania prevádzky </w:t>
          </w:r>
          <w:r w:rsidR="00A45AF2" w:rsidRPr="0031450B">
            <w:rPr>
              <w:rStyle w:val="Siln"/>
              <w:rFonts w:ascii="Times New Roman" w:hAnsi="Times New Roman"/>
              <w:color w:val="000000" w:themeColor="text1"/>
              <w:sz w:val="24"/>
              <w:szCs w:val="24"/>
            </w:rPr>
            <w:br/>
            <w:t>a údaje, ktoré treba evidovať a poskytovať do informačného systému, časť II. integrovaného povolenia</w:t>
          </w:r>
        </w:sdtContent>
      </w:sdt>
      <w:r w:rsidR="008A5A34" w:rsidRPr="0031450B">
        <w:rPr>
          <w:rFonts w:ascii="Times New Roman" w:hAnsi="Times New Roman"/>
          <w:color w:val="000000" w:themeColor="text1"/>
          <w:sz w:val="24"/>
          <w:szCs w:val="24"/>
        </w:rPr>
        <w:t>:</w:t>
      </w:r>
    </w:p>
    <w:p w:rsidR="00A90850" w:rsidRPr="0031450B" w:rsidRDefault="000B4C47" w:rsidP="007F749E">
      <w:pPr>
        <w:spacing w:after="0"/>
        <w:ind w:left="426" w:hanging="426"/>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6.2 Prevádzkovateľ je povinný uchovávať záznamy z monitorovania, ak to nie je v tomto rozhodnutí určené inak, 5 rokov a každoročne do 31. januára nasledujúceho kalendárneho roka ohlasovať výsledky monitoringu stanoveného v bodoch I.4 a I.5.5, časť II. integrovaného povolenia za obdobie kalendárneho roka na IŽP Košice.</w:t>
      </w:r>
    </w:p>
    <w:p w:rsidR="009C768D" w:rsidRPr="0031450B" w:rsidRDefault="009C768D" w:rsidP="007F749E">
      <w:pPr>
        <w:spacing w:after="0"/>
        <w:ind w:left="426" w:hanging="426"/>
        <w:jc w:val="both"/>
        <w:rPr>
          <w:rFonts w:ascii="Times New Roman" w:hAnsi="Times New Roman"/>
          <w:color w:val="000000" w:themeColor="text1"/>
          <w:sz w:val="24"/>
          <w:szCs w:val="24"/>
        </w:rPr>
      </w:pPr>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1607161661"/>
          <w:placeholder>
            <w:docPart w:val="142EE240623D4A48A0D12E613AE33C05"/>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009C768D" w:rsidRPr="0031450B">
            <w:rPr>
              <w:rStyle w:val="Siln"/>
              <w:rFonts w:ascii="Times New Roman" w:hAnsi="Times New Roman"/>
              <w:color w:val="000000" w:themeColor="text1"/>
              <w:sz w:val="24"/>
              <w:szCs w:val="24"/>
            </w:rPr>
            <w:t>Nedodržaná</w:t>
          </w:r>
        </w:sdtContent>
      </w:sdt>
    </w:p>
    <w:p w:rsidR="00A90850" w:rsidRPr="0031450B" w:rsidRDefault="00A90850"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500083176"/>
          <w:placeholder>
            <w:docPart w:val="3CBB670439854B588BE831F228301B1C"/>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A90850" w:rsidRPr="0031450B" w:rsidRDefault="009C768D" w:rsidP="007F749E">
      <w:pPr>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 xml:space="preserve">Prevádzkovateľ </w:t>
      </w:r>
      <w:r w:rsidRPr="0031450B">
        <w:rPr>
          <w:rFonts w:ascii="Times New Roman" w:hAnsi="Times New Roman"/>
          <w:b/>
          <w:color w:val="000000" w:themeColor="text1"/>
          <w:sz w:val="24"/>
          <w:szCs w:val="24"/>
        </w:rPr>
        <w:t>neohlásil</w:t>
      </w:r>
      <w:r w:rsidRPr="0031450B">
        <w:rPr>
          <w:rFonts w:ascii="Times New Roman" w:hAnsi="Times New Roman"/>
          <w:color w:val="000000" w:themeColor="text1"/>
          <w:sz w:val="24"/>
          <w:szCs w:val="24"/>
        </w:rPr>
        <w:t xml:space="preserve"> výsledky monitoringu</w:t>
      </w:r>
      <w:r w:rsidR="00A92E8E" w:rsidRPr="0031450B">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 xml:space="preserve">stanoveného v bodoch I.4 a I.5.5, časť </w:t>
      </w:r>
      <w:r w:rsidR="00A92E8E" w:rsidRPr="0031450B">
        <w:rPr>
          <w:rFonts w:ascii="Times New Roman" w:hAnsi="Times New Roman"/>
          <w:color w:val="000000" w:themeColor="text1"/>
          <w:sz w:val="24"/>
          <w:szCs w:val="24"/>
        </w:rPr>
        <w:br/>
      </w:r>
      <w:r w:rsidRPr="0031450B">
        <w:rPr>
          <w:rFonts w:ascii="Times New Roman" w:hAnsi="Times New Roman"/>
          <w:color w:val="000000" w:themeColor="text1"/>
          <w:sz w:val="24"/>
          <w:szCs w:val="24"/>
        </w:rPr>
        <w:t>II. integrovaného povolenia</w:t>
      </w:r>
      <w:r w:rsidR="00A92E8E" w:rsidRPr="0031450B">
        <w:rPr>
          <w:rFonts w:ascii="Times New Roman" w:hAnsi="Times New Roman"/>
          <w:color w:val="000000" w:themeColor="text1"/>
          <w:sz w:val="24"/>
          <w:szCs w:val="24"/>
        </w:rPr>
        <w:t xml:space="preserve"> každoročne do 31. januára nasledujúceho kalendárneho rok na IŽP Košice</w:t>
      </w:r>
      <w:r w:rsidRPr="0031450B">
        <w:rPr>
          <w:rFonts w:ascii="Times New Roman" w:hAnsi="Times New Roman"/>
          <w:color w:val="000000" w:themeColor="text1"/>
          <w:sz w:val="24"/>
          <w:szCs w:val="24"/>
        </w:rPr>
        <w:t xml:space="preserve"> za rok</w:t>
      </w:r>
      <w:r w:rsidR="00A92E8E" w:rsidRPr="0031450B">
        <w:rPr>
          <w:rFonts w:ascii="Times New Roman" w:hAnsi="Times New Roman"/>
          <w:color w:val="000000" w:themeColor="text1"/>
          <w:sz w:val="24"/>
          <w:szCs w:val="24"/>
        </w:rPr>
        <w:t>y</w:t>
      </w:r>
      <w:r w:rsidR="00C66991" w:rsidRPr="0031450B">
        <w:rPr>
          <w:rFonts w:ascii="Times New Roman" w:hAnsi="Times New Roman"/>
          <w:color w:val="000000" w:themeColor="text1"/>
          <w:sz w:val="24"/>
          <w:szCs w:val="24"/>
        </w:rPr>
        <w:t xml:space="preserve"> 2016, 2017,</w:t>
      </w:r>
      <w:r w:rsidR="00A92E8E" w:rsidRPr="0031450B">
        <w:rPr>
          <w:rFonts w:ascii="Times New Roman" w:hAnsi="Times New Roman"/>
          <w:color w:val="000000" w:themeColor="text1"/>
          <w:sz w:val="24"/>
          <w:szCs w:val="24"/>
        </w:rPr>
        <w:t xml:space="preserve"> </w:t>
      </w:r>
      <w:r w:rsidR="00A92E8E" w:rsidRPr="0031450B">
        <w:rPr>
          <w:rFonts w:ascii="Times New Roman" w:hAnsi="Times New Roman"/>
          <w:b/>
          <w:color w:val="000000" w:themeColor="text1"/>
          <w:sz w:val="24"/>
          <w:szCs w:val="24"/>
        </w:rPr>
        <w:t xml:space="preserve">čo je v rozpore s podmienkou č. I.6.2, časť II. integrovaného povolenia. </w:t>
      </w:r>
    </w:p>
    <w:p w:rsidR="00A92E8E" w:rsidRDefault="00A92E8E" w:rsidP="007F749E">
      <w:pPr>
        <w:spacing w:after="0"/>
        <w:jc w:val="both"/>
        <w:rPr>
          <w:rFonts w:ascii="Times New Roman" w:hAnsi="Times New Roman"/>
          <w:color w:val="000000" w:themeColor="text1"/>
          <w:sz w:val="24"/>
          <w:szCs w:val="24"/>
        </w:rPr>
      </w:pPr>
    </w:p>
    <w:p w:rsidR="00CF0623" w:rsidRPr="0031450B" w:rsidRDefault="00CF0623" w:rsidP="00CF0623">
      <w:pPr>
        <w:pStyle w:val="Odsekzoznamu"/>
        <w:numPr>
          <w:ilvl w:val="0"/>
          <w:numId w:val="5"/>
        </w:numPr>
        <w:spacing w:after="0"/>
        <w:ind w:left="426" w:hanging="426"/>
        <w:jc w:val="both"/>
        <w:rPr>
          <w:rFonts w:ascii="Times New Roman" w:hAnsi="Times New Roman"/>
          <w:b/>
          <w:color w:val="000000" w:themeColor="text1"/>
          <w:sz w:val="24"/>
          <w:szCs w:val="24"/>
        </w:rPr>
      </w:pP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1611851758"/>
          <w:placeholder>
            <w:docPart w:val="1F8C5469B65E4B8AA41983D797A0DCF8"/>
          </w:placeholder>
        </w:sdtPr>
        <w:sdtEndPr>
          <w:rPr>
            <w:rStyle w:val="Predvolenpsmoodseku"/>
            <w:b w:val="0"/>
            <w:bCs w:val="0"/>
          </w:rPr>
        </w:sdtEndPr>
        <w:sdtContent>
          <w:r w:rsidRPr="0031450B">
            <w:rPr>
              <w:rStyle w:val="Siln"/>
              <w:rFonts w:ascii="Times New Roman" w:hAnsi="Times New Roman"/>
              <w:color w:val="000000" w:themeColor="text1"/>
              <w:sz w:val="24"/>
              <w:szCs w:val="24"/>
            </w:rPr>
            <w:t>č. 6.</w:t>
          </w:r>
          <w:r>
            <w:rPr>
              <w:rStyle w:val="Siln"/>
              <w:rFonts w:ascii="Times New Roman" w:hAnsi="Times New Roman"/>
              <w:color w:val="000000" w:themeColor="text1"/>
              <w:sz w:val="24"/>
              <w:szCs w:val="24"/>
            </w:rPr>
            <w:t>4</w:t>
          </w:r>
          <w:r w:rsidRPr="0031450B">
            <w:rPr>
              <w:rStyle w:val="Siln"/>
              <w:rFonts w:ascii="Times New Roman" w:hAnsi="Times New Roman"/>
              <w:color w:val="000000" w:themeColor="text1"/>
              <w:sz w:val="24"/>
              <w:szCs w:val="24"/>
            </w:rPr>
            <w:t xml:space="preserve">, bod I. Požiadavky na spôsob a metódy monitorovania prevádzky </w:t>
          </w:r>
          <w:r w:rsidRPr="0031450B">
            <w:rPr>
              <w:rStyle w:val="Siln"/>
              <w:rFonts w:ascii="Times New Roman" w:hAnsi="Times New Roman"/>
              <w:color w:val="000000" w:themeColor="text1"/>
              <w:sz w:val="24"/>
              <w:szCs w:val="24"/>
            </w:rPr>
            <w:br/>
            <w:t>a údaje, ktoré treba evidovať a poskytovať do informačného systému, časť II. integrovaného povolenia</w:t>
          </w:r>
        </w:sdtContent>
      </w:sdt>
      <w:r w:rsidRPr="0031450B">
        <w:rPr>
          <w:rFonts w:ascii="Times New Roman" w:hAnsi="Times New Roman"/>
          <w:color w:val="000000" w:themeColor="text1"/>
          <w:sz w:val="24"/>
          <w:szCs w:val="24"/>
        </w:rPr>
        <w:t>:</w:t>
      </w:r>
    </w:p>
    <w:p w:rsidR="00CF0623" w:rsidRDefault="00CF0623" w:rsidP="00CF0623">
      <w:pPr>
        <w:spacing w:after="0"/>
        <w:ind w:left="426" w:hanging="426"/>
        <w:jc w:val="both"/>
        <w:rPr>
          <w:rFonts w:ascii="Times New Roman" w:hAnsi="Times New Roman"/>
          <w:color w:val="000000" w:themeColor="text1"/>
          <w:sz w:val="24"/>
          <w:szCs w:val="24"/>
        </w:rPr>
      </w:pPr>
      <w:r w:rsidRPr="00CF0623">
        <w:rPr>
          <w:rFonts w:ascii="Times New Roman" w:hAnsi="Times New Roman"/>
          <w:color w:val="000000" w:themeColor="text1"/>
          <w:sz w:val="24"/>
          <w:szCs w:val="24"/>
        </w:rPr>
        <w:t>6.4</w:t>
      </w:r>
      <w:r w:rsidRPr="00CF0623">
        <w:rPr>
          <w:rFonts w:ascii="Times New Roman" w:hAnsi="Times New Roman"/>
          <w:color w:val="000000" w:themeColor="text1"/>
          <w:sz w:val="24"/>
          <w:szCs w:val="24"/>
        </w:rPr>
        <w:tab/>
        <w:t>Prevádzkovateľ je povinný podávať Ohlásenie o vzniku odpadu a nakladaní s ním v  súlade so  všeobecne záväzným právnym predpisom odpadového hospodárstva za obdobie kalendárneho roka na IŽP Košice a príslušný Okresný úrad do 28. februára nasledujúceho kalendárneho roka.</w:t>
      </w:r>
    </w:p>
    <w:p w:rsidR="00CF0623" w:rsidRPr="0031450B" w:rsidRDefault="00CF0623" w:rsidP="00CF0623">
      <w:pPr>
        <w:spacing w:after="0"/>
        <w:ind w:left="426" w:hanging="426"/>
        <w:jc w:val="both"/>
        <w:rPr>
          <w:rFonts w:ascii="Times New Roman" w:hAnsi="Times New Roman"/>
          <w:color w:val="000000" w:themeColor="text1"/>
          <w:sz w:val="24"/>
          <w:szCs w:val="24"/>
        </w:rPr>
      </w:pPr>
    </w:p>
    <w:p w:rsidR="00CF0623" w:rsidRPr="0031450B" w:rsidRDefault="00CF0623" w:rsidP="00CF0623">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Zistený stav</w:t>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Zistený stav"/>
          <w:tag w:val="Zistený stav"/>
          <w:id w:val="-97564392"/>
          <w:placeholder>
            <w:docPart w:val="F36BD51EA52C44D99AF6DB732836EB02"/>
          </w:placeholder>
          <w:dropDownList>
            <w:listItem w:value="Vyberte položku."/>
            <w:listItem w:displayText="Dodržaná" w:value="Dodržaná"/>
            <w:listItem w:displayText="Nedodržaná v časti" w:value="Nedodržaná v časti"/>
            <w:listItem w:displayText="Nedodržaná" w:value="Nedodržaná"/>
            <w:listItem w:displayText="Nie je možné vyhodnotiť" w:value="Nie je možné vyhodnotiť"/>
          </w:dropDownList>
        </w:sdtPr>
        <w:sdtEndPr>
          <w:rPr>
            <w:rStyle w:val="Predvolenpsmoodseku"/>
            <w:b w:val="0"/>
            <w:bCs w:val="0"/>
          </w:rPr>
        </w:sdtEndPr>
        <w:sdtContent>
          <w:r w:rsidRPr="0031450B">
            <w:rPr>
              <w:rStyle w:val="Siln"/>
              <w:rFonts w:ascii="Times New Roman" w:hAnsi="Times New Roman"/>
              <w:color w:val="000000" w:themeColor="text1"/>
              <w:sz w:val="24"/>
              <w:szCs w:val="24"/>
            </w:rPr>
            <w:t>Nedodržaná</w:t>
          </w:r>
        </w:sdtContent>
      </w:sdt>
    </w:p>
    <w:p w:rsidR="00CF0623" w:rsidRPr="0031450B" w:rsidRDefault="00CF0623" w:rsidP="00CF0623">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Opis</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Style w:val="Siln"/>
            <w:rFonts w:ascii="Times New Roman" w:hAnsi="Times New Roman"/>
            <w:color w:val="000000" w:themeColor="text1"/>
            <w:sz w:val="24"/>
            <w:szCs w:val="24"/>
          </w:rPr>
          <w:alias w:val="Opis"/>
          <w:tag w:val="Opis"/>
          <w:id w:val="1918432284"/>
          <w:placeholder>
            <w:docPart w:val="FE444889018C46E3AF7C460F245CB18C"/>
          </w:placeholder>
          <w:dropDownList>
            <w:listItem w:value="Vyberte položku."/>
            <w:listItem w:displayText="Áno" w:value="Áno"/>
            <w:listItem w:displayText="Nie" w:value="Nie"/>
          </w:dropDownList>
        </w:sdtPr>
        <w:sdtEndPr>
          <w:rPr>
            <w:rStyle w:val="Predvolenpsmoodseku"/>
            <w:b w:val="0"/>
            <w:bCs w:val="0"/>
          </w:rPr>
        </w:sdtEndPr>
        <w:sdtContent>
          <w:r w:rsidRPr="0031450B">
            <w:rPr>
              <w:rStyle w:val="Siln"/>
              <w:rFonts w:ascii="Times New Roman" w:hAnsi="Times New Roman"/>
              <w:color w:val="000000" w:themeColor="text1"/>
              <w:sz w:val="24"/>
              <w:szCs w:val="24"/>
            </w:rPr>
            <w:t>Áno</w:t>
          </w:r>
        </w:sdtContent>
      </w:sdt>
    </w:p>
    <w:p w:rsidR="00CF0623" w:rsidRPr="0031450B" w:rsidRDefault="00CF0623" w:rsidP="00CF0623">
      <w:pPr>
        <w:spacing w:after="0"/>
        <w:jc w:val="both"/>
        <w:rPr>
          <w:rFonts w:ascii="Times New Roman" w:hAnsi="Times New Roman"/>
          <w:color w:val="000000" w:themeColor="text1"/>
          <w:sz w:val="24"/>
          <w:szCs w:val="24"/>
        </w:rPr>
      </w:pPr>
      <w:r>
        <w:rPr>
          <w:rFonts w:ascii="Times New Roman" w:hAnsi="Times New Roman"/>
          <w:color w:val="000000" w:themeColor="text1"/>
          <w:sz w:val="24"/>
          <w:szCs w:val="24"/>
        </w:rPr>
        <w:t xml:space="preserve">Prevádzkovateľ podal </w:t>
      </w:r>
      <w:r w:rsidRPr="00CF0623">
        <w:rPr>
          <w:rFonts w:ascii="Times New Roman" w:hAnsi="Times New Roman"/>
          <w:color w:val="000000" w:themeColor="text1"/>
          <w:sz w:val="24"/>
          <w:szCs w:val="24"/>
        </w:rPr>
        <w:t>Ohlásenie o vzniku odpadu a nakladaní s ním v  súlade so  všeobecne záväzným právnym predpisom odpadového hospodárstva</w:t>
      </w:r>
      <w:r>
        <w:rPr>
          <w:rFonts w:ascii="Times New Roman" w:hAnsi="Times New Roman"/>
          <w:color w:val="000000" w:themeColor="text1"/>
          <w:sz w:val="24"/>
          <w:szCs w:val="24"/>
        </w:rPr>
        <w:t xml:space="preserve"> za </w:t>
      </w:r>
      <w:r w:rsidR="0080463E">
        <w:rPr>
          <w:rFonts w:ascii="Times New Roman" w:hAnsi="Times New Roman"/>
          <w:color w:val="000000" w:themeColor="text1"/>
          <w:sz w:val="24"/>
          <w:szCs w:val="24"/>
        </w:rPr>
        <w:t>roky 2016 a 2017</w:t>
      </w:r>
      <w:r>
        <w:rPr>
          <w:rFonts w:ascii="Times New Roman" w:hAnsi="Times New Roman"/>
          <w:color w:val="000000" w:themeColor="text1"/>
          <w:sz w:val="24"/>
          <w:szCs w:val="24"/>
        </w:rPr>
        <w:t xml:space="preserve"> </w:t>
      </w:r>
      <w:r w:rsidRPr="00CF0623">
        <w:rPr>
          <w:rFonts w:ascii="Times New Roman" w:hAnsi="Times New Roman"/>
          <w:color w:val="000000" w:themeColor="text1"/>
          <w:sz w:val="24"/>
          <w:szCs w:val="24"/>
        </w:rPr>
        <w:t>na IŽP Košice a príslušný Okresný úrad do 28. februára nasledujúceho kalendárneho roka.</w:t>
      </w:r>
    </w:p>
    <w:p w:rsidR="00A90850" w:rsidRDefault="00A90850" w:rsidP="007F749E">
      <w:pPr>
        <w:spacing w:after="0"/>
        <w:rPr>
          <w:rFonts w:ascii="Times New Roman" w:hAnsi="Times New Roman"/>
          <w:color w:val="000000" w:themeColor="text1"/>
          <w:sz w:val="24"/>
          <w:szCs w:val="24"/>
        </w:rPr>
      </w:pPr>
    </w:p>
    <w:p w:rsidR="004C56AF" w:rsidRDefault="004C56AF" w:rsidP="007F749E">
      <w:pPr>
        <w:spacing w:after="0"/>
        <w:rPr>
          <w:rFonts w:ascii="Times New Roman" w:hAnsi="Times New Roman"/>
          <w:color w:val="000000" w:themeColor="text1"/>
          <w:sz w:val="24"/>
          <w:szCs w:val="24"/>
        </w:rPr>
      </w:pPr>
    </w:p>
    <w:p w:rsidR="004C56AF" w:rsidRDefault="004C56AF" w:rsidP="007F749E">
      <w:pPr>
        <w:spacing w:after="0"/>
        <w:rPr>
          <w:rFonts w:ascii="Times New Roman" w:hAnsi="Times New Roman"/>
          <w:color w:val="000000" w:themeColor="text1"/>
          <w:sz w:val="24"/>
          <w:szCs w:val="24"/>
        </w:rPr>
      </w:pPr>
    </w:p>
    <w:p w:rsidR="004C56AF" w:rsidRPr="0031450B" w:rsidRDefault="004C56AF" w:rsidP="007F749E">
      <w:pPr>
        <w:spacing w:after="0"/>
        <w:rPr>
          <w:rFonts w:ascii="Times New Roman" w:hAnsi="Times New Roman"/>
          <w:color w:val="000000" w:themeColor="text1"/>
          <w:sz w:val="24"/>
          <w:szCs w:val="24"/>
        </w:rPr>
      </w:pPr>
    </w:p>
    <w:p w:rsidR="005920ED" w:rsidRPr="0031450B" w:rsidRDefault="005920ED" w:rsidP="007F749E">
      <w:pPr>
        <w:pStyle w:val="Odsekzoznamu"/>
        <w:numPr>
          <w:ilvl w:val="0"/>
          <w:numId w:val="4"/>
        </w:numPr>
        <w:spacing w:after="0"/>
        <w:ind w:left="426" w:hanging="426"/>
        <w:jc w:val="both"/>
        <w:rPr>
          <w:rFonts w:ascii="Times New Roman" w:hAnsi="Times New Roman"/>
          <w:color w:val="000000" w:themeColor="text1"/>
          <w:sz w:val="24"/>
          <w:szCs w:val="24"/>
        </w:rPr>
      </w:pPr>
      <w:r w:rsidRPr="0031450B">
        <w:rPr>
          <w:rFonts w:ascii="Times New Roman" w:hAnsi="Times New Roman"/>
          <w:b/>
          <w:color w:val="000000" w:themeColor="text1"/>
          <w:sz w:val="24"/>
          <w:szCs w:val="24"/>
          <w:u w:val="single"/>
        </w:rPr>
        <w:lastRenderedPageBreak/>
        <w:t>Prílohy správy</w:t>
      </w:r>
      <w:r w:rsidR="0062284C" w:rsidRPr="0031450B">
        <w:rPr>
          <w:rFonts w:ascii="Times New Roman" w:hAnsi="Times New Roman"/>
          <w:color w:val="000000" w:themeColor="text1"/>
          <w:sz w:val="24"/>
          <w:szCs w:val="24"/>
        </w:rPr>
        <w:tab/>
      </w:r>
      <w:r w:rsidR="0062284C"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Prílohy"/>
          <w:tag w:val="Prílohy"/>
          <w:id w:val="-952397199"/>
          <w:placeholder>
            <w:docPart w:val="0C3D8AB3AF5C4214BF0A5D12A5FC682C"/>
          </w:placeholder>
          <w:dropDownList>
            <w:listItem w:value="Vyberte položku."/>
            <w:listItem w:displayText="Áno" w:value="Áno"/>
            <w:listItem w:displayText="Nie" w:value="Nie"/>
          </w:dropDownList>
        </w:sdtPr>
        <w:sdtEndPr/>
        <w:sdtContent>
          <w:r w:rsidR="007D6646" w:rsidRPr="0031450B">
            <w:rPr>
              <w:rFonts w:ascii="Times New Roman" w:hAnsi="Times New Roman"/>
              <w:color w:val="000000" w:themeColor="text1"/>
              <w:sz w:val="24"/>
              <w:szCs w:val="24"/>
            </w:rPr>
            <w:t>Nie</w:t>
          </w:r>
        </w:sdtContent>
      </w:sdt>
    </w:p>
    <w:p w:rsidR="007D6646" w:rsidRDefault="007D6646" w:rsidP="007F749E">
      <w:pPr>
        <w:pStyle w:val="Odsekzoznamu"/>
        <w:spacing w:after="0"/>
        <w:ind w:left="426"/>
        <w:jc w:val="both"/>
        <w:rPr>
          <w:rFonts w:ascii="Times New Roman" w:hAnsi="Times New Roman"/>
          <w:color w:val="000000" w:themeColor="text1"/>
          <w:sz w:val="24"/>
          <w:szCs w:val="24"/>
        </w:rPr>
      </w:pPr>
    </w:p>
    <w:p w:rsidR="0076757A" w:rsidRPr="0031450B" w:rsidRDefault="00403D27"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Zhodnotenie dodržania podmienok povolenia</w:t>
      </w:r>
    </w:p>
    <w:p w:rsidR="00403D27" w:rsidRPr="0031450B" w:rsidRDefault="000C348D" w:rsidP="007F749E">
      <w:pPr>
        <w:pStyle w:val="Odsekzoznamu"/>
        <w:spacing w:after="0"/>
        <w:ind w:left="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Dodržané</w:t>
      </w:r>
      <w:r w:rsidR="008A5A34" w:rsidRPr="0031450B">
        <w:rPr>
          <w:rFonts w:ascii="Times New Roman" w:hAnsi="Times New Roman"/>
          <w:color w:val="000000" w:themeColor="text1"/>
          <w:sz w:val="24"/>
          <w:szCs w:val="24"/>
        </w:rPr>
        <w:t xml:space="preserve">: </w:t>
      </w:r>
      <w:r w:rsidR="008A5A34" w:rsidRPr="0031450B">
        <w:rPr>
          <w:rFonts w:ascii="Times New Roman" w:hAnsi="Times New Roman"/>
          <w:color w:val="000000" w:themeColor="text1"/>
          <w:sz w:val="24"/>
          <w:szCs w:val="24"/>
        </w:rPr>
        <w:tab/>
      </w:r>
      <w:r w:rsidR="008A5A34" w:rsidRPr="0031450B">
        <w:rPr>
          <w:rFonts w:ascii="Times New Roman" w:hAnsi="Times New Roman"/>
          <w:color w:val="000000" w:themeColor="text1"/>
          <w:sz w:val="24"/>
          <w:szCs w:val="24"/>
        </w:rPr>
        <w:tab/>
      </w:r>
      <w:r w:rsidR="008A5A34" w:rsidRPr="0031450B">
        <w:rPr>
          <w:rFonts w:ascii="Times New Roman" w:hAnsi="Times New Roman"/>
          <w:color w:val="000000" w:themeColor="text1"/>
          <w:sz w:val="24"/>
          <w:szCs w:val="24"/>
        </w:rPr>
        <w:tab/>
        <w:t>2</w:t>
      </w:r>
      <w:r w:rsidR="0031450B" w:rsidRPr="0031450B">
        <w:rPr>
          <w:rFonts w:ascii="Times New Roman" w:hAnsi="Times New Roman"/>
          <w:color w:val="000000" w:themeColor="text1"/>
          <w:sz w:val="24"/>
          <w:szCs w:val="24"/>
        </w:rPr>
        <w:t>0</w:t>
      </w:r>
      <w:r w:rsidR="00CF0623">
        <w:rPr>
          <w:rFonts w:ascii="Times New Roman" w:hAnsi="Times New Roman"/>
          <w:color w:val="000000" w:themeColor="text1"/>
          <w:sz w:val="24"/>
          <w:szCs w:val="24"/>
        </w:rPr>
        <w:t>/2</w:t>
      </w:r>
      <w:r w:rsidR="0010746A">
        <w:rPr>
          <w:rFonts w:ascii="Times New Roman" w:hAnsi="Times New Roman"/>
          <w:color w:val="000000" w:themeColor="text1"/>
          <w:sz w:val="24"/>
          <w:szCs w:val="24"/>
        </w:rPr>
        <w:t>4</w:t>
      </w:r>
      <w:r w:rsidR="00403D27" w:rsidRPr="0031450B">
        <w:rPr>
          <w:rFonts w:ascii="Times New Roman" w:hAnsi="Times New Roman"/>
          <w:color w:val="000000" w:themeColor="text1"/>
          <w:sz w:val="24"/>
          <w:szCs w:val="24"/>
        </w:rPr>
        <w:tab/>
      </w:r>
    </w:p>
    <w:p w:rsidR="009E15F1" w:rsidRPr="0031450B" w:rsidRDefault="009E15F1" w:rsidP="007F749E">
      <w:pPr>
        <w:pStyle w:val="Odsekzoznamu"/>
        <w:spacing w:after="0"/>
        <w:ind w:left="0"/>
        <w:rPr>
          <w:rFonts w:ascii="Times New Roman" w:hAnsi="Times New Roman"/>
          <w:color w:val="000000" w:themeColor="text1"/>
          <w:sz w:val="24"/>
          <w:szCs w:val="24"/>
        </w:rPr>
      </w:pPr>
    </w:p>
    <w:p w:rsidR="00D437E4" w:rsidRPr="0031450B" w:rsidRDefault="00D437E4" w:rsidP="007F749E">
      <w:pPr>
        <w:pStyle w:val="Odsekzoznamu"/>
        <w:spacing w:after="0"/>
        <w:ind w:left="0"/>
        <w:rPr>
          <w:rFonts w:ascii="Times New Roman" w:hAnsi="Times New Roman"/>
          <w:color w:val="000000" w:themeColor="text1"/>
          <w:sz w:val="24"/>
          <w:szCs w:val="24"/>
        </w:rPr>
      </w:pPr>
      <w:r w:rsidRPr="0031450B">
        <w:rPr>
          <w:rFonts w:ascii="Times New Roman" w:hAnsi="Times New Roman"/>
          <w:color w:val="000000" w:themeColor="text1"/>
          <w:sz w:val="24"/>
          <w:szCs w:val="24"/>
        </w:rPr>
        <w:t>Nedodržané</w:t>
      </w:r>
      <w:r w:rsidR="002B3B37" w:rsidRPr="0031450B">
        <w:rPr>
          <w:rFonts w:ascii="Times New Roman" w:hAnsi="Times New Roman"/>
          <w:color w:val="000000" w:themeColor="text1"/>
          <w:sz w:val="24"/>
          <w:szCs w:val="24"/>
        </w:rPr>
        <w:t xml:space="preserve"> v</w:t>
      </w:r>
      <w:r w:rsidR="008A5A34" w:rsidRPr="0031450B">
        <w:rPr>
          <w:rFonts w:ascii="Times New Roman" w:hAnsi="Times New Roman"/>
          <w:color w:val="000000" w:themeColor="text1"/>
          <w:sz w:val="24"/>
          <w:szCs w:val="24"/>
        </w:rPr>
        <w:t> </w:t>
      </w:r>
      <w:r w:rsidR="002B3B37" w:rsidRPr="0031450B">
        <w:rPr>
          <w:rFonts w:ascii="Times New Roman" w:hAnsi="Times New Roman"/>
          <w:color w:val="000000" w:themeColor="text1"/>
          <w:sz w:val="24"/>
          <w:szCs w:val="24"/>
        </w:rPr>
        <w:t>časti</w:t>
      </w:r>
      <w:r w:rsidR="00CF0623">
        <w:rPr>
          <w:rFonts w:ascii="Times New Roman" w:hAnsi="Times New Roman"/>
          <w:color w:val="000000" w:themeColor="text1"/>
          <w:sz w:val="24"/>
          <w:szCs w:val="24"/>
        </w:rPr>
        <w:t xml:space="preserve">: </w:t>
      </w:r>
      <w:r w:rsidR="00CF0623">
        <w:rPr>
          <w:rFonts w:ascii="Times New Roman" w:hAnsi="Times New Roman"/>
          <w:color w:val="000000" w:themeColor="text1"/>
          <w:sz w:val="24"/>
          <w:szCs w:val="24"/>
        </w:rPr>
        <w:tab/>
      </w:r>
      <w:r w:rsidR="00CF0623">
        <w:rPr>
          <w:rFonts w:ascii="Times New Roman" w:hAnsi="Times New Roman"/>
          <w:color w:val="000000" w:themeColor="text1"/>
          <w:sz w:val="24"/>
          <w:szCs w:val="24"/>
        </w:rPr>
        <w:tab/>
        <w:t>0/2</w:t>
      </w:r>
      <w:r w:rsidR="0010746A">
        <w:rPr>
          <w:rFonts w:ascii="Times New Roman" w:hAnsi="Times New Roman"/>
          <w:color w:val="000000" w:themeColor="text1"/>
          <w:sz w:val="24"/>
          <w:szCs w:val="24"/>
        </w:rPr>
        <w:t>4</w:t>
      </w:r>
    </w:p>
    <w:p w:rsidR="009E15F1" w:rsidRPr="0031450B" w:rsidRDefault="009E15F1" w:rsidP="007F749E">
      <w:pPr>
        <w:spacing w:after="0"/>
        <w:rPr>
          <w:rFonts w:ascii="Times New Roman" w:hAnsi="Times New Roman"/>
          <w:color w:val="000000" w:themeColor="text1"/>
          <w:sz w:val="24"/>
          <w:szCs w:val="24"/>
        </w:rPr>
      </w:pPr>
    </w:p>
    <w:p w:rsidR="00CD783F" w:rsidRPr="0031450B" w:rsidRDefault="002B3B37" w:rsidP="007F749E">
      <w:pPr>
        <w:spacing w:after="0"/>
        <w:rPr>
          <w:rFonts w:ascii="Times New Roman" w:hAnsi="Times New Roman"/>
          <w:color w:val="000000" w:themeColor="text1"/>
          <w:sz w:val="24"/>
          <w:szCs w:val="24"/>
        </w:rPr>
      </w:pPr>
      <w:r w:rsidRPr="0031450B">
        <w:rPr>
          <w:rFonts w:ascii="Times New Roman" w:hAnsi="Times New Roman"/>
          <w:color w:val="000000" w:themeColor="text1"/>
          <w:sz w:val="24"/>
          <w:szCs w:val="24"/>
        </w:rPr>
        <w:t>Nedodržané</w:t>
      </w:r>
      <w:r w:rsidR="008A5A34" w:rsidRPr="0031450B">
        <w:rPr>
          <w:rFonts w:ascii="Times New Roman" w:hAnsi="Times New Roman"/>
          <w:color w:val="000000" w:themeColor="text1"/>
          <w:sz w:val="24"/>
          <w:szCs w:val="24"/>
        </w:rPr>
        <w:t xml:space="preserve">: </w:t>
      </w:r>
      <w:r w:rsidR="008A5A34" w:rsidRPr="0031450B">
        <w:rPr>
          <w:rFonts w:ascii="Times New Roman" w:hAnsi="Times New Roman"/>
          <w:color w:val="000000" w:themeColor="text1"/>
          <w:sz w:val="24"/>
          <w:szCs w:val="24"/>
        </w:rPr>
        <w:tab/>
      </w:r>
      <w:r w:rsidR="008A5A34" w:rsidRPr="0031450B">
        <w:rPr>
          <w:rFonts w:ascii="Times New Roman" w:hAnsi="Times New Roman"/>
          <w:color w:val="000000" w:themeColor="text1"/>
          <w:sz w:val="24"/>
          <w:szCs w:val="24"/>
        </w:rPr>
        <w:tab/>
      </w:r>
      <w:r w:rsidR="008A5A34" w:rsidRPr="0031450B">
        <w:rPr>
          <w:rFonts w:ascii="Times New Roman" w:hAnsi="Times New Roman"/>
          <w:color w:val="000000" w:themeColor="text1"/>
          <w:sz w:val="24"/>
          <w:szCs w:val="24"/>
        </w:rPr>
        <w:tab/>
      </w:r>
      <w:r w:rsidR="0031450B" w:rsidRPr="0031450B">
        <w:rPr>
          <w:rFonts w:ascii="Times New Roman" w:hAnsi="Times New Roman"/>
          <w:color w:val="000000" w:themeColor="text1"/>
          <w:sz w:val="24"/>
          <w:szCs w:val="24"/>
        </w:rPr>
        <w:t>2</w:t>
      </w:r>
      <w:r w:rsidR="00CF0623">
        <w:rPr>
          <w:rFonts w:ascii="Times New Roman" w:hAnsi="Times New Roman"/>
          <w:color w:val="000000" w:themeColor="text1"/>
          <w:sz w:val="24"/>
          <w:szCs w:val="24"/>
        </w:rPr>
        <w:t>/2</w:t>
      </w:r>
      <w:r w:rsidR="0010746A">
        <w:rPr>
          <w:rFonts w:ascii="Times New Roman" w:hAnsi="Times New Roman"/>
          <w:color w:val="000000" w:themeColor="text1"/>
          <w:sz w:val="24"/>
          <w:szCs w:val="24"/>
        </w:rPr>
        <w:t>4</w:t>
      </w:r>
    </w:p>
    <w:p w:rsidR="009E15F1" w:rsidRPr="0031450B" w:rsidRDefault="009E15F1" w:rsidP="007F749E">
      <w:pPr>
        <w:pStyle w:val="Odsekzoznamu"/>
        <w:spacing w:after="0"/>
        <w:ind w:left="0"/>
        <w:rPr>
          <w:rFonts w:ascii="Times New Roman" w:hAnsi="Times New Roman"/>
          <w:color w:val="000000" w:themeColor="text1"/>
          <w:sz w:val="24"/>
          <w:szCs w:val="24"/>
        </w:rPr>
      </w:pPr>
    </w:p>
    <w:p w:rsidR="00682326" w:rsidRPr="0031450B" w:rsidRDefault="00682326" w:rsidP="007F749E">
      <w:pPr>
        <w:pStyle w:val="Odsekzoznamu"/>
        <w:spacing w:after="0"/>
        <w:ind w:left="0"/>
        <w:rPr>
          <w:rFonts w:ascii="Times New Roman" w:hAnsi="Times New Roman"/>
          <w:color w:val="000000" w:themeColor="text1"/>
          <w:sz w:val="24"/>
          <w:szCs w:val="24"/>
        </w:rPr>
      </w:pPr>
      <w:r w:rsidRPr="0031450B">
        <w:rPr>
          <w:rFonts w:ascii="Times New Roman" w:hAnsi="Times New Roman"/>
          <w:color w:val="000000" w:themeColor="text1"/>
          <w:sz w:val="24"/>
          <w:szCs w:val="24"/>
        </w:rPr>
        <w:t>Nie je možné vyhodnotiť</w:t>
      </w:r>
      <w:r w:rsidR="00CF0623">
        <w:rPr>
          <w:rFonts w:ascii="Times New Roman" w:hAnsi="Times New Roman"/>
          <w:color w:val="000000" w:themeColor="text1"/>
          <w:sz w:val="24"/>
          <w:szCs w:val="24"/>
        </w:rPr>
        <w:t>:</w:t>
      </w:r>
      <w:r w:rsidR="00CF0623">
        <w:rPr>
          <w:rFonts w:ascii="Times New Roman" w:hAnsi="Times New Roman"/>
          <w:color w:val="000000" w:themeColor="text1"/>
          <w:sz w:val="24"/>
          <w:szCs w:val="24"/>
        </w:rPr>
        <w:tab/>
        <w:t>0/2</w:t>
      </w:r>
      <w:r w:rsidR="0010746A">
        <w:rPr>
          <w:rFonts w:ascii="Times New Roman" w:hAnsi="Times New Roman"/>
          <w:color w:val="000000" w:themeColor="text1"/>
          <w:sz w:val="24"/>
          <w:szCs w:val="24"/>
        </w:rPr>
        <w:t>4</w:t>
      </w:r>
    </w:p>
    <w:p w:rsidR="009E15F1" w:rsidRPr="0031450B" w:rsidRDefault="009E15F1" w:rsidP="007F749E">
      <w:pPr>
        <w:pStyle w:val="Odsekzoznamu"/>
        <w:spacing w:after="0"/>
        <w:ind w:left="0"/>
        <w:rPr>
          <w:rFonts w:ascii="Times New Roman" w:hAnsi="Times New Roman"/>
          <w:color w:val="000000" w:themeColor="text1"/>
          <w:sz w:val="24"/>
          <w:szCs w:val="24"/>
        </w:rPr>
      </w:pPr>
    </w:p>
    <w:p w:rsidR="00444EB2" w:rsidRPr="0031450B" w:rsidRDefault="00444EB2" w:rsidP="007F749E">
      <w:pPr>
        <w:pStyle w:val="Odsekzoznamu"/>
        <w:numPr>
          <w:ilvl w:val="0"/>
          <w:numId w:val="4"/>
        </w:numPr>
        <w:spacing w:after="0"/>
        <w:ind w:left="426" w:hanging="426"/>
        <w:jc w:val="both"/>
        <w:rPr>
          <w:rFonts w:ascii="Times New Roman" w:hAnsi="Times New Roman"/>
          <w:b/>
          <w:color w:val="000000" w:themeColor="text1"/>
          <w:sz w:val="24"/>
          <w:szCs w:val="24"/>
          <w:u w:val="single"/>
        </w:rPr>
      </w:pPr>
      <w:r w:rsidRPr="0031450B">
        <w:rPr>
          <w:rFonts w:ascii="Times New Roman" w:hAnsi="Times New Roman"/>
          <w:b/>
          <w:color w:val="000000" w:themeColor="text1"/>
          <w:sz w:val="24"/>
          <w:szCs w:val="24"/>
          <w:u w:val="single"/>
        </w:rPr>
        <w:t>Záver – celkové zhodnotenie</w:t>
      </w:r>
    </w:p>
    <w:p w:rsidR="008A5A34" w:rsidRPr="0031450B" w:rsidRDefault="008A5A34" w:rsidP="007F749E">
      <w:pPr>
        <w:spacing w:after="0"/>
        <w:jc w:val="both"/>
        <w:rPr>
          <w:rFonts w:ascii="Times New Roman" w:eastAsia="Times New Roman" w:hAnsi="Times New Roman"/>
          <w:bCs/>
          <w:color w:val="000000" w:themeColor="text1"/>
          <w:sz w:val="24"/>
          <w:szCs w:val="24"/>
        </w:rPr>
      </w:pPr>
      <w:r w:rsidRPr="0031450B">
        <w:rPr>
          <w:rFonts w:ascii="Times New Roman" w:eastAsia="Times New Roman" w:hAnsi="Times New Roman"/>
          <w:bCs/>
          <w:color w:val="000000" w:themeColor="text1"/>
          <w:sz w:val="24"/>
          <w:szCs w:val="24"/>
        </w:rPr>
        <w:t>Na základe vyššie uvedeného IŽP Košice konštatuje, že</w:t>
      </w:r>
      <w:r w:rsidRPr="0031450B">
        <w:rPr>
          <w:rFonts w:ascii="Times New Roman" w:eastAsia="Times New Roman" w:hAnsi="Times New Roman"/>
          <w:color w:val="000000" w:themeColor="text1"/>
          <w:sz w:val="24"/>
          <w:szCs w:val="24"/>
        </w:rPr>
        <w:t xml:space="preserve"> prevádzkovateľ</w:t>
      </w:r>
      <w:r w:rsidRPr="0031450B">
        <w:rPr>
          <w:rFonts w:ascii="Times New Roman" w:eastAsia="Times New Roman" w:hAnsi="Times New Roman"/>
          <w:bCs/>
          <w:color w:val="000000" w:themeColor="text1"/>
          <w:spacing w:val="-4"/>
          <w:sz w:val="24"/>
          <w:szCs w:val="24"/>
        </w:rPr>
        <w:t xml:space="preserve"> </w:t>
      </w:r>
      <w:r w:rsidRPr="0031450B">
        <w:rPr>
          <w:rFonts w:ascii="Times New Roman" w:eastAsia="Times New Roman" w:hAnsi="Times New Roman"/>
          <w:color w:val="000000" w:themeColor="text1"/>
          <w:sz w:val="24"/>
          <w:szCs w:val="24"/>
        </w:rPr>
        <w:t>porušil nasledovnú podmienku integrovaného povolenia</w:t>
      </w:r>
      <w:r w:rsidRPr="0031450B">
        <w:rPr>
          <w:rFonts w:ascii="Times New Roman" w:eastAsia="Times New Roman" w:hAnsi="Times New Roman"/>
          <w:bCs/>
          <w:color w:val="000000" w:themeColor="text1"/>
          <w:sz w:val="24"/>
          <w:szCs w:val="24"/>
        </w:rPr>
        <w:t xml:space="preserve">: </w:t>
      </w:r>
    </w:p>
    <w:p w:rsidR="008A5A34" w:rsidRPr="0031450B" w:rsidRDefault="008A5A34" w:rsidP="00C632A8">
      <w:pPr>
        <w:spacing w:after="0"/>
        <w:jc w:val="both"/>
        <w:rPr>
          <w:rFonts w:ascii="Times New Roman" w:eastAsia="Times New Roman" w:hAnsi="Times New Roman"/>
          <w:bCs/>
          <w:color w:val="000000" w:themeColor="text1"/>
          <w:sz w:val="24"/>
          <w:szCs w:val="24"/>
        </w:rPr>
      </w:pPr>
    </w:p>
    <w:p w:rsidR="0031450B" w:rsidRPr="0031450B" w:rsidRDefault="0031450B" w:rsidP="00C632A8">
      <w:pPr>
        <w:spacing w:after="0"/>
        <w:ind w:left="284" w:hanging="284"/>
        <w:jc w:val="both"/>
        <w:rPr>
          <w:rFonts w:ascii="Times New Roman" w:hAnsi="Times New Roman"/>
          <w:b/>
          <w:color w:val="000000" w:themeColor="text1"/>
          <w:sz w:val="24"/>
          <w:szCs w:val="24"/>
        </w:rPr>
      </w:pPr>
      <w:r w:rsidRPr="00C632A8">
        <w:rPr>
          <w:rFonts w:ascii="Times New Roman" w:eastAsia="Times New Roman" w:hAnsi="Times New Roman"/>
          <w:b/>
          <w:bCs/>
          <w:color w:val="000000" w:themeColor="text1"/>
          <w:sz w:val="24"/>
          <w:szCs w:val="24"/>
        </w:rPr>
        <w:t>1.</w:t>
      </w:r>
      <w:r w:rsidRPr="0031450B">
        <w:rPr>
          <w:rFonts w:ascii="Times New Roman" w:eastAsia="Times New Roman" w:hAnsi="Times New Roman"/>
          <w:bCs/>
          <w:color w:val="000000" w:themeColor="text1"/>
          <w:sz w:val="24"/>
          <w:szCs w:val="24"/>
        </w:rPr>
        <w:t>  </w:t>
      </w:r>
      <w:r w:rsidRPr="0031450B">
        <w:rPr>
          <w:rFonts w:ascii="Times New Roman" w:hAnsi="Times New Roman"/>
          <w:b/>
          <w:color w:val="000000" w:themeColor="text1"/>
          <w:sz w:val="24"/>
          <w:szCs w:val="24"/>
        </w:rPr>
        <w:t xml:space="preserve">Podmienka </w:t>
      </w:r>
      <w:sdt>
        <w:sdtPr>
          <w:rPr>
            <w:rStyle w:val="Siln"/>
            <w:rFonts w:ascii="Times New Roman" w:hAnsi="Times New Roman"/>
            <w:color w:val="000000" w:themeColor="text1"/>
            <w:sz w:val="24"/>
            <w:szCs w:val="24"/>
          </w:rPr>
          <w:id w:val="-362366600"/>
          <w:placeholder>
            <w:docPart w:val="1E2FBE90A66E49B782A5485D04A084E2"/>
          </w:placeholder>
        </w:sdtPr>
        <w:sdtEndPr>
          <w:rPr>
            <w:rStyle w:val="Predvolenpsmoodseku"/>
            <w:rFonts w:ascii="Calibri" w:hAnsi="Calibri"/>
            <w:b w:val="0"/>
            <w:bCs w:val="0"/>
            <w:sz w:val="22"/>
            <w:szCs w:val="22"/>
          </w:rPr>
        </w:sdtEndPr>
        <w:sdtContent>
          <w:r w:rsidRPr="0031450B">
            <w:rPr>
              <w:rStyle w:val="Siln"/>
              <w:rFonts w:ascii="Times New Roman" w:hAnsi="Times New Roman"/>
              <w:color w:val="000000" w:themeColor="text1"/>
              <w:sz w:val="24"/>
              <w:szCs w:val="24"/>
            </w:rPr>
            <w:t xml:space="preserve">č. </w:t>
          </w:r>
          <w:r w:rsidR="00C632A8">
            <w:rPr>
              <w:rStyle w:val="Siln"/>
              <w:rFonts w:ascii="Times New Roman" w:hAnsi="Times New Roman"/>
              <w:color w:val="000000" w:themeColor="text1"/>
              <w:sz w:val="24"/>
              <w:szCs w:val="24"/>
            </w:rPr>
            <w:t>A.</w:t>
          </w:r>
          <w:r w:rsidRPr="0031450B">
            <w:rPr>
              <w:rStyle w:val="Siln"/>
              <w:rFonts w:ascii="Times New Roman" w:hAnsi="Times New Roman"/>
              <w:color w:val="000000" w:themeColor="text1"/>
              <w:sz w:val="24"/>
              <w:szCs w:val="24"/>
            </w:rPr>
            <w:t>4.11, , časť II integrovaného povolenia v znení cit.: „</w:t>
          </w:r>
          <w:r w:rsidRPr="0031450B">
            <w:rPr>
              <w:rFonts w:ascii="Times New Roman" w:hAnsi="Times New Roman"/>
              <w:color w:val="000000" w:themeColor="text1"/>
              <w:sz w:val="24"/>
              <w:szCs w:val="24"/>
            </w:rPr>
            <w:t>4.11 Prevádzkovateľ je povinný do 30.11.2017 aktualizovať podľa tohto rozhodnutia a predložiť na schválenie</w:t>
          </w:r>
          <w:r w:rsidR="00C632A8">
            <w:rPr>
              <w:rFonts w:ascii="Times New Roman" w:hAnsi="Times New Roman"/>
              <w:color w:val="000000" w:themeColor="text1"/>
              <w:sz w:val="24"/>
              <w:szCs w:val="24"/>
            </w:rPr>
            <w:t xml:space="preserve"> </w:t>
          </w:r>
          <w:r w:rsidRPr="0031450B">
            <w:rPr>
              <w:rFonts w:ascii="Times New Roman" w:hAnsi="Times New Roman"/>
              <w:color w:val="000000" w:themeColor="text1"/>
              <w:sz w:val="24"/>
              <w:szCs w:val="24"/>
            </w:rPr>
            <w:t xml:space="preserve">na IŽP Košice: Prevádzkový poriadok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xml:space="preserve">.“, </w:t>
          </w:r>
          <w:r w:rsidR="00C632A8">
            <w:rPr>
              <w:rFonts w:ascii="Times New Roman" w:hAnsi="Times New Roman"/>
              <w:color w:val="000000" w:themeColor="text1"/>
              <w:sz w:val="24"/>
              <w:szCs w:val="24"/>
            </w:rPr>
            <w:br/>
          </w:r>
          <w:r w:rsidR="002C4708">
            <w:rPr>
              <w:rFonts w:ascii="Times New Roman" w:hAnsi="Times New Roman"/>
              <w:color w:val="000000" w:themeColor="text1"/>
              <w:sz w:val="24"/>
              <w:szCs w:val="24"/>
            </w:rPr>
            <w:t xml:space="preserve">a </w:t>
          </w:r>
          <w:r w:rsidRPr="0031450B">
            <w:rPr>
              <w:rFonts w:ascii="Times New Roman" w:hAnsi="Times New Roman"/>
              <w:color w:val="000000" w:themeColor="text1"/>
              <w:sz w:val="24"/>
              <w:szCs w:val="24"/>
            </w:rPr>
            <w:t xml:space="preserve">Technologický </w:t>
          </w:r>
          <w:proofErr w:type="spellStart"/>
          <w:r w:rsidRPr="0031450B">
            <w:rPr>
              <w:rFonts w:ascii="Times New Roman" w:hAnsi="Times New Roman"/>
              <w:color w:val="000000" w:themeColor="text1"/>
              <w:sz w:val="24"/>
              <w:szCs w:val="24"/>
            </w:rPr>
            <w:t>reglement</w:t>
          </w:r>
          <w:proofErr w:type="spellEnd"/>
          <w:r w:rsidRPr="0031450B">
            <w:rPr>
              <w:rFonts w:ascii="Times New Roman" w:hAnsi="Times New Roman"/>
              <w:color w:val="000000" w:themeColor="text1"/>
              <w:sz w:val="24"/>
              <w:szCs w:val="24"/>
            </w:rPr>
            <w:t xml:space="preserve"> zariadenia „Linka na triedenie oceliarenskej trosky v areáli </w:t>
          </w:r>
          <w:r w:rsidR="00C632A8">
            <w:rPr>
              <w:rFonts w:ascii="Times New Roman" w:hAnsi="Times New Roman"/>
              <w:color w:val="000000" w:themeColor="text1"/>
              <w:sz w:val="24"/>
              <w:szCs w:val="24"/>
            </w:rPr>
            <w:br/>
          </w:r>
          <w:r w:rsidRPr="0031450B">
            <w:rPr>
              <w:rFonts w:ascii="Times New Roman" w:hAnsi="Times New Roman"/>
              <w:color w:val="000000" w:themeColor="text1"/>
              <w:sz w:val="24"/>
              <w:szCs w:val="24"/>
            </w:rPr>
            <w:t xml:space="preserve">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tým že, prevádzkovateľ</w:t>
          </w:r>
          <w:r w:rsidRPr="0031450B">
            <w:rPr>
              <w:rFonts w:ascii="Times New Roman" w:hAnsi="Times New Roman"/>
              <w:b/>
              <w:color w:val="000000" w:themeColor="text1"/>
              <w:sz w:val="24"/>
              <w:szCs w:val="24"/>
            </w:rPr>
            <w:t xml:space="preserve"> nepredložil </w:t>
          </w:r>
          <w:r w:rsidRPr="0031450B">
            <w:rPr>
              <w:rFonts w:ascii="Times New Roman" w:hAnsi="Times New Roman"/>
              <w:color w:val="000000" w:themeColor="text1"/>
              <w:sz w:val="24"/>
              <w:szCs w:val="24"/>
            </w:rPr>
            <w:t>na schválenie na IŽP Košice</w:t>
          </w:r>
          <w:r w:rsidRPr="0031450B">
            <w:rPr>
              <w:rFonts w:ascii="Times New Roman" w:hAnsi="Times New Roman"/>
              <w:b/>
              <w:color w:val="000000" w:themeColor="text1"/>
              <w:sz w:val="24"/>
              <w:szCs w:val="24"/>
            </w:rPr>
            <w:t xml:space="preserve"> </w:t>
          </w:r>
          <w:r w:rsidRPr="0031450B">
            <w:rPr>
              <w:rFonts w:ascii="Times New Roman" w:hAnsi="Times New Roman"/>
              <w:color w:val="000000" w:themeColor="text1"/>
              <w:sz w:val="24"/>
              <w:szCs w:val="24"/>
            </w:rPr>
            <w:t>do 30.11.2017 aktualizovaný</w:t>
          </w:r>
          <w:r w:rsidRPr="0031450B">
            <w:rPr>
              <w:rFonts w:ascii="Times New Roman" w:hAnsi="Times New Roman"/>
              <w:b/>
              <w:color w:val="000000" w:themeColor="text1"/>
              <w:sz w:val="24"/>
              <w:szCs w:val="24"/>
            </w:rPr>
            <w:t xml:space="preserve"> </w:t>
          </w:r>
          <w:r w:rsidRPr="0031450B">
            <w:rPr>
              <w:rFonts w:ascii="Times New Roman" w:hAnsi="Times New Roman"/>
              <w:color w:val="000000" w:themeColor="text1"/>
              <w:sz w:val="24"/>
              <w:szCs w:val="24"/>
            </w:rPr>
            <w:t xml:space="preserve">Prevádzkový poriadok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xml:space="preserve">“ a Technologický </w:t>
          </w:r>
          <w:proofErr w:type="spellStart"/>
          <w:r w:rsidRPr="0031450B">
            <w:rPr>
              <w:rFonts w:ascii="Times New Roman" w:hAnsi="Times New Roman"/>
              <w:color w:val="000000" w:themeColor="text1"/>
              <w:sz w:val="24"/>
              <w:szCs w:val="24"/>
            </w:rPr>
            <w:t>reglement</w:t>
          </w:r>
          <w:proofErr w:type="spellEnd"/>
          <w:r w:rsidRPr="0031450B">
            <w:rPr>
              <w:rFonts w:ascii="Times New Roman" w:hAnsi="Times New Roman"/>
              <w:color w:val="000000" w:themeColor="text1"/>
              <w:sz w:val="24"/>
              <w:szCs w:val="24"/>
            </w:rPr>
            <w:t xml:space="preserve"> zariadenia „Linka na triedenie oceliarenskej trosky v areáli U. S. Steel Košice - Phoenix </w:t>
          </w:r>
          <w:proofErr w:type="spellStart"/>
          <w:r w:rsidRPr="0031450B">
            <w:rPr>
              <w:rFonts w:ascii="Times New Roman" w:hAnsi="Times New Roman"/>
              <w:color w:val="000000" w:themeColor="text1"/>
              <w:sz w:val="24"/>
              <w:szCs w:val="24"/>
            </w:rPr>
            <w:t>Services</w:t>
          </w:r>
          <w:proofErr w:type="spellEnd"/>
          <w:r w:rsidRPr="0031450B">
            <w:rPr>
              <w:rFonts w:ascii="Times New Roman" w:hAnsi="Times New Roman"/>
              <w:color w:val="000000" w:themeColor="text1"/>
              <w:sz w:val="24"/>
              <w:szCs w:val="24"/>
            </w:rPr>
            <w:t xml:space="preserve"> Slovensko </w:t>
          </w:r>
          <w:proofErr w:type="spellStart"/>
          <w:r w:rsidRPr="0031450B">
            <w:rPr>
              <w:rFonts w:ascii="Times New Roman" w:hAnsi="Times New Roman"/>
              <w:color w:val="000000" w:themeColor="text1"/>
              <w:sz w:val="24"/>
              <w:szCs w:val="24"/>
            </w:rPr>
            <w:t>s.r.o</w:t>
          </w:r>
          <w:proofErr w:type="spellEnd"/>
          <w:r w:rsidRPr="0031450B">
            <w:rPr>
              <w:rFonts w:ascii="Times New Roman" w:hAnsi="Times New Roman"/>
              <w:color w:val="000000" w:themeColor="text1"/>
              <w:sz w:val="24"/>
              <w:szCs w:val="24"/>
            </w:rPr>
            <w:t xml:space="preserve">.“, </w:t>
          </w:r>
          <w:r w:rsidRPr="0031450B">
            <w:rPr>
              <w:rFonts w:ascii="Times New Roman" w:hAnsi="Times New Roman"/>
              <w:b/>
              <w:color w:val="000000" w:themeColor="text1"/>
              <w:sz w:val="24"/>
              <w:szCs w:val="24"/>
            </w:rPr>
            <w:t xml:space="preserve">čo je v rozpore s podmienkou č. A.4.11, časť II. integrovaného povolenia.  </w:t>
          </w:r>
          <w:r w:rsidRPr="0031450B">
            <w:rPr>
              <w:rFonts w:ascii="Times New Roman" w:hAnsi="Times New Roman"/>
              <w:color w:val="000000" w:themeColor="text1"/>
              <w:sz w:val="24"/>
              <w:szCs w:val="24"/>
            </w:rPr>
            <w:t xml:space="preserve">  </w:t>
          </w:r>
          <w:r w:rsidRPr="0031450B">
            <w:rPr>
              <w:rStyle w:val="Siln"/>
              <w:rFonts w:ascii="Times New Roman" w:hAnsi="Times New Roman"/>
              <w:color w:val="000000" w:themeColor="text1"/>
              <w:sz w:val="24"/>
              <w:szCs w:val="24"/>
            </w:rPr>
            <w:t xml:space="preserve">  </w:t>
          </w:r>
        </w:sdtContent>
      </w:sdt>
    </w:p>
    <w:p w:rsidR="0031450B" w:rsidRPr="0031450B" w:rsidRDefault="0031450B" w:rsidP="00C632A8">
      <w:pPr>
        <w:spacing w:after="0"/>
        <w:ind w:left="851" w:hanging="426"/>
        <w:jc w:val="both"/>
        <w:rPr>
          <w:rFonts w:ascii="Times New Roman" w:hAnsi="Times New Roman"/>
          <w:color w:val="000000" w:themeColor="text1"/>
          <w:sz w:val="24"/>
          <w:szCs w:val="24"/>
        </w:rPr>
      </w:pPr>
    </w:p>
    <w:p w:rsidR="008A5A34" w:rsidRPr="0031450B" w:rsidRDefault="0031450B" w:rsidP="00C632A8">
      <w:pPr>
        <w:spacing w:after="0"/>
        <w:ind w:left="284" w:hanging="284"/>
        <w:jc w:val="both"/>
        <w:rPr>
          <w:rFonts w:ascii="Times New Roman" w:hAnsi="Times New Roman"/>
          <w:b/>
          <w:color w:val="000000" w:themeColor="text1"/>
          <w:sz w:val="24"/>
          <w:szCs w:val="24"/>
        </w:rPr>
      </w:pPr>
      <w:r w:rsidRPr="00C632A8">
        <w:rPr>
          <w:rFonts w:ascii="Times New Roman" w:eastAsia="Times New Roman" w:hAnsi="Times New Roman"/>
          <w:b/>
          <w:bCs/>
          <w:color w:val="000000" w:themeColor="text1"/>
          <w:sz w:val="24"/>
          <w:szCs w:val="24"/>
        </w:rPr>
        <w:t>2.</w:t>
      </w:r>
      <w:r w:rsidRPr="0031450B">
        <w:rPr>
          <w:rFonts w:ascii="Times New Roman" w:eastAsia="Times New Roman" w:hAnsi="Times New Roman"/>
          <w:bCs/>
          <w:color w:val="000000" w:themeColor="text1"/>
          <w:sz w:val="24"/>
          <w:szCs w:val="24"/>
        </w:rPr>
        <w:t>  </w:t>
      </w:r>
      <w:r w:rsidR="008A5A34" w:rsidRPr="00C632A8">
        <w:rPr>
          <w:rFonts w:ascii="Times New Roman" w:eastAsia="Times New Roman" w:hAnsi="Times New Roman"/>
          <w:b/>
          <w:bCs/>
          <w:color w:val="000000" w:themeColor="text1"/>
          <w:sz w:val="24"/>
          <w:szCs w:val="24"/>
        </w:rPr>
        <w:t>Podmienka č. I.6.2</w:t>
      </w:r>
      <w:r w:rsidR="008A5A34" w:rsidRPr="0031450B">
        <w:rPr>
          <w:rStyle w:val="Siln"/>
          <w:rFonts w:ascii="Times New Roman" w:hAnsi="Times New Roman"/>
          <w:color w:val="000000" w:themeColor="text1"/>
          <w:sz w:val="24"/>
          <w:szCs w:val="24"/>
        </w:rPr>
        <w:t>, časť II. integrovaného povolenia v znení cit.: „</w:t>
      </w:r>
      <w:r w:rsidR="008A5A34" w:rsidRPr="0031450B">
        <w:rPr>
          <w:rFonts w:ascii="Times New Roman" w:hAnsi="Times New Roman"/>
          <w:color w:val="000000" w:themeColor="text1"/>
          <w:sz w:val="24"/>
          <w:szCs w:val="24"/>
        </w:rPr>
        <w:t xml:space="preserve">6.2 Prevádzkovateľ je povinný uchovávať záznamy z monitorovania, ak to nie je v tomto rozhodnutí určené inak, 5 rokov a každoročne do 31. januára nasledujúceho kalendárneho roka ohlasovať výsledky monitoringu stanoveného v bodoch I.4 a I.5.5, časť II. integrovaného povolenia za obdobie kalendárneho roka na IŽP Košice“, tým že, prevádzkovateľ </w:t>
      </w:r>
      <w:r w:rsidR="008A5A34" w:rsidRPr="00C632A8">
        <w:rPr>
          <w:rFonts w:ascii="Times New Roman" w:hAnsi="Times New Roman"/>
          <w:b/>
          <w:color w:val="000000" w:themeColor="text1"/>
          <w:sz w:val="24"/>
          <w:szCs w:val="24"/>
        </w:rPr>
        <w:t>neohlásil</w:t>
      </w:r>
      <w:r w:rsidR="008A5A34" w:rsidRPr="0031450B">
        <w:rPr>
          <w:rFonts w:ascii="Times New Roman" w:hAnsi="Times New Roman"/>
          <w:color w:val="000000" w:themeColor="text1"/>
          <w:sz w:val="24"/>
          <w:szCs w:val="24"/>
        </w:rPr>
        <w:t xml:space="preserve"> výsledky monitoringu stanoveného v bodoch I.4 a I.5.5, časť II. integrovaného povolenia každoročne do 31. januára nasledujúceho kalendárneho rok na IŽP Košice za roky 2016, 2017, </w:t>
      </w:r>
      <w:r w:rsidR="008A5A34" w:rsidRPr="0031450B">
        <w:rPr>
          <w:rFonts w:ascii="Times New Roman" w:hAnsi="Times New Roman"/>
          <w:b/>
          <w:color w:val="000000" w:themeColor="text1"/>
          <w:sz w:val="24"/>
          <w:szCs w:val="24"/>
        </w:rPr>
        <w:t xml:space="preserve">čo je v rozpore </w:t>
      </w:r>
      <w:r w:rsidR="002C4708">
        <w:rPr>
          <w:rFonts w:ascii="Times New Roman" w:hAnsi="Times New Roman"/>
          <w:b/>
          <w:color w:val="000000" w:themeColor="text1"/>
          <w:sz w:val="24"/>
          <w:szCs w:val="24"/>
        </w:rPr>
        <w:br/>
      </w:r>
      <w:r w:rsidR="008A5A34" w:rsidRPr="0031450B">
        <w:rPr>
          <w:rFonts w:ascii="Times New Roman" w:hAnsi="Times New Roman"/>
          <w:b/>
          <w:color w:val="000000" w:themeColor="text1"/>
          <w:sz w:val="24"/>
          <w:szCs w:val="24"/>
        </w:rPr>
        <w:t>s podmienkou č. I.6.2, časť II. integrovaného povolenia.</w:t>
      </w:r>
    </w:p>
    <w:p w:rsidR="008A5A34" w:rsidRPr="0031450B" w:rsidRDefault="008A5A34" w:rsidP="007F749E">
      <w:pPr>
        <w:spacing w:after="0"/>
        <w:jc w:val="both"/>
        <w:rPr>
          <w:rFonts w:ascii="Times New Roman" w:eastAsia="Times New Roman" w:hAnsi="Times New Roman"/>
          <w:bCs/>
          <w:color w:val="000000" w:themeColor="text1"/>
          <w:sz w:val="24"/>
          <w:szCs w:val="24"/>
        </w:rPr>
      </w:pPr>
    </w:p>
    <w:p w:rsidR="008A5A34" w:rsidRDefault="008A5A34" w:rsidP="007F749E">
      <w:pPr>
        <w:spacing w:after="0"/>
        <w:jc w:val="both"/>
        <w:rPr>
          <w:rFonts w:ascii="Times New Roman" w:eastAsia="Times New Roman" w:hAnsi="Times New Roman"/>
          <w:b/>
          <w:color w:val="000000" w:themeColor="text1"/>
          <w:sz w:val="24"/>
          <w:szCs w:val="24"/>
        </w:rPr>
      </w:pPr>
      <w:r w:rsidRPr="0031450B">
        <w:rPr>
          <w:rFonts w:ascii="Times New Roman" w:hAnsi="Times New Roman"/>
          <w:color w:val="000000" w:themeColor="text1"/>
          <w:sz w:val="24"/>
          <w:szCs w:val="24"/>
        </w:rPr>
        <w:t xml:space="preserve"> </w:t>
      </w:r>
      <w:r w:rsidR="000801FB" w:rsidRPr="00BD5D48">
        <w:rPr>
          <w:rFonts w:ascii="Times New Roman" w:eastAsia="Times New Roman" w:hAnsi="Times New Roman"/>
          <w:b/>
          <w:color w:val="000000" w:themeColor="text1"/>
          <w:sz w:val="24"/>
          <w:szCs w:val="24"/>
        </w:rPr>
        <w:t>Na základe zistených skutočností IŽP Košice</w:t>
      </w:r>
      <w:r w:rsidR="000801FB" w:rsidRPr="000801FB">
        <w:rPr>
          <w:rFonts w:ascii="Times New Roman" w:eastAsia="Times New Roman" w:hAnsi="Times New Roman"/>
          <w:b/>
          <w:color w:val="000000" w:themeColor="text1"/>
          <w:sz w:val="24"/>
          <w:szCs w:val="24"/>
        </w:rPr>
        <w:t>:</w:t>
      </w:r>
    </w:p>
    <w:p w:rsidR="000801FB" w:rsidRDefault="000801FB" w:rsidP="007F749E">
      <w:pPr>
        <w:spacing w:after="0"/>
        <w:jc w:val="both"/>
        <w:rPr>
          <w:rFonts w:ascii="Times New Roman" w:eastAsia="Times New Roman" w:hAnsi="Times New Roman"/>
          <w:color w:val="000000" w:themeColor="text1"/>
          <w:sz w:val="24"/>
          <w:szCs w:val="24"/>
        </w:rPr>
      </w:pPr>
    </w:p>
    <w:p w:rsidR="00EF0B8D" w:rsidRDefault="00EF0B8D" w:rsidP="00EF0B8D">
      <w:pPr>
        <w:spacing w:after="0"/>
        <w:ind w:left="284" w:hanging="284"/>
        <w:jc w:val="both"/>
        <w:rPr>
          <w:rFonts w:ascii="Times New Roman" w:eastAsia="Times New Roman" w:hAnsi="Times New Roman"/>
          <w:color w:val="000000" w:themeColor="text1"/>
          <w:sz w:val="24"/>
          <w:szCs w:val="24"/>
        </w:rPr>
      </w:pPr>
      <w:r>
        <w:rPr>
          <w:rFonts w:ascii="Times New Roman" w:eastAsia="Times New Roman" w:hAnsi="Times New Roman"/>
          <w:color w:val="000000" w:themeColor="text1"/>
          <w:sz w:val="24"/>
          <w:szCs w:val="24"/>
        </w:rPr>
        <w:t>a) nariadi prevádzkovateľovi vykonať v určitej lehote opatrenia na nápravu podľa § 35 ods. 2 písm. a) a 33 ods. 4 písm. f) zákona č. 39/2013 Z. z. o IPKZ,</w:t>
      </w:r>
    </w:p>
    <w:p w:rsidR="00BD6EBE" w:rsidRPr="00BD6EBE" w:rsidRDefault="00EF0B8D" w:rsidP="00BD6EBE">
      <w:pPr>
        <w:spacing w:after="0"/>
        <w:ind w:left="284" w:hanging="284"/>
        <w:jc w:val="both"/>
        <w:rPr>
          <w:rFonts w:ascii="Times New Roman" w:eastAsia="Times New Roman" w:hAnsi="Times New Roman"/>
          <w:sz w:val="24"/>
          <w:szCs w:val="24"/>
        </w:rPr>
      </w:pPr>
      <w:r>
        <w:rPr>
          <w:rFonts w:ascii="Times New Roman" w:eastAsia="Times New Roman" w:hAnsi="Times New Roman"/>
          <w:sz w:val="24"/>
          <w:szCs w:val="24"/>
        </w:rPr>
        <w:t>b</w:t>
      </w:r>
      <w:r w:rsidR="00BD6EBE">
        <w:rPr>
          <w:rFonts w:ascii="Times New Roman" w:eastAsia="Times New Roman" w:hAnsi="Times New Roman"/>
          <w:sz w:val="24"/>
          <w:szCs w:val="24"/>
        </w:rPr>
        <w:t xml:space="preserve">)  </w:t>
      </w:r>
      <w:r w:rsidR="00BD6EBE" w:rsidRPr="00BD6EBE">
        <w:rPr>
          <w:rFonts w:ascii="Times New Roman" w:eastAsia="Times New Roman" w:hAnsi="Times New Roman"/>
          <w:sz w:val="24"/>
          <w:szCs w:val="24"/>
        </w:rPr>
        <w:t>uloží prevádzkovateľovi pokutu podľa § 35 ods. 2 písm. b) zákona č. 39/2013 Z. z. o </w:t>
      </w:r>
      <w:r w:rsidR="00BD6EBE">
        <w:rPr>
          <w:rFonts w:ascii="Times New Roman" w:eastAsia="Times New Roman" w:hAnsi="Times New Roman"/>
          <w:sz w:val="24"/>
          <w:szCs w:val="24"/>
        </w:rPr>
        <w:t xml:space="preserve">IPKZ za zistený správny delikt, </w:t>
      </w:r>
      <w:r w:rsidR="00BD6EBE" w:rsidRPr="00C250D4">
        <w:rPr>
          <w:rFonts w:ascii="Times New Roman" w:hAnsi="Times New Roman"/>
          <w:sz w:val="24"/>
          <w:szCs w:val="24"/>
        </w:rPr>
        <w:t>t. j. za to, že prevádzkovateľ si neplní povi</w:t>
      </w:r>
      <w:r w:rsidR="00BD6EBE">
        <w:rPr>
          <w:rFonts w:ascii="Times New Roman" w:hAnsi="Times New Roman"/>
          <w:sz w:val="24"/>
          <w:szCs w:val="24"/>
        </w:rPr>
        <w:t xml:space="preserve">nnosti podľa § 26 </w:t>
      </w:r>
      <w:r w:rsidR="00C632A8">
        <w:rPr>
          <w:rFonts w:ascii="Times New Roman" w:hAnsi="Times New Roman"/>
          <w:sz w:val="24"/>
          <w:szCs w:val="24"/>
        </w:rPr>
        <w:br/>
      </w:r>
      <w:r w:rsidR="00BD6EBE">
        <w:rPr>
          <w:rFonts w:ascii="Times New Roman" w:hAnsi="Times New Roman"/>
          <w:sz w:val="24"/>
          <w:szCs w:val="24"/>
        </w:rPr>
        <w:t>ods. 1 písm.</w:t>
      </w:r>
      <w:r w:rsidR="00BD6EBE" w:rsidRPr="00C250D4">
        <w:rPr>
          <w:rFonts w:ascii="Times New Roman" w:hAnsi="Times New Roman"/>
          <w:sz w:val="24"/>
          <w:szCs w:val="24"/>
        </w:rPr>
        <w:t xml:space="preserve"> b) </w:t>
      </w:r>
      <w:r w:rsidR="00BD6EBE">
        <w:rPr>
          <w:rFonts w:ascii="Times New Roman" w:hAnsi="Times New Roman"/>
          <w:sz w:val="24"/>
          <w:szCs w:val="24"/>
        </w:rPr>
        <w:t xml:space="preserve"> a § 33 ods. 4 písm. i) </w:t>
      </w:r>
      <w:r w:rsidR="00BD6EBE" w:rsidRPr="00C250D4">
        <w:rPr>
          <w:rFonts w:ascii="Times New Roman" w:hAnsi="Times New Roman"/>
          <w:sz w:val="24"/>
          <w:szCs w:val="24"/>
        </w:rPr>
        <w:t>zákona č. 39/2013 Z. z. o IPKZ.</w:t>
      </w:r>
    </w:p>
    <w:p w:rsidR="000801FB" w:rsidRPr="0031450B" w:rsidRDefault="000801FB" w:rsidP="007F749E">
      <w:pPr>
        <w:spacing w:after="0"/>
        <w:jc w:val="both"/>
        <w:rPr>
          <w:rFonts w:ascii="Times New Roman" w:hAnsi="Times New Roman"/>
          <w:color w:val="000000" w:themeColor="text1"/>
          <w:sz w:val="24"/>
          <w:szCs w:val="24"/>
        </w:rPr>
      </w:pPr>
    </w:p>
    <w:p w:rsidR="00D12C83" w:rsidRPr="0031450B" w:rsidRDefault="008A5A34" w:rsidP="00E0790D">
      <w:pPr>
        <w:spacing w:after="0"/>
        <w:rPr>
          <w:rFonts w:ascii="Times New Roman" w:hAnsi="Times New Roman"/>
          <w:b/>
          <w:color w:val="000000" w:themeColor="text1"/>
          <w:sz w:val="24"/>
          <w:szCs w:val="24"/>
          <w:u w:val="single"/>
        </w:rPr>
      </w:pPr>
      <w:r w:rsidRPr="0031450B">
        <w:rPr>
          <w:rStyle w:val="Siln"/>
          <w:rFonts w:ascii="Times New Roman" w:hAnsi="Times New Roman"/>
          <w:color w:val="000000" w:themeColor="text1"/>
          <w:sz w:val="24"/>
          <w:szCs w:val="24"/>
        </w:rPr>
        <w:lastRenderedPageBreak/>
        <w:t xml:space="preserve"> </w:t>
      </w:r>
      <w:bookmarkStart w:id="0" w:name="_GoBack"/>
      <w:bookmarkEnd w:id="0"/>
      <w:r w:rsidR="00613FF6" w:rsidRPr="0031450B">
        <w:rPr>
          <w:rFonts w:ascii="Times New Roman" w:hAnsi="Times New Roman"/>
          <w:b/>
          <w:color w:val="000000" w:themeColor="text1"/>
          <w:sz w:val="24"/>
          <w:szCs w:val="24"/>
          <w:u w:val="single"/>
        </w:rPr>
        <w:t>Podpisy</w:t>
      </w:r>
    </w:p>
    <w:p w:rsidR="00613FF6" w:rsidRPr="0031450B" w:rsidRDefault="00B01335" w:rsidP="007F749E">
      <w:pPr>
        <w:tabs>
          <w:tab w:val="left" w:pos="708"/>
          <w:tab w:val="left" w:pos="1416"/>
          <w:tab w:val="left" w:pos="2124"/>
          <w:tab w:val="left" w:pos="2832"/>
          <w:tab w:val="left" w:pos="3540"/>
          <w:tab w:val="left" w:pos="4248"/>
          <w:tab w:val="left" w:pos="532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Za SIŽP:</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Inšpektor"/>
          <w:tag w:val="Inšpektor"/>
          <w:id w:val="675315429"/>
          <w:placeholder>
            <w:docPart w:val="0501152F548F46A88887BA1BB2A94FE5"/>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007A3784" w:rsidRPr="0031450B">
            <w:rPr>
              <w:rFonts w:ascii="Times New Roman" w:hAnsi="Times New Roman"/>
              <w:color w:val="000000" w:themeColor="text1"/>
              <w:sz w:val="24"/>
              <w:szCs w:val="24"/>
            </w:rPr>
            <w:t>Ing. Natália Antalíková</w:t>
          </w:r>
        </w:sdtContent>
      </w:sdt>
      <w:r w:rsidR="00613FF6" w:rsidRPr="0031450B">
        <w:rPr>
          <w:rFonts w:ascii="Times New Roman" w:hAnsi="Times New Roman"/>
          <w:color w:val="000000" w:themeColor="text1"/>
          <w:sz w:val="24"/>
          <w:szCs w:val="24"/>
        </w:rPr>
        <w:tab/>
      </w:r>
      <w:r w:rsidR="00613FF6" w:rsidRPr="0031450B">
        <w:rPr>
          <w:rFonts w:ascii="Times New Roman" w:hAnsi="Times New Roman"/>
          <w:color w:val="000000" w:themeColor="text1"/>
          <w:sz w:val="24"/>
          <w:szCs w:val="24"/>
        </w:rPr>
        <w:tab/>
      </w:r>
    </w:p>
    <w:p w:rsidR="006D7705" w:rsidRPr="0031450B" w:rsidRDefault="006D7705" w:rsidP="007F749E">
      <w:pPr>
        <w:tabs>
          <w:tab w:val="left" w:pos="708"/>
          <w:tab w:val="left" w:pos="1416"/>
          <w:tab w:val="left" w:pos="2124"/>
          <w:tab w:val="left" w:pos="2832"/>
          <w:tab w:val="left" w:pos="3540"/>
          <w:tab w:val="left" w:pos="4248"/>
          <w:tab w:val="left" w:pos="5325"/>
        </w:tabs>
        <w:spacing w:after="0"/>
        <w:jc w:val="both"/>
        <w:rPr>
          <w:rFonts w:ascii="Times New Roman" w:hAnsi="Times New Roman"/>
          <w:color w:val="000000" w:themeColor="text1"/>
          <w:sz w:val="24"/>
          <w:szCs w:val="24"/>
        </w:rPr>
      </w:pPr>
    </w:p>
    <w:p w:rsidR="00A754E6" w:rsidRPr="0031450B" w:rsidRDefault="00A754E6" w:rsidP="007F749E">
      <w:pPr>
        <w:tabs>
          <w:tab w:val="left" w:pos="708"/>
          <w:tab w:val="left" w:pos="1416"/>
          <w:tab w:val="left" w:pos="2124"/>
          <w:tab w:val="left" w:pos="2832"/>
          <w:tab w:val="left" w:pos="3540"/>
          <w:tab w:val="left" w:pos="4248"/>
          <w:tab w:val="left" w:pos="5325"/>
        </w:tabs>
        <w:spacing w:after="0"/>
        <w:jc w:val="center"/>
        <w:rPr>
          <w:rFonts w:ascii="Times New Roman" w:hAnsi="Times New Roman"/>
          <w:color w:val="000000" w:themeColor="text1"/>
          <w:sz w:val="24"/>
          <w:szCs w:val="24"/>
        </w:rPr>
      </w:pPr>
      <w:r w:rsidRPr="0031450B">
        <w:rPr>
          <w:rFonts w:ascii="Times New Roman" w:hAnsi="Times New Roman"/>
          <w:color w:val="000000" w:themeColor="text1"/>
          <w:sz w:val="24"/>
          <w:szCs w:val="24"/>
        </w:rPr>
        <w:t>................................................................</w:t>
      </w:r>
    </w:p>
    <w:p w:rsidR="005920ED" w:rsidRPr="0031450B" w:rsidRDefault="005920ED" w:rsidP="007F749E">
      <w:pPr>
        <w:spacing w:after="0"/>
        <w:rPr>
          <w:rFonts w:ascii="Times New Roman" w:hAnsi="Times New Roman"/>
          <w:color w:val="000000" w:themeColor="text1"/>
          <w:sz w:val="24"/>
          <w:szCs w:val="24"/>
        </w:rPr>
      </w:pPr>
    </w:p>
    <w:p w:rsidR="005300C2" w:rsidRPr="0031450B" w:rsidRDefault="005300C2" w:rsidP="007F749E">
      <w:pPr>
        <w:spacing w:after="0"/>
        <w:rPr>
          <w:rFonts w:ascii="Times New Roman" w:hAnsi="Times New Roman"/>
          <w:color w:val="000000" w:themeColor="text1"/>
          <w:sz w:val="24"/>
          <w:szCs w:val="24"/>
        </w:rPr>
      </w:pPr>
    </w:p>
    <w:p w:rsidR="005300C2" w:rsidRPr="0031450B" w:rsidRDefault="005300C2" w:rsidP="007F749E">
      <w:pPr>
        <w:spacing w:after="0"/>
        <w:rPr>
          <w:rFonts w:ascii="Times New Roman" w:hAnsi="Times New Roman"/>
          <w:color w:val="000000" w:themeColor="text1"/>
          <w:sz w:val="24"/>
          <w:szCs w:val="24"/>
        </w:rPr>
      </w:pPr>
    </w:p>
    <w:p w:rsidR="007A3784" w:rsidRPr="0031450B" w:rsidRDefault="007A3784" w:rsidP="007F749E">
      <w:pPr>
        <w:tabs>
          <w:tab w:val="left" w:pos="708"/>
          <w:tab w:val="left" w:pos="1416"/>
          <w:tab w:val="left" w:pos="2124"/>
          <w:tab w:val="left" w:pos="2832"/>
          <w:tab w:val="left" w:pos="3540"/>
          <w:tab w:val="left" w:pos="4248"/>
          <w:tab w:val="left" w:pos="5325"/>
        </w:tabs>
        <w:spacing w:after="0"/>
        <w:jc w:val="both"/>
        <w:rPr>
          <w:rFonts w:ascii="Times New Roman" w:hAnsi="Times New Roman"/>
          <w:color w:val="000000" w:themeColor="text1"/>
          <w:sz w:val="24"/>
          <w:szCs w:val="24"/>
        </w:rPr>
      </w:pPr>
      <w:r w:rsidRPr="0031450B">
        <w:rPr>
          <w:rFonts w:ascii="Times New Roman" w:hAnsi="Times New Roman"/>
          <w:color w:val="000000" w:themeColor="text1"/>
          <w:sz w:val="24"/>
          <w:szCs w:val="24"/>
        </w:rPr>
        <w:t>Za SIŽP:</w:t>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sdt>
        <w:sdtPr>
          <w:rPr>
            <w:rFonts w:ascii="Times New Roman" w:hAnsi="Times New Roman"/>
            <w:color w:val="000000" w:themeColor="text1"/>
            <w:sz w:val="24"/>
            <w:szCs w:val="24"/>
          </w:rPr>
          <w:alias w:val="Inšpektor"/>
          <w:tag w:val="Inšpektor"/>
          <w:id w:val="472564773"/>
          <w:placeholder>
            <w:docPart w:val="D2BB1196B49246EE82B281C0B647B380"/>
          </w:placeholder>
          <w:dropDownList>
            <w:listItem w:value="Vyberte položku."/>
            <w:listItem w:displayText="Ing. Miroslava Reková" w:value="Ing. Miroslava Reková"/>
            <w:listItem w:displayText="Ing. Eva Daňová" w:value="Ing. Eva Daňová"/>
            <w:listItem w:displayText="Ing. Eva Chytčáková" w:value="Ing. Eva Chytčáková"/>
            <w:listItem w:displayText="Ing. Zuzana Kadíková" w:value="Ing. Zuzana Kadíková"/>
            <w:listItem w:displayText="Ing. Rozália Kozačková" w:value="Ing. Rozália Kozačková"/>
            <w:listItem w:displayText="Ing. Marta Martinčeková" w:value="Ing. Marta Martinčeková"/>
            <w:listItem w:displayText="Ing. Alžbeta Patúšová" w:value="Ing. Alžbeta Patúšová"/>
            <w:listItem w:displayText="Ing. Andrea Šumichrastová" w:value="Ing. Andrea Šumichrastová"/>
            <w:listItem w:displayText="Ing. Jaroslava Žeriavová" w:value="Ing. Jaroslava Žeriavová"/>
            <w:listItem w:displayText="Ing. Juraj Čorba" w:value="Ing. Juraj Čorba"/>
            <w:listItem w:displayText="Ing. Natália Antalíková" w:value="Ing. Natália Antalíková"/>
            <w:listItem w:displayText="Ing. Juraj Berák" w:value="Ing. Juraj Berák"/>
            <w:listItem w:displayText="Ing. Renáta Brezinová" w:value="Ing. Renáta Brezinová"/>
            <w:listItem w:displayText="Ing. Ivan Hajdušek" w:value="Ing. Ivan Hajdušek"/>
            <w:listItem w:displayText="Ing. Katarína Hutňanová" w:value="Ing. Katarína Hutňanová"/>
            <w:listItem w:displayText="Ing. Eva Merjavá" w:value="Ing. Eva Merjavá"/>
            <w:listItem w:displayText="Ing. Eva Milistenferová" w:value="Ing. Eva Milistenferová"/>
            <w:listItem w:displayText="Ing. Vladimír Nedelko" w:value="Ing. Vladimír Nedelko"/>
            <w:listItem w:displayText="Mgr. Marián Palai" w:value="Mgr. Marián Palai"/>
            <w:listItem w:displayText="Ing. Jana Valachovičová" w:value="Ing. Jana Valachovičová"/>
            <w:listItem w:displayText="Ing. Renáta Wittenbergerová" w:value="Ing. Renáta Wittenbergerová"/>
            <w:listItem w:displayText="Ing. Katarína Raučinová" w:value="Ing. Katarína Raučinová"/>
            <w:listItem w:displayText="Mgr. Branislav Beňovič" w:value="Mgr. Branislav Beňovič"/>
            <w:listItem w:displayText="RNDr. Igor Jedlovský" w:value="RNDr. Igor Jedlovský"/>
            <w:listItem w:displayText="Ing. Anna Kassová" w:value="Ing. Anna Kassová"/>
            <w:listItem w:displayText="Ing. Zuzana Križmová" w:value="Ing. Zuzana Križmová"/>
            <w:listItem w:displayText="Ing. Ján Kurillo" w:value="Ing. Ján Kurillo"/>
            <w:listItem w:displayText="Ing. Ivan Mikloš" w:value="Ing. Ivan Mikloš"/>
            <w:listItem w:displayText="RNDr. Katarína Pavlíková" w:value="RNDr. Katarína Pavlíková"/>
            <w:listItem w:displayText="Ing. Mária Petrová" w:value="Ing. Mária Petrová"/>
            <w:listItem w:displayText="Ing. Alena Škorňová" w:value="Ing. Alena Škorňová"/>
            <w:listItem w:displayText="Ing. Ivana Záleská" w:value="Ing. Ivana Záleská"/>
            <w:listItem w:displayText="Mgr. Simona Fašungová" w:value="Mgr. Simona Fašungová"/>
            <w:listItem w:displayText="Ing. Csaba Hegedüš" w:value="Ing. Csaba Hegedüš"/>
            <w:listItem w:displayText="Ing. Janka Memersheimerová, PhD." w:value="Ing. Janka Memersheimerová, PhD."/>
            <w:listItem w:displayText="Ing. Milan Sobolič" w:value="Ing. Milan Sobolič"/>
            <w:listItem w:displayText="Ing. Marta Škrabáková" w:value="Ing. Marta Škrabáková"/>
            <w:listItem w:displayText="RNDr. Peter Valentovič, PhD." w:value="RNDr. Peter Valentovič, PhD."/>
            <w:listItem w:displayText="Ing. Ingrid Pojezdalová" w:value="Ing. Ingrid Pojezdalová"/>
            <w:listItem w:displayText="Ing. Ľubica Čásarová" w:value="Ing. Ľubica Čásarová"/>
            <w:listItem w:displayText="RNDr. Martin Jursa" w:value="RNDr. Martin Jursa"/>
            <w:listItem w:displayText="Mgr. Kristína Kapriová" w:value="Mgr. Kristína Kapriová"/>
            <w:listItem w:displayText="RNDr. Martin Krištofová, PhD." w:value="RNDr. Martin Krištofová, PhD."/>
            <w:listItem w:displayText="Ing. Monika Kromerová" w:value="Ing. Monika Kromerová"/>
            <w:listItem w:displayText="Ing. Edita Máňová" w:value="Ing. Edita Máňová"/>
            <w:listItem w:displayText="Ing. Monika Medovičová" w:value="Ing. Monika Medovičová"/>
            <w:listItem w:displayText="Ing. Martina  Rumanovská " w:value="Ing. Martina  Rumanovská "/>
            <w:listItem w:displayText="Ing. Viera Rusenova" w:value="Ing. Viera Rusenova"/>
            <w:listItem w:displayText="Ing. Juraj Šimon" w:value="Ing. Juraj Šimon"/>
            <w:listItem w:displayText="Ing. Kristína Titková" w:value="Ing. Kristína Titková"/>
          </w:dropDownList>
        </w:sdtPr>
        <w:sdtEndPr/>
        <w:sdtContent>
          <w:r w:rsidRPr="0031450B">
            <w:rPr>
              <w:rFonts w:ascii="Times New Roman" w:hAnsi="Times New Roman"/>
              <w:color w:val="000000" w:themeColor="text1"/>
              <w:sz w:val="24"/>
              <w:szCs w:val="24"/>
            </w:rPr>
            <w:t>Ing. Renáta Brezinová</w:t>
          </w:r>
        </w:sdtContent>
      </w:sdt>
      <w:r w:rsidRPr="0031450B">
        <w:rPr>
          <w:rFonts w:ascii="Times New Roman" w:hAnsi="Times New Roman"/>
          <w:color w:val="000000" w:themeColor="text1"/>
          <w:sz w:val="24"/>
          <w:szCs w:val="24"/>
        </w:rPr>
        <w:tab/>
      </w:r>
      <w:r w:rsidRPr="0031450B">
        <w:rPr>
          <w:rFonts w:ascii="Times New Roman" w:hAnsi="Times New Roman"/>
          <w:color w:val="000000" w:themeColor="text1"/>
          <w:sz w:val="24"/>
          <w:szCs w:val="24"/>
        </w:rPr>
        <w:tab/>
      </w:r>
    </w:p>
    <w:p w:rsidR="007A3784" w:rsidRPr="0031450B" w:rsidRDefault="007A3784" w:rsidP="007F749E">
      <w:pPr>
        <w:tabs>
          <w:tab w:val="left" w:pos="708"/>
          <w:tab w:val="left" w:pos="1416"/>
          <w:tab w:val="left" w:pos="2124"/>
          <w:tab w:val="left" w:pos="2832"/>
          <w:tab w:val="left" w:pos="3540"/>
          <w:tab w:val="left" w:pos="4248"/>
          <w:tab w:val="left" w:pos="5325"/>
        </w:tabs>
        <w:spacing w:after="0"/>
        <w:jc w:val="both"/>
        <w:rPr>
          <w:rFonts w:ascii="Times New Roman" w:hAnsi="Times New Roman"/>
          <w:color w:val="000000" w:themeColor="text1"/>
          <w:sz w:val="24"/>
          <w:szCs w:val="24"/>
        </w:rPr>
      </w:pPr>
    </w:p>
    <w:p w:rsidR="007A3784" w:rsidRPr="0031450B" w:rsidRDefault="007A3784" w:rsidP="007F749E">
      <w:pPr>
        <w:tabs>
          <w:tab w:val="left" w:pos="708"/>
          <w:tab w:val="left" w:pos="1416"/>
          <w:tab w:val="left" w:pos="2124"/>
          <w:tab w:val="left" w:pos="2832"/>
          <w:tab w:val="left" w:pos="3540"/>
          <w:tab w:val="left" w:pos="4248"/>
          <w:tab w:val="left" w:pos="5325"/>
        </w:tabs>
        <w:spacing w:after="0"/>
        <w:jc w:val="center"/>
        <w:rPr>
          <w:rFonts w:ascii="Times New Roman" w:hAnsi="Times New Roman"/>
          <w:color w:val="000000" w:themeColor="text1"/>
          <w:sz w:val="24"/>
          <w:szCs w:val="24"/>
        </w:rPr>
      </w:pPr>
      <w:r w:rsidRPr="0031450B">
        <w:rPr>
          <w:rFonts w:ascii="Times New Roman" w:hAnsi="Times New Roman"/>
          <w:color w:val="000000" w:themeColor="text1"/>
          <w:sz w:val="24"/>
          <w:szCs w:val="24"/>
        </w:rPr>
        <w:t>................................................................</w:t>
      </w:r>
    </w:p>
    <w:p w:rsidR="007A3784" w:rsidRPr="0031450B" w:rsidRDefault="007A3784" w:rsidP="007F749E">
      <w:pPr>
        <w:spacing w:after="0"/>
        <w:rPr>
          <w:rFonts w:ascii="Times New Roman" w:hAnsi="Times New Roman"/>
          <w:color w:val="000000" w:themeColor="text1"/>
          <w:sz w:val="24"/>
          <w:szCs w:val="24"/>
        </w:rPr>
      </w:pPr>
    </w:p>
    <w:p w:rsidR="007A3784" w:rsidRPr="0031450B" w:rsidRDefault="007A3784" w:rsidP="007F749E">
      <w:pPr>
        <w:spacing w:after="0"/>
        <w:rPr>
          <w:rFonts w:ascii="Times New Roman" w:hAnsi="Times New Roman"/>
          <w:color w:val="000000" w:themeColor="text1"/>
          <w:sz w:val="24"/>
          <w:szCs w:val="24"/>
        </w:rPr>
      </w:pPr>
    </w:p>
    <w:sectPr w:rsidR="007A3784" w:rsidRPr="0031450B" w:rsidSect="00292E03">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A87" w:rsidRDefault="00486A87" w:rsidP="000545C4">
      <w:pPr>
        <w:spacing w:after="0" w:line="240" w:lineRule="auto"/>
      </w:pPr>
      <w:r>
        <w:separator/>
      </w:r>
    </w:p>
  </w:endnote>
  <w:endnote w:type="continuationSeparator" w:id="0">
    <w:p w:rsidR="00486A87" w:rsidRDefault="00486A87" w:rsidP="000545C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sz w:val="20"/>
        <w:szCs w:val="20"/>
      </w:rPr>
      <w:id w:val="-1503662872"/>
      <w:docPartObj>
        <w:docPartGallery w:val="Page Numbers (Bottom of Page)"/>
        <w:docPartUnique/>
      </w:docPartObj>
    </w:sdtPr>
    <w:sdtEndPr/>
    <w:sdtContent>
      <w:sdt>
        <w:sdtPr>
          <w:rPr>
            <w:rFonts w:ascii="Times New Roman" w:hAnsi="Times New Roman"/>
            <w:sz w:val="20"/>
            <w:szCs w:val="20"/>
          </w:rPr>
          <w:id w:val="98381352"/>
          <w:docPartObj>
            <w:docPartGallery w:val="Page Numbers (Top of Page)"/>
            <w:docPartUnique/>
          </w:docPartObj>
        </w:sdtPr>
        <w:sdtEndPr/>
        <w:sdtContent>
          <w:p w:rsidR="00C35F21" w:rsidRPr="004547F2" w:rsidRDefault="00C35F21" w:rsidP="004547F2">
            <w:pPr>
              <w:pStyle w:val="Pta"/>
              <w:jc w:val="center"/>
              <w:rPr>
                <w:rFonts w:ascii="Times New Roman" w:hAnsi="Times New Roman"/>
                <w:sz w:val="20"/>
                <w:szCs w:val="20"/>
              </w:rPr>
            </w:pPr>
            <w:r w:rsidRPr="004547F2">
              <w:rPr>
                <w:rFonts w:ascii="Times New Roman" w:hAnsi="Times New Roman"/>
                <w:sz w:val="20"/>
                <w:szCs w:val="20"/>
              </w:rPr>
              <w:t xml:space="preserve">Strana </w:t>
            </w:r>
            <w:r w:rsidRPr="004547F2">
              <w:rPr>
                <w:rFonts w:ascii="Times New Roman" w:hAnsi="Times New Roman"/>
                <w:b/>
                <w:bCs/>
                <w:sz w:val="20"/>
                <w:szCs w:val="20"/>
              </w:rPr>
              <w:fldChar w:fldCharType="begin"/>
            </w:r>
            <w:r w:rsidRPr="004547F2">
              <w:rPr>
                <w:rFonts w:ascii="Times New Roman" w:hAnsi="Times New Roman"/>
                <w:b/>
                <w:bCs/>
                <w:sz w:val="20"/>
                <w:szCs w:val="20"/>
              </w:rPr>
              <w:instrText>PAGE</w:instrText>
            </w:r>
            <w:r w:rsidRPr="004547F2">
              <w:rPr>
                <w:rFonts w:ascii="Times New Roman" w:hAnsi="Times New Roman"/>
                <w:b/>
                <w:bCs/>
                <w:sz w:val="20"/>
                <w:szCs w:val="20"/>
              </w:rPr>
              <w:fldChar w:fldCharType="separate"/>
            </w:r>
            <w:r w:rsidR="00E0790D">
              <w:rPr>
                <w:rFonts w:ascii="Times New Roman" w:hAnsi="Times New Roman"/>
                <w:b/>
                <w:bCs/>
                <w:noProof/>
                <w:sz w:val="20"/>
                <w:szCs w:val="20"/>
              </w:rPr>
              <w:t>11</w:t>
            </w:r>
            <w:r w:rsidRPr="004547F2">
              <w:rPr>
                <w:rFonts w:ascii="Times New Roman" w:hAnsi="Times New Roman"/>
                <w:b/>
                <w:bCs/>
                <w:sz w:val="20"/>
                <w:szCs w:val="20"/>
              </w:rPr>
              <w:fldChar w:fldCharType="end"/>
            </w:r>
            <w:r w:rsidRPr="004547F2">
              <w:rPr>
                <w:rFonts w:ascii="Times New Roman" w:hAnsi="Times New Roman"/>
                <w:sz w:val="20"/>
                <w:szCs w:val="20"/>
              </w:rPr>
              <w:t xml:space="preserve"> z </w:t>
            </w:r>
            <w:r w:rsidRPr="004547F2">
              <w:rPr>
                <w:rFonts w:ascii="Times New Roman" w:hAnsi="Times New Roman"/>
                <w:b/>
                <w:bCs/>
                <w:sz w:val="20"/>
                <w:szCs w:val="20"/>
              </w:rPr>
              <w:fldChar w:fldCharType="begin"/>
            </w:r>
            <w:r w:rsidRPr="004547F2">
              <w:rPr>
                <w:rFonts w:ascii="Times New Roman" w:hAnsi="Times New Roman"/>
                <w:b/>
                <w:bCs/>
                <w:sz w:val="20"/>
                <w:szCs w:val="20"/>
              </w:rPr>
              <w:instrText>NUMPAGES</w:instrText>
            </w:r>
            <w:r w:rsidRPr="004547F2">
              <w:rPr>
                <w:rFonts w:ascii="Times New Roman" w:hAnsi="Times New Roman"/>
                <w:b/>
                <w:bCs/>
                <w:sz w:val="20"/>
                <w:szCs w:val="20"/>
              </w:rPr>
              <w:fldChar w:fldCharType="separate"/>
            </w:r>
            <w:r w:rsidR="00E0790D">
              <w:rPr>
                <w:rFonts w:ascii="Times New Roman" w:hAnsi="Times New Roman"/>
                <w:b/>
                <w:bCs/>
                <w:noProof/>
                <w:sz w:val="20"/>
                <w:szCs w:val="20"/>
              </w:rPr>
              <w:t>13</w:t>
            </w:r>
            <w:r w:rsidRPr="004547F2">
              <w:rPr>
                <w:rFonts w:ascii="Times New Roman" w:hAnsi="Times New Roman"/>
                <w:b/>
                <w:bCs/>
                <w:sz w:val="20"/>
                <w:szCs w:val="20"/>
              </w:rPr>
              <w:fldChar w:fldCharType="end"/>
            </w:r>
          </w:p>
        </w:sdtContent>
      </w:sdt>
    </w:sdtContent>
  </w:sdt>
  <w:p w:rsidR="00C35F21" w:rsidRDefault="00C35F21">
    <w:pPr>
      <w:pStyle w:val="Pt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A87" w:rsidRDefault="00486A87" w:rsidP="000545C4">
      <w:pPr>
        <w:spacing w:after="0" w:line="240" w:lineRule="auto"/>
      </w:pPr>
      <w:r>
        <w:separator/>
      </w:r>
    </w:p>
  </w:footnote>
  <w:footnote w:type="continuationSeparator" w:id="0">
    <w:p w:rsidR="00486A87" w:rsidRDefault="00486A87" w:rsidP="000545C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F21" w:rsidRDefault="00486A87" w:rsidP="005F7B98">
    <w:pPr>
      <w:pStyle w:val="Hlavika"/>
      <w:tabs>
        <w:tab w:val="clear" w:pos="4536"/>
      </w:tabs>
      <w:jc w:val="center"/>
    </w:pPr>
    <w:sdt>
      <w:sdtPr>
        <w:id w:val="1168209085"/>
        <w:docPartObj>
          <w:docPartGallery w:val="Page Numbers (Top of Page)"/>
          <w:docPartUnique/>
        </w:docPartObj>
      </w:sdtPr>
      <w:sdtEndPr/>
      <w:sdtContent>
        <w:r w:rsidR="00C35F21">
          <w:tab/>
        </w:r>
      </w:sdtContent>
    </w:sdt>
  </w:p>
  <w:p w:rsidR="00C35F21" w:rsidRPr="0045088D" w:rsidRDefault="00C35F21" w:rsidP="0045088D">
    <w:pPr>
      <w:pStyle w:val="Hlavika"/>
      <w:jc w:val="right"/>
      <w:rPr>
        <w:i/>
      </w:rPr>
    </w:pPr>
    <w:r w:rsidRPr="0045088D">
      <w:rPr>
        <w:rFonts w:ascii="Times New Roman" w:hAnsi="Times New Roman"/>
        <w:i/>
      </w:rPr>
      <w:t xml:space="preserve">Správa o environmentálnej kontrole č. </w:t>
    </w:r>
    <w:r w:rsidR="000D02BC">
      <w:rPr>
        <w:rFonts w:ascii="Times New Roman" w:hAnsi="Times New Roman"/>
        <w:i/>
      </w:rPr>
      <w:t>74/2018/</w:t>
    </w:r>
    <w:proofErr w:type="spellStart"/>
    <w:r w:rsidR="000D02BC">
      <w:rPr>
        <w:rFonts w:ascii="Times New Roman" w:hAnsi="Times New Roman"/>
        <w:i/>
      </w:rPr>
      <w:t>Ant</w:t>
    </w:r>
    <w:proofErr w:type="spellEnd"/>
    <w:r w:rsidR="000D02BC">
      <w:rPr>
        <w:rFonts w:ascii="Times New Roman" w:hAnsi="Times New Roman"/>
        <w:i/>
      </w:rPr>
      <w:t>/</w:t>
    </w:r>
    <w:r w:rsidR="00C632A8">
      <w:rPr>
        <w:rFonts w:ascii="Times New Roman" w:hAnsi="Times New Roman"/>
        <w:i/>
      </w:rPr>
      <w:t>P</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5F21" w:rsidRDefault="00C35F21" w:rsidP="00453E5E">
    <w:pPr>
      <w:spacing w:after="0" w:line="300" w:lineRule="exact"/>
      <w:jc w:val="center"/>
      <w:rPr>
        <w:rFonts w:ascii="Times New Roman" w:hAnsi="Times New Roman"/>
        <w:b/>
        <w:sz w:val="28"/>
        <w:szCs w:val="28"/>
      </w:rPr>
    </w:pPr>
    <w:r w:rsidRPr="00B65572">
      <w:rPr>
        <w:rFonts w:ascii="Times New Roman" w:hAnsi="Times New Roman"/>
        <w:b/>
        <w:noProof/>
        <w:spacing w:val="24"/>
        <w:sz w:val="20"/>
        <w:szCs w:val="20"/>
        <w:lang w:eastAsia="sk-SK"/>
      </w:rPr>
      <w:drawing>
        <wp:anchor distT="0" distB="0" distL="114300" distR="114300" simplePos="0" relativeHeight="251659264" behindDoc="1" locked="0" layoutInCell="1" allowOverlap="1" wp14:anchorId="6DF9D5BE" wp14:editId="2489D97A">
          <wp:simplePos x="0" y="0"/>
          <wp:positionH relativeFrom="margin">
            <wp:posOffset>-419100</wp:posOffset>
          </wp:positionH>
          <wp:positionV relativeFrom="paragraph">
            <wp:posOffset>180340</wp:posOffset>
          </wp:positionV>
          <wp:extent cx="1600200" cy="800100"/>
          <wp:effectExtent l="0" t="0" r="0" b="0"/>
          <wp:wrapNone/>
          <wp:docPr id="2" name="Obrázok 2" descr="C:\Users\marton\Desktop\logo\logo siz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ton\Desktop\logo\logo sizp.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00200" cy="8001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C35F21" w:rsidRDefault="00C35F21" w:rsidP="00453E5E">
    <w:pPr>
      <w:spacing w:after="0" w:line="300" w:lineRule="exact"/>
      <w:jc w:val="center"/>
      <w:rPr>
        <w:rFonts w:ascii="Times New Roman" w:hAnsi="Times New Roman"/>
        <w:b/>
        <w:sz w:val="28"/>
        <w:szCs w:val="28"/>
      </w:rPr>
    </w:pPr>
  </w:p>
  <w:sdt>
    <w:sdtPr>
      <w:rPr>
        <w:rFonts w:ascii="Times New Roman" w:hAnsi="Times New Roman"/>
        <w:color w:val="244061" w:themeColor="accent1" w:themeShade="80"/>
        <w:sz w:val="24"/>
        <w:szCs w:val="24"/>
      </w:rPr>
      <w:alias w:val="IŽP"/>
      <w:tag w:val="IŽP"/>
      <w:id w:val="1154796762"/>
      <w:placeholder>
        <w:docPart w:val="124F81314B244934BBB059F27BB5F950"/>
      </w:placeholder>
      <w:dropDownList>
        <w:listItem w:value="Vyberte položku."/>
        <w:listItem w:displayText="Inšpektorát životného prostredia Žilina" w:value="Inšpektorát životného prostredia Žilina"/>
        <w:listItem w:displayText="Inšpektorát životného prostredia Košice" w:value="Inšpektorát životného prostredia Košice"/>
        <w:listItem w:displayText="Inšpektorát životného prostredia Banská Bystrica" w:value="Inšpektorát životného prostredia Banská Bystrica"/>
        <w:listItem w:displayText="Inšpektorát životného prostredia Bratislava" w:value="Inšpektorát životného prostredia Bratislava"/>
        <w:listItem w:displayText="Inšpektorát životného prostredia Bratislava, Stále pracovisko Nitra" w:value="Inšpektorát životného prostredia Bratislava, Stále pracovisko Nitra"/>
      </w:dropDownList>
    </w:sdtPr>
    <w:sdtEndPr/>
    <w:sdtContent>
      <w:p w:rsidR="00C35F21" w:rsidRPr="00CD783F" w:rsidRDefault="00C35F21" w:rsidP="00453E5E">
        <w:pPr>
          <w:spacing w:after="0" w:line="300" w:lineRule="exact"/>
          <w:jc w:val="center"/>
          <w:rPr>
            <w:rFonts w:ascii="Times New Roman" w:hAnsi="Times New Roman"/>
            <w:color w:val="244061" w:themeColor="accent1" w:themeShade="80"/>
            <w:sz w:val="24"/>
            <w:szCs w:val="24"/>
          </w:rPr>
        </w:pPr>
        <w:r>
          <w:rPr>
            <w:rFonts w:ascii="Times New Roman" w:hAnsi="Times New Roman"/>
            <w:color w:val="244061" w:themeColor="accent1" w:themeShade="80"/>
            <w:sz w:val="24"/>
            <w:szCs w:val="24"/>
          </w:rPr>
          <w:t>Inšpektorát životného prostredia Košice</w:t>
        </w:r>
      </w:p>
    </w:sdtContent>
  </w:sdt>
  <w:p w:rsidR="00C35F21" w:rsidRPr="00CD783F" w:rsidRDefault="00C35F21" w:rsidP="00453E5E">
    <w:pPr>
      <w:spacing w:after="0" w:line="300" w:lineRule="exact"/>
      <w:jc w:val="center"/>
      <w:rPr>
        <w:rFonts w:ascii="Times New Roman" w:hAnsi="Times New Roman"/>
        <w:color w:val="244061" w:themeColor="accent1" w:themeShade="80"/>
        <w:sz w:val="24"/>
        <w:szCs w:val="24"/>
      </w:rPr>
    </w:pPr>
    <w:r w:rsidRPr="00CD783F">
      <w:rPr>
        <w:rFonts w:ascii="Times New Roman" w:hAnsi="Times New Roman"/>
        <w:color w:val="244061" w:themeColor="accent1" w:themeShade="80"/>
        <w:sz w:val="24"/>
        <w:szCs w:val="24"/>
      </w:rPr>
      <w:t>Odbor integrovaného povoľovania a kontroly</w:t>
    </w:r>
  </w:p>
  <w:sdt>
    <w:sdtPr>
      <w:rPr>
        <w:rFonts w:ascii="Times New Roman" w:hAnsi="Times New Roman"/>
        <w:sz w:val="24"/>
        <w:szCs w:val="24"/>
      </w:rPr>
      <w:alias w:val="Adresa"/>
      <w:tag w:val="Adresa"/>
      <w:id w:val="-684123571"/>
      <w:placeholder>
        <w:docPart w:val="0FF648AC0EF14F858CFA22935EADC544"/>
      </w:placeholder>
      <w:comboBox>
        <w:listItem w:value="Vyberte položku."/>
        <w:listItem w:displayText="Legionárska 5, 012 05 Žilina" w:value="Legionárska 5, 012 05 Žilina"/>
        <w:listItem w:displayText="Jesenského 6, 040 01 Košice" w:value="Jesenského 6, 040 01 Košice"/>
        <w:listItem w:displayText="Jegorovova 29B, 974 01 Banská Bystrica" w:value="Jegorovova 29B, 974 01 Banská Bystrica"/>
        <w:listItem w:displayText="Jeséniova 17, 831 01 Bratislava" w:value="Jeséniova 17, 831 01 Bratislava"/>
        <w:listItem w:displayText="Mariánska dolina 7, 949 01 Nitra" w:value="Mariánska dolina 7, 949 01 Nitra"/>
      </w:comboBox>
    </w:sdtPr>
    <w:sdtEndPr/>
    <w:sdtContent>
      <w:p w:rsidR="00C35F21" w:rsidRPr="000E65A5" w:rsidRDefault="00C35F21" w:rsidP="00397AB3">
        <w:pPr>
          <w:spacing w:after="0" w:line="300" w:lineRule="exact"/>
          <w:jc w:val="center"/>
          <w:rPr>
            <w:rFonts w:ascii="Times New Roman" w:hAnsi="Times New Roman"/>
            <w:sz w:val="24"/>
            <w:szCs w:val="24"/>
          </w:rPr>
        </w:pPr>
        <w:proofErr w:type="spellStart"/>
        <w:r>
          <w:rPr>
            <w:rFonts w:ascii="Times New Roman" w:hAnsi="Times New Roman"/>
            <w:sz w:val="24"/>
            <w:szCs w:val="24"/>
          </w:rPr>
          <w:t>Rumanova</w:t>
        </w:r>
        <w:proofErr w:type="spellEnd"/>
        <w:r>
          <w:rPr>
            <w:rFonts w:ascii="Times New Roman" w:hAnsi="Times New Roman"/>
            <w:sz w:val="24"/>
            <w:szCs w:val="24"/>
          </w:rPr>
          <w:t xml:space="preserve"> 14, 040 53 Košice</w:t>
        </w:r>
      </w:p>
    </w:sdtContent>
  </w:sdt>
  <w:p w:rsidR="00C35F21" w:rsidRPr="000E65A5" w:rsidRDefault="00C35F21" w:rsidP="00453E5E">
    <w:pPr>
      <w:spacing w:after="0" w:line="300" w:lineRule="exact"/>
      <w:jc w:val="center"/>
      <w:rPr>
        <w:rFonts w:ascii="Times New Roman" w:hAnsi="Times New Roman"/>
        <w:sz w:val="24"/>
        <w:szCs w:val="24"/>
      </w:rPr>
    </w:pPr>
  </w:p>
  <w:p w:rsidR="00C35F21" w:rsidRDefault="00C35F21">
    <w:pPr>
      <w:pStyle w:val="Hlavika"/>
    </w:pPr>
    <w:r>
      <w:tab/>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A17A21"/>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F72257"/>
    <w:multiLevelType w:val="hybridMultilevel"/>
    <w:tmpl w:val="4F76E874"/>
    <w:lvl w:ilvl="0" w:tplc="436843BE">
      <w:start w:val="1"/>
      <w:numFmt w:val="decimal"/>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0AA6045"/>
    <w:multiLevelType w:val="hybridMultilevel"/>
    <w:tmpl w:val="E4F655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211974C5"/>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2E35516F"/>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E5956E0"/>
    <w:multiLevelType w:val="hybridMultilevel"/>
    <w:tmpl w:val="0C6CDB28"/>
    <w:lvl w:ilvl="0" w:tplc="8D8E071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15:restartNumberingAfterBreak="0">
    <w:nsid w:val="30CD77AB"/>
    <w:multiLevelType w:val="hybridMultilevel"/>
    <w:tmpl w:val="0FD27256"/>
    <w:lvl w:ilvl="0" w:tplc="ED4C0E26">
      <w:start w:val="1"/>
      <w:numFmt w:val="upperLetter"/>
      <w:lvlText w:val="%1."/>
      <w:lvlJc w:val="left"/>
      <w:pPr>
        <w:ind w:left="720" w:hanging="360"/>
      </w:pPr>
      <w:rPr>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43C643BA"/>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4FD90BF4"/>
    <w:multiLevelType w:val="hybridMultilevel"/>
    <w:tmpl w:val="408A52C0"/>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 w15:restartNumberingAfterBreak="0">
    <w:nsid w:val="5A66315F"/>
    <w:multiLevelType w:val="hybridMultilevel"/>
    <w:tmpl w:val="86E6C71E"/>
    <w:lvl w:ilvl="0" w:tplc="E25C7C16">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 w15:restartNumberingAfterBreak="0">
    <w:nsid w:val="5B00661C"/>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62437EA6"/>
    <w:multiLevelType w:val="hybridMultilevel"/>
    <w:tmpl w:val="0C22EDD4"/>
    <w:lvl w:ilvl="0" w:tplc="F7262D92">
      <w:start w:val="1"/>
      <w:numFmt w:val="decimal"/>
      <w:lvlText w:val="%1."/>
      <w:lvlJc w:val="left"/>
      <w:pPr>
        <w:ind w:left="36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625C2445"/>
    <w:multiLevelType w:val="hybridMultilevel"/>
    <w:tmpl w:val="41DC190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6C164833"/>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76FD1EF0"/>
    <w:multiLevelType w:val="hybridMultilevel"/>
    <w:tmpl w:val="3ED6E5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3"/>
  </w:num>
  <w:num w:numId="2">
    <w:abstractNumId w:val="4"/>
  </w:num>
  <w:num w:numId="3">
    <w:abstractNumId w:val="10"/>
  </w:num>
  <w:num w:numId="4">
    <w:abstractNumId w:val="6"/>
  </w:num>
  <w:num w:numId="5">
    <w:abstractNumId w:val="1"/>
  </w:num>
  <w:num w:numId="6">
    <w:abstractNumId w:val="3"/>
  </w:num>
  <w:num w:numId="7">
    <w:abstractNumId w:val="0"/>
  </w:num>
  <w:num w:numId="8">
    <w:abstractNumId w:val="7"/>
  </w:num>
  <w:num w:numId="9">
    <w:abstractNumId w:val="14"/>
  </w:num>
  <w:num w:numId="10">
    <w:abstractNumId w:val="9"/>
  </w:num>
  <w:num w:numId="11">
    <w:abstractNumId w:val="8"/>
  </w:num>
  <w:num w:numId="12">
    <w:abstractNumId w:val="5"/>
  </w:num>
  <w:num w:numId="13">
    <w:abstractNumId w:val="11"/>
  </w:num>
  <w:num w:numId="14">
    <w:abstractNumId w:val="2"/>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ocumentProtection w:edit="form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4E5C"/>
    <w:rsid w:val="00001E40"/>
    <w:rsid w:val="00004AB1"/>
    <w:rsid w:val="00021422"/>
    <w:rsid w:val="000321A7"/>
    <w:rsid w:val="000471CA"/>
    <w:rsid w:val="000545C4"/>
    <w:rsid w:val="000801FB"/>
    <w:rsid w:val="0008630D"/>
    <w:rsid w:val="000873AB"/>
    <w:rsid w:val="000A1909"/>
    <w:rsid w:val="000B097E"/>
    <w:rsid w:val="000B4C47"/>
    <w:rsid w:val="000C348D"/>
    <w:rsid w:val="000D02BC"/>
    <w:rsid w:val="000E65A5"/>
    <w:rsid w:val="000F4675"/>
    <w:rsid w:val="0010746A"/>
    <w:rsid w:val="00113451"/>
    <w:rsid w:val="00123BD5"/>
    <w:rsid w:val="00124C90"/>
    <w:rsid w:val="00135F30"/>
    <w:rsid w:val="00144ACB"/>
    <w:rsid w:val="00151140"/>
    <w:rsid w:val="00155D6C"/>
    <w:rsid w:val="00173EDD"/>
    <w:rsid w:val="001B7FAB"/>
    <w:rsid w:val="001C71F6"/>
    <w:rsid w:val="00204F3E"/>
    <w:rsid w:val="00207692"/>
    <w:rsid w:val="002122CF"/>
    <w:rsid w:val="002135E8"/>
    <w:rsid w:val="002264A3"/>
    <w:rsid w:val="00255760"/>
    <w:rsid w:val="002662CE"/>
    <w:rsid w:val="002664FC"/>
    <w:rsid w:val="00276250"/>
    <w:rsid w:val="0028300B"/>
    <w:rsid w:val="00292E03"/>
    <w:rsid w:val="00297E6A"/>
    <w:rsid w:val="002A29B9"/>
    <w:rsid w:val="002B1DD4"/>
    <w:rsid w:val="002B3B37"/>
    <w:rsid w:val="002B6C83"/>
    <w:rsid w:val="002B7BEB"/>
    <w:rsid w:val="002C4708"/>
    <w:rsid w:val="002C54C2"/>
    <w:rsid w:val="002C7388"/>
    <w:rsid w:val="002D0ED6"/>
    <w:rsid w:val="002D70A3"/>
    <w:rsid w:val="002F6417"/>
    <w:rsid w:val="00302EBE"/>
    <w:rsid w:val="003037DC"/>
    <w:rsid w:val="00304BA1"/>
    <w:rsid w:val="003072D9"/>
    <w:rsid w:val="0031450B"/>
    <w:rsid w:val="00321F36"/>
    <w:rsid w:val="00335298"/>
    <w:rsid w:val="0033692B"/>
    <w:rsid w:val="00363341"/>
    <w:rsid w:val="00380144"/>
    <w:rsid w:val="00380AD9"/>
    <w:rsid w:val="00397AB3"/>
    <w:rsid w:val="003A6B9B"/>
    <w:rsid w:val="003B5C94"/>
    <w:rsid w:val="003B5D2A"/>
    <w:rsid w:val="003C3012"/>
    <w:rsid w:val="003C31B6"/>
    <w:rsid w:val="003D51ED"/>
    <w:rsid w:val="003E253D"/>
    <w:rsid w:val="003F059E"/>
    <w:rsid w:val="003F2EDA"/>
    <w:rsid w:val="003F49BE"/>
    <w:rsid w:val="00401F23"/>
    <w:rsid w:val="00402E04"/>
    <w:rsid w:val="00403C9C"/>
    <w:rsid w:val="00403D27"/>
    <w:rsid w:val="00415280"/>
    <w:rsid w:val="00416B18"/>
    <w:rsid w:val="00422AD5"/>
    <w:rsid w:val="00425110"/>
    <w:rsid w:val="00434089"/>
    <w:rsid w:val="00434FF7"/>
    <w:rsid w:val="0044103A"/>
    <w:rsid w:val="00441509"/>
    <w:rsid w:val="00441F1A"/>
    <w:rsid w:val="00444EB2"/>
    <w:rsid w:val="0045088D"/>
    <w:rsid w:val="00453E5E"/>
    <w:rsid w:val="004546AE"/>
    <w:rsid w:val="004547F2"/>
    <w:rsid w:val="004662FF"/>
    <w:rsid w:val="004738F9"/>
    <w:rsid w:val="004866D7"/>
    <w:rsid w:val="00486A87"/>
    <w:rsid w:val="004A38AA"/>
    <w:rsid w:val="004A4313"/>
    <w:rsid w:val="004B2680"/>
    <w:rsid w:val="004C56AF"/>
    <w:rsid w:val="004D269C"/>
    <w:rsid w:val="004E086C"/>
    <w:rsid w:val="004E4CC2"/>
    <w:rsid w:val="004E61DE"/>
    <w:rsid w:val="004E62AB"/>
    <w:rsid w:val="004E6B10"/>
    <w:rsid w:val="004F0020"/>
    <w:rsid w:val="004F28BD"/>
    <w:rsid w:val="004F573D"/>
    <w:rsid w:val="004F623E"/>
    <w:rsid w:val="00524AA8"/>
    <w:rsid w:val="005300C2"/>
    <w:rsid w:val="00531691"/>
    <w:rsid w:val="00535791"/>
    <w:rsid w:val="0055289F"/>
    <w:rsid w:val="00554B39"/>
    <w:rsid w:val="00565B9D"/>
    <w:rsid w:val="00565D50"/>
    <w:rsid w:val="00567BB8"/>
    <w:rsid w:val="00576774"/>
    <w:rsid w:val="00577AC0"/>
    <w:rsid w:val="00581CE9"/>
    <w:rsid w:val="00585352"/>
    <w:rsid w:val="005920ED"/>
    <w:rsid w:val="005966BA"/>
    <w:rsid w:val="005B2384"/>
    <w:rsid w:val="005D0CDC"/>
    <w:rsid w:val="005D2418"/>
    <w:rsid w:val="005D6A5A"/>
    <w:rsid w:val="005E6EBC"/>
    <w:rsid w:val="005F7B98"/>
    <w:rsid w:val="005F7D89"/>
    <w:rsid w:val="00601012"/>
    <w:rsid w:val="00606C69"/>
    <w:rsid w:val="00613FF6"/>
    <w:rsid w:val="00620597"/>
    <w:rsid w:val="0062284C"/>
    <w:rsid w:val="006478B8"/>
    <w:rsid w:val="00666A87"/>
    <w:rsid w:val="006707DA"/>
    <w:rsid w:val="00682326"/>
    <w:rsid w:val="00694849"/>
    <w:rsid w:val="006A1E5C"/>
    <w:rsid w:val="006A6457"/>
    <w:rsid w:val="006A68A3"/>
    <w:rsid w:val="006B1A3E"/>
    <w:rsid w:val="006B6C43"/>
    <w:rsid w:val="006C6496"/>
    <w:rsid w:val="006D394C"/>
    <w:rsid w:val="006D48C9"/>
    <w:rsid w:val="006D718A"/>
    <w:rsid w:val="006D7705"/>
    <w:rsid w:val="006F33C1"/>
    <w:rsid w:val="006F3DDF"/>
    <w:rsid w:val="006F5552"/>
    <w:rsid w:val="00706940"/>
    <w:rsid w:val="00733012"/>
    <w:rsid w:val="00740029"/>
    <w:rsid w:val="007459F4"/>
    <w:rsid w:val="00751E1B"/>
    <w:rsid w:val="0075221A"/>
    <w:rsid w:val="0076038B"/>
    <w:rsid w:val="0076757A"/>
    <w:rsid w:val="007A3784"/>
    <w:rsid w:val="007C6115"/>
    <w:rsid w:val="007D6646"/>
    <w:rsid w:val="007D7A12"/>
    <w:rsid w:val="007E7001"/>
    <w:rsid w:val="007F740E"/>
    <w:rsid w:val="007F749E"/>
    <w:rsid w:val="0080463E"/>
    <w:rsid w:val="00804907"/>
    <w:rsid w:val="0082080A"/>
    <w:rsid w:val="008370E3"/>
    <w:rsid w:val="008445AD"/>
    <w:rsid w:val="00862540"/>
    <w:rsid w:val="008753F1"/>
    <w:rsid w:val="008757FA"/>
    <w:rsid w:val="008A2ADE"/>
    <w:rsid w:val="008A5A34"/>
    <w:rsid w:val="008B7450"/>
    <w:rsid w:val="008D0F71"/>
    <w:rsid w:val="008E382F"/>
    <w:rsid w:val="008E7B7C"/>
    <w:rsid w:val="008F6FE7"/>
    <w:rsid w:val="008F7341"/>
    <w:rsid w:val="00904E75"/>
    <w:rsid w:val="0093245A"/>
    <w:rsid w:val="00950F91"/>
    <w:rsid w:val="00951705"/>
    <w:rsid w:val="00955AD8"/>
    <w:rsid w:val="00957901"/>
    <w:rsid w:val="0095795E"/>
    <w:rsid w:val="00960630"/>
    <w:rsid w:val="00984667"/>
    <w:rsid w:val="00991A76"/>
    <w:rsid w:val="009967F6"/>
    <w:rsid w:val="00996A47"/>
    <w:rsid w:val="00997DC8"/>
    <w:rsid w:val="009A1356"/>
    <w:rsid w:val="009A5DEC"/>
    <w:rsid w:val="009A60C1"/>
    <w:rsid w:val="009B4999"/>
    <w:rsid w:val="009C0416"/>
    <w:rsid w:val="009C768D"/>
    <w:rsid w:val="009D3A9E"/>
    <w:rsid w:val="009E15F1"/>
    <w:rsid w:val="009E1ACB"/>
    <w:rsid w:val="009E245C"/>
    <w:rsid w:val="009E3C18"/>
    <w:rsid w:val="009F0AE1"/>
    <w:rsid w:val="009F0EB5"/>
    <w:rsid w:val="00A00CE6"/>
    <w:rsid w:val="00A02615"/>
    <w:rsid w:val="00A02C40"/>
    <w:rsid w:val="00A10DA2"/>
    <w:rsid w:val="00A120BF"/>
    <w:rsid w:val="00A2113E"/>
    <w:rsid w:val="00A41B1D"/>
    <w:rsid w:val="00A45AF2"/>
    <w:rsid w:val="00A524FE"/>
    <w:rsid w:val="00A754E6"/>
    <w:rsid w:val="00A82671"/>
    <w:rsid w:val="00A8311A"/>
    <w:rsid w:val="00A90502"/>
    <w:rsid w:val="00A90850"/>
    <w:rsid w:val="00A92BB1"/>
    <w:rsid w:val="00A92E8E"/>
    <w:rsid w:val="00AA24BC"/>
    <w:rsid w:val="00AB1D8E"/>
    <w:rsid w:val="00AB4930"/>
    <w:rsid w:val="00AC33E6"/>
    <w:rsid w:val="00AC4A52"/>
    <w:rsid w:val="00AC4D2D"/>
    <w:rsid w:val="00B01335"/>
    <w:rsid w:val="00B11A80"/>
    <w:rsid w:val="00B14E8F"/>
    <w:rsid w:val="00B268B2"/>
    <w:rsid w:val="00B50E21"/>
    <w:rsid w:val="00B56903"/>
    <w:rsid w:val="00B64199"/>
    <w:rsid w:val="00B67A64"/>
    <w:rsid w:val="00BB2BE3"/>
    <w:rsid w:val="00BC084C"/>
    <w:rsid w:val="00BC47F7"/>
    <w:rsid w:val="00BC50BA"/>
    <w:rsid w:val="00BD0B9B"/>
    <w:rsid w:val="00BD6EBE"/>
    <w:rsid w:val="00BD7B84"/>
    <w:rsid w:val="00BE1C28"/>
    <w:rsid w:val="00BE6933"/>
    <w:rsid w:val="00C17C9E"/>
    <w:rsid w:val="00C255F5"/>
    <w:rsid w:val="00C256F9"/>
    <w:rsid w:val="00C31A0D"/>
    <w:rsid w:val="00C323CF"/>
    <w:rsid w:val="00C35F21"/>
    <w:rsid w:val="00C43A85"/>
    <w:rsid w:val="00C46772"/>
    <w:rsid w:val="00C53855"/>
    <w:rsid w:val="00C632A8"/>
    <w:rsid w:val="00C633BB"/>
    <w:rsid w:val="00C64A6E"/>
    <w:rsid w:val="00C66991"/>
    <w:rsid w:val="00C70193"/>
    <w:rsid w:val="00C73CE3"/>
    <w:rsid w:val="00C772F6"/>
    <w:rsid w:val="00C82087"/>
    <w:rsid w:val="00C87523"/>
    <w:rsid w:val="00C960D2"/>
    <w:rsid w:val="00CB22B4"/>
    <w:rsid w:val="00CB2B87"/>
    <w:rsid w:val="00CC0D8D"/>
    <w:rsid w:val="00CC2A50"/>
    <w:rsid w:val="00CC45D7"/>
    <w:rsid w:val="00CC6ABA"/>
    <w:rsid w:val="00CD783F"/>
    <w:rsid w:val="00CE0C4A"/>
    <w:rsid w:val="00CE3215"/>
    <w:rsid w:val="00CF0623"/>
    <w:rsid w:val="00D127C1"/>
    <w:rsid w:val="00D12C3B"/>
    <w:rsid w:val="00D12C83"/>
    <w:rsid w:val="00D201C1"/>
    <w:rsid w:val="00D23EF2"/>
    <w:rsid w:val="00D24ED4"/>
    <w:rsid w:val="00D25ADF"/>
    <w:rsid w:val="00D31E66"/>
    <w:rsid w:val="00D3393A"/>
    <w:rsid w:val="00D343D6"/>
    <w:rsid w:val="00D34FA8"/>
    <w:rsid w:val="00D356DD"/>
    <w:rsid w:val="00D437E4"/>
    <w:rsid w:val="00D51D29"/>
    <w:rsid w:val="00D61CA3"/>
    <w:rsid w:val="00D67C8B"/>
    <w:rsid w:val="00D83D08"/>
    <w:rsid w:val="00D943A8"/>
    <w:rsid w:val="00DA4BDA"/>
    <w:rsid w:val="00DB05A0"/>
    <w:rsid w:val="00DB596D"/>
    <w:rsid w:val="00DC5E5C"/>
    <w:rsid w:val="00DD3176"/>
    <w:rsid w:val="00DE0618"/>
    <w:rsid w:val="00DF02F9"/>
    <w:rsid w:val="00DF1F29"/>
    <w:rsid w:val="00DF7E59"/>
    <w:rsid w:val="00E0665A"/>
    <w:rsid w:val="00E0790D"/>
    <w:rsid w:val="00E12490"/>
    <w:rsid w:val="00E16464"/>
    <w:rsid w:val="00E16F77"/>
    <w:rsid w:val="00E17A58"/>
    <w:rsid w:val="00E31BAB"/>
    <w:rsid w:val="00E368A6"/>
    <w:rsid w:val="00E409D4"/>
    <w:rsid w:val="00E60024"/>
    <w:rsid w:val="00E60A8A"/>
    <w:rsid w:val="00E60AE9"/>
    <w:rsid w:val="00E65A22"/>
    <w:rsid w:val="00E67A85"/>
    <w:rsid w:val="00E80AC7"/>
    <w:rsid w:val="00E86BA0"/>
    <w:rsid w:val="00E9326D"/>
    <w:rsid w:val="00EB4E5C"/>
    <w:rsid w:val="00EC25B7"/>
    <w:rsid w:val="00EC7028"/>
    <w:rsid w:val="00EE17B9"/>
    <w:rsid w:val="00EE2C61"/>
    <w:rsid w:val="00EE4CD6"/>
    <w:rsid w:val="00EE75CE"/>
    <w:rsid w:val="00EF0B8D"/>
    <w:rsid w:val="00EF2A54"/>
    <w:rsid w:val="00F3150B"/>
    <w:rsid w:val="00F401AA"/>
    <w:rsid w:val="00F51FBA"/>
    <w:rsid w:val="00F54991"/>
    <w:rsid w:val="00F55A6F"/>
    <w:rsid w:val="00F603B9"/>
    <w:rsid w:val="00F90010"/>
    <w:rsid w:val="00F945AA"/>
    <w:rsid w:val="00FA7848"/>
    <w:rsid w:val="00FC4FA9"/>
    <w:rsid w:val="00FC51D7"/>
    <w:rsid w:val="00FD5C46"/>
    <w:rsid w:val="00FD79F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0F3F07"/>
  <w15:docId w15:val="{14C81B86-9F40-4F20-AF08-2DA616B48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basedOn w:val="Normlny"/>
    <w:next w:val="Normlny"/>
    <w:link w:val="Nadpis1Char"/>
    <w:uiPriority w:val="9"/>
    <w:qFormat/>
    <w:rsid w:val="006B1A3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uiPriority w:val="99"/>
    <w:semiHidden/>
    <w:rsid w:val="00304BA1"/>
    <w:rPr>
      <w:color w:val="808080"/>
    </w:rPr>
  </w:style>
  <w:style w:type="paragraph" w:styleId="Textbubliny">
    <w:name w:val="Balloon Text"/>
    <w:basedOn w:val="Normlny"/>
    <w:link w:val="TextbublinyChar"/>
    <w:uiPriority w:val="99"/>
    <w:semiHidden/>
    <w:unhideWhenUsed/>
    <w:rsid w:val="00304BA1"/>
    <w:pPr>
      <w:spacing w:after="0" w:line="240" w:lineRule="auto"/>
    </w:pPr>
    <w:rPr>
      <w:rFonts w:ascii="Tahoma" w:hAnsi="Tahoma" w:cs="Tahoma"/>
      <w:sz w:val="16"/>
      <w:szCs w:val="16"/>
    </w:rPr>
  </w:style>
  <w:style w:type="character" w:customStyle="1" w:styleId="TextbublinyChar">
    <w:name w:val="Text bubliny Char"/>
    <w:link w:val="Textbubliny"/>
    <w:uiPriority w:val="99"/>
    <w:semiHidden/>
    <w:rsid w:val="00304BA1"/>
    <w:rPr>
      <w:rFonts w:ascii="Tahoma" w:hAnsi="Tahoma" w:cs="Tahoma"/>
      <w:sz w:val="16"/>
      <w:szCs w:val="16"/>
    </w:rPr>
  </w:style>
  <w:style w:type="paragraph" w:styleId="Hlavika">
    <w:name w:val="header"/>
    <w:basedOn w:val="Normlny"/>
    <w:link w:val="HlavikaChar"/>
    <w:uiPriority w:val="99"/>
    <w:unhideWhenUsed/>
    <w:rsid w:val="000545C4"/>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0545C4"/>
    <w:rPr>
      <w:sz w:val="22"/>
      <w:szCs w:val="22"/>
      <w:lang w:eastAsia="en-US"/>
    </w:rPr>
  </w:style>
  <w:style w:type="paragraph" w:styleId="Pta">
    <w:name w:val="footer"/>
    <w:basedOn w:val="Normlny"/>
    <w:link w:val="PtaChar"/>
    <w:uiPriority w:val="99"/>
    <w:unhideWhenUsed/>
    <w:rsid w:val="000545C4"/>
    <w:pPr>
      <w:tabs>
        <w:tab w:val="center" w:pos="4536"/>
        <w:tab w:val="right" w:pos="9072"/>
      </w:tabs>
      <w:spacing w:after="0" w:line="240" w:lineRule="auto"/>
    </w:pPr>
  </w:style>
  <w:style w:type="character" w:customStyle="1" w:styleId="PtaChar">
    <w:name w:val="Päta Char"/>
    <w:basedOn w:val="Predvolenpsmoodseku"/>
    <w:link w:val="Pta"/>
    <w:uiPriority w:val="99"/>
    <w:rsid w:val="000545C4"/>
    <w:rPr>
      <w:sz w:val="22"/>
      <w:szCs w:val="22"/>
      <w:lang w:eastAsia="en-US"/>
    </w:rPr>
  </w:style>
  <w:style w:type="character" w:styleId="Hypertextovprepojenie">
    <w:name w:val="Hyperlink"/>
    <w:basedOn w:val="Predvolenpsmoodseku"/>
    <w:uiPriority w:val="99"/>
    <w:unhideWhenUsed/>
    <w:rsid w:val="00E60AE9"/>
    <w:rPr>
      <w:color w:val="0000FF" w:themeColor="hyperlink"/>
      <w:u w:val="single"/>
    </w:rPr>
  </w:style>
  <w:style w:type="character" w:styleId="PouitHypertextovPrepojenie">
    <w:name w:val="FollowedHyperlink"/>
    <w:basedOn w:val="Predvolenpsmoodseku"/>
    <w:uiPriority w:val="99"/>
    <w:semiHidden/>
    <w:unhideWhenUsed/>
    <w:rsid w:val="00E60AE9"/>
    <w:rPr>
      <w:color w:val="800080" w:themeColor="followedHyperlink"/>
      <w:u w:val="single"/>
    </w:rPr>
  </w:style>
  <w:style w:type="paragraph" w:styleId="Citcia">
    <w:name w:val="Quote"/>
    <w:basedOn w:val="Normlny"/>
    <w:next w:val="Normlny"/>
    <w:link w:val="CitciaChar"/>
    <w:uiPriority w:val="29"/>
    <w:qFormat/>
    <w:rsid w:val="00B268B2"/>
    <w:rPr>
      <w:i/>
      <w:iCs/>
      <w:color w:val="000000" w:themeColor="text1"/>
    </w:rPr>
  </w:style>
  <w:style w:type="character" w:customStyle="1" w:styleId="CitciaChar">
    <w:name w:val="Citácia Char"/>
    <w:basedOn w:val="Predvolenpsmoodseku"/>
    <w:link w:val="Citcia"/>
    <w:uiPriority w:val="29"/>
    <w:rsid w:val="00B268B2"/>
    <w:rPr>
      <w:i/>
      <w:iCs/>
      <w:color w:val="000000" w:themeColor="text1"/>
      <w:sz w:val="22"/>
      <w:szCs w:val="22"/>
      <w:lang w:eastAsia="en-US"/>
    </w:rPr>
  </w:style>
  <w:style w:type="character" w:customStyle="1" w:styleId="Nadpis1Char">
    <w:name w:val="Nadpis 1 Char"/>
    <w:basedOn w:val="Predvolenpsmoodseku"/>
    <w:link w:val="Nadpis1"/>
    <w:uiPriority w:val="9"/>
    <w:rsid w:val="006B1A3E"/>
    <w:rPr>
      <w:rFonts w:asciiTheme="majorHAnsi" w:eastAsiaTheme="majorEastAsia" w:hAnsiTheme="majorHAnsi" w:cstheme="majorBidi"/>
      <w:b/>
      <w:bCs/>
      <w:color w:val="365F91" w:themeColor="accent1" w:themeShade="BF"/>
      <w:sz w:val="28"/>
      <w:szCs w:val="28"/>
      <w:lang w:eastAsia="en-US"/>
    </w:rPr>
  </w:style>
  <w:style w:type="paragraph" w:styleId="Odsekzoznamu">
    <w:name w:val="List Paragraph"/>
    <w:basedOn w:val="Normlny"/>
    <w:uiPriority w:val="99"/>
    <w:qFormat/>
    <w:rsid w:val="00363341"/>
    <w:pPr>
      <w:ind w:left="720"/>
      <w:contextualSpacing/>
    </w:pPr>
  </w:style>
  <w:style w:type="character" w:styleId="Zvraznenie">
    <w:name w:val="Emphasis"/>
    <w:basedOn w:val="Predvolenpsmoodseku"/>
    <w:uiPriority w:val="20"/>
    <w:qFormat/>
    <w:rsid w:val="006B6C43"/>
    <w:rPr>
      <w:i/>
      <w:iCs/>
    </w:rPr>
  </w:style>
  <w:style w:type="character" w:styleId="Siln">
    <w:name w:val="Strong"/>
    <w:basedOn w:val="Predvolenpsmoodseku"/>
    <w:uiPriority w:val="22"/>
    <w:qFormat/>
    <w:rsid w:val="006B6C43"/>
    <w:rPr>
      <w:b/>
      <w:bCs/>
    </w:rPr>
  </w:style>
  <w:style w:type="character" w:customStyle="1" w:styleId="tl1">
    <w:name w:val="Štýl1"/>
    <w:basedOn w:val="Predvolenpsmoodseku"/>
    <w:uiPriority w:val="1"/>
    <w:rsid w:val="005D2418"/>
    <w:rPr>
      <w:b/>
    </w:rPr>
  </w:style>
  <w:style w:type="character" w:customStyle="1" w:styleId="tl2">
    <w:name w:val="Štýl2"/>
    <w:basedOn w:val="Predvolenpsmoodseku"/>
    <w:uiPriority w:val="1"/>
    <w:rsid w:val="005D2418"/>
    <w:rPr>
      <w:rFonts w:ascii="Times New Roman" w:hAnsi="Times New Roman"/>
      <w:sz w:val="24"/>
    </w:rPr>
  </w:style>
  <w:style w:type="character" w:customStyle="1" w:styleId="tl3">
    <w:name w:val="Štýl3"/>
    <w:basedOn w:val="Predvolenpsmoodseku"/>
    <w:uiPriority w:val="1"/>
    <w:rsid w:val="005D2418"/>
    <w:rPr>
      <w:rFonts w:ascii="Times New Roman" w:hAnsi="Times New Roman"/>
      <w:b/>
      <w:sz w:val="24"/>
    </w:rPr>
  </w:style>
  <w:style w:type="character" w:styleId="Odkaznakomentr">
    <w:name w:val="annotation reference"/>
    <w:basedOn w:val="Predvolenpsmoodseku"/>
    <w:uiPriority w:val="99"/>
    <w:semiHidden/>
    <w:unhideWhenUsed/>
    <w:rsid w:val="00D23EF2"/>
    <w:rPr>
      <w:sz w:val="16"/>
      <w:szCs w:val="16"/>
    </w:rPr>
  </w:style>
  <w:style w:type="paragraph" w:styleId="Textkomentra">
    <w:name w:val="annotation text"/>
    <w:basedOn w:val="Normlny"/>
    <w:link w:val="TextkomentraChar"/>
    <w:uiPriority w:val="99"/>
    <w:semiHidden/>
    <w:unhideWhenUsed/>
    <w:rsid w:val="00D23EF2"/>
    <w:pPr>
      <w:spacing w:line="240" w:lineRule="auto"/>
    </w:pPr>
    <w:rPr>
      <w:sz w:val="20"/>
      <w:szCs w:val="20"/>
    </w:rPr>
  </w:style>
  <w:style w:type="character" w:customStyle="1" w:styleId="TextkomentraChar">
    <w:name w:val="Text komentára Char"/>
    <w:basedOn w:val="Predvolenpsmoodseku"/>
    <w:link w:val="Textkomentra"/>
    <w:uiPriority w:val="99"/>
    <w:semiHidden/>
    <w:rsid w:val="00D23EF2"/>
    <w:rPr>
      <w:lang w:eastAsia="en-US"/>
    </w:rPr>
  </w:style>
  <w:style w:type="paragraph" w:styleId="Predmetkomentra">
    <w:name w:val="annotation subject"/>
    <w:basedOn w:val="Textkomentra"/>
    <w:next w:val="Textkomentra"/>
    <w:link w:val="PredmetkomentraChar"/>
    <w:uiPriority w:val="99"/>
    <w:semiHidden/>
    <w:unhideWhenUsed/>
    <w:rsid w:val="00D23EF2"/>
    <w:rPr>
      <w:b/>
      <w:bCs/>
    </w:rPr>
  </w:style>
  <w:style w:type="character" w:customStyle="1" w:styleId="PredmetkomentraChar">
    <w:name w:val="Predmet komentára Char"/>
    <w:basedOn w:val="TextkomentraChar"/>
    <w:link w:val="Predmetkomentra"/>
    <w:uiPriority w:val="99"/>
    <w:semiHidden/>
    <w:rsid w:val="00D23EF2"/>
    <w:rPr>
      <w:b/>
      <w:bCs/>
      <w:lang w:eastAsia="en-US"/>
    </w:rPr>
  </w:style>
  <w:style w:type="character" w:customStyle="1" w:styleId="tl4">
    <w:name w:val="Štýl4"/>
    <w:basedOn w:val="Predvolenpsmoodseku"/>
    <w:uiPriority w:val="1"/>
    <w:rsid w:val="00D3393A"/>
    <w:rPr>
      <w:rFonts w:ascii="Times New Roman" w:hAnsi="Times New Roman"/>
      <w:b/>
      <w:sz w:val="24"/>
    </w:rPr>
  </w:style>
  <w:style w:type="paragraph" w:styleId="Zkladntext">
    <w:name w:val="Body Text"/>
    <w:basedOn w:val="Normlny"/>
    <w:link w:val="ZkladntextChar"/>
    <w:uiPriority w:val="99"/>
    <w:semiHidden/>
    <w:unhideWhenUsed/>
    <w:rsid w:val="00AA24BC"/>
    <w:pPr>
      <w:spacing w:after="120"/>
    </w:pPr>
  </w:style>
  <w:style w:type="character" w:customStyle="1" w:styleId="ZkladntextChar">
    <w:name w:val="Základný text Char"/>
    <w:basedOn w:val="Predvolenpsmoodseku"/>
    <w:link w:val="Zkladntext"/>
    <w:uiPriority w:val="99"/>
    <w:semiHidden/>
    <w:rsid w:val="00AA24BC"/>
    <w:rPr>
      <w:sz w:val="22"/>
      <w:szCs w:val="22"/>
      <w:lang w:eastAsia="en-US"/>
    </w:rPr>
  </w:style>
  <w:style w:type="paragraph" w:styleId="Zarkazkladnhotextu">
    <w:name w:val="Body Text Indent"/>
    <w:basedOn w:val="Normlny"/>
    <w:link w:val="ZarkazkladnhotextuChar"/>
    <w:rsid w:val="00004AB1"/>
    <w:pPr>
      <w:spacing w:after="120" w:line="240" w:lineRule="auto"/>
      <w:ind w:left="283"/>
    </w:pPr>
    <w:rPr>
      <w:rFonts w:ascii="Times New Roman" w:eastAsia="Times New Roman" w:hAnsi="Times New Roman"/>
      <w:sz w:val="24"/>
      <w:szCs w:val="24"/>
    </w:rPr>
  </w:style>
  <w:style w:type="character" w:customStyle="1" w:styleId="ZarkazkladnhotextuChar">
    <w:name w:val="Zarážka základného textu Char"/>
    <w:basedOn w:val="Predvolenpsmoodseku"/>
    <w:link w:val="Zarkazkladnhotextu"/>
    <w:rsid w:val="00004AB1"/>
    <w:rPr>
      <w:rFonts w:ascii="Times New Roman" w:eastAsia="Times New Roman" w:hAnsi="Times New Roman"/>
      <w:sz w:val="24"/>
      <w:szCs w:val="24"/>
      <w:lang w:eastAsia="en-US"/>
    </w:rPr>
  </w:style>
  <w:style w:type="paragraph" w:styleId="Zkladntext2">
    <w:name w:val="Body Text 2"/>
    <w:basedOn w:val="Normlny"/>
    <w:link w:val="Zkladntext2Char"/>
    <w:uiPriority w:val="99"/>
    <w:semiHidden/>
    <w:unhideWhenUsed/>
    <w:rsid w:val="0093245A"/>
    <w:pPr>
      <w:spacing w:after="120" w:line="480" w:lineRule="auto"/>
    </w:pPr>
  </w:style>
  <w:style w:type="character" w:customStyle="1" w:styleId="Zkladntext2Char">
    <w:name w:val="Základný text 2 Char"/>
    <w:basedOn w:val="Predvolenpsmoodseku"/>
    <w:link w:val="Zkladntext2"/>
    <w:uiPriority w:val="99"/>
    <w:semiHidden/>
    <w:rsid w:val="0093245A"/>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4679996">
      <w:bodyDiv w:val="1"/>
      <w:marLeft w:val="0"/>
      <w:marRight w:val="0"/>
      <w:marTop w:val="0"/>
      <w:marBottom w:val="0"/>
      <w:divBdr>
        <w:top w:val="none" w:sz="0" w:space="0" w:color="auto"/>
        <w:left w:val="none" w:sz="0" w:space="0" w:color="auto"/>
        <w:bottom w:val="none" w:sz="0" w:space="0" w:color="auto"/>
        <w:right w:val="none" w:sz="0" w:space="0" w:color="auto"/>
      </w:divBdr>
    </w:div>
    <w:div w:id="1241334515">
      <w:bodyDiv w:val="1"/>
      <w:marLeft w:val="0"/>
      <w:marRight w:val="0"/>
      <w:marTop w:val="0"/>
      <w:marBottom w:val="0"/>
      <w:divBdr>
        <w:top w:val="none" w:sz="0" w:space="0" w:color="auto"/>
        <w:left w:val="none" w:sz="0" w:space="0" w:color="auto"/>
        <w:bottom w:val="none" w:sz="0" w:space="0" w:color="auto"/>
        <w:right w:val="none" w:sz="0" w:space="0" w:color="auto"/>
      </w:divBdr>
    </w:div>
    <w:div w:id="1391492090">
      <w:bodyDiv w:val="1"/>
      <w:marLeft w:val="0"/>
      <w:marRight w:val="0"/>
      <w:marTop w:val="0"/>
      <w:marBottom w:val="0"/>
      <w:divBdr>
        <w:top w:val="none" w:sz="0" w:space="0" w:color="auto"/>
        <w:left w:val="none" w:sz="0" w:space="0" w:color="auto"/>
        <w:bottom w:val="none" w:sz="0" w:space="0" w:color="auto"/>
        <w:right w:val="none" w:sz="0" w:space="0" w:color="auto"/>
      </w:divBdr>
    </w:div>
    <w:div w:id="1530020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MP&amp;USM\Metodick&#233;\MP_3_2016\Spr&#225;v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CC9EE9F242A4630B1C380571E571C94"/>
        <w:category>
          <w:name w:val="Všeobecné"/>
          <w:gallery w:val="placeholder"/>
        </w:category>
        <w:types>
          <w:type w:val="bbPlcHdr"/>
        </w:types>
        <w:behaviors>
          <w:behavior w:val="content"/>
        </w:behaviors>
        <w:guid w:val="{844953E9-C3B7-4CBB-B90A-41DFF19CF144}"/>
      </w:docPartPr>
      <w:docPartBody>
        <w:p w:rsidR="00F30FE5" w:rsidRDefault="00D953CD" w:rsidP="00D953CD">
          <w:pPr>
            <w:pStyle w:val="1CC9EE9F242A4630B1C380571E571C945"/>
          </w:pPr>
          <w:r w:rsidRPr="009376F7">
            <w:rPr>
              <w:rStyle w:val="Zstupntext"/>
            </w:rPr>
            <w:t>Kliknutím zadáte text.</w:t>
          </w:r>
        </w:p>
      </w:docPartBody>
    </w:docPart>
    <w:docPart>
      <w:docPartPr>
        <w:name w:val="A38EE51644DC41D08CD5E1B05C0F941C"/>
        <w:category>
          <w:name w:val="Všeobecné"/>
          <w:gallery w:val="placeholder"/>
        </w:category>
        <w:types>
          <w:type w:val="bbPlcHdr"/>
        </w:types>
        <w:behaviors>
          <w:behavior w:val="content"/>
        </w:behaviors>
        <w:guid w:val="{2D1960F8-ABC9-4620-8103-535288F45489}"/>
      </w:docPartPr>
      <w:docPartBody>
        <w:p w:rsidR="00F30FE5" w:rsidRDefault="00D953CD" w:rsidP="00D953CD">
          <w:pPr>
            <w:pStyle w:val="A38EE51644DC41D08CD5E1B05C0F941C5"/>
          </w:pPr>
          <w:r w:rsidRPr="009376F7">
            <w:rPr>
              <w:rStyle w:val="Zstupntext"/>
            </w:rPr>
            <w:t>Kliknutím zadáte text.</w:t>
          </w:r>
        </w:p>
      </w:docPartBody>
    </w:docPart>
    <w:docPart>
      <w:docPartPr>
        <w:name w:val="0C3D8AB3AF5C4214BF0A5D12A5FC682C"/>
        <w:category>
          <w:name w:val="Všeobecné"/>
          <w:gallery w:val="placeholder"/>
        </w:category>
        <w:types>
          <w:type w:val="bbPlcHdr"/>
        </w:types>
        <w:behaviors>
          <w:behavior w:val="content"/>
        </w:behaviors>
        <w:guid w:val="{F761380C-14A8-413F-87E7-271A2F6CA6B0}"/>
      </w:docPartPr>
      <w:docPartBody>
        <w:p w:rsidR="00F30FE5" w:rsidRDefault="00D953CD" w:rsidP="00D953CD">
          <w:pPr>
            <w:pStyle w:val="0C3D8AB3AF5C4214BF0A5D12A5FC682C5"/>
          </w:pPr>
          <w:r w:rsidRPr="009376F7">
            <w:rPr>
              <w:rStyle w:val="Zstupntext"/>
            </w:rPr>
            <w:t>Vyberte položku.</w:t>
          </w:r>
        </w:p>
      </w:docPartBody>
    </w:docPart>
    <w:docPart>
      <w:docPartPr>
        <w:name w:val="A4EE9383FA9144E6B256B046C5FCA74B"/>
        <w:category>
          <w:name w:val="Všeobecné"/>
          <w:gallery w:val="placeholder"/>
        </w:category>
        <w:types>
          <w:type w:val="bbPlcHdr"/>
        </w:types>
        <w:behaviors>
          <w:behavior w:val="content"/>
        </w:behaviors>
        <w:guid w:val="{49E428D1-FB35-49FA-BD72-030F9E37DD59}"/>
      </w:docPartPr>
      <w:docPartBody>
        <w:p w:rsidR="00F30FE5" w:rsidRDefault="00D953CD" w:rsidP="00D953CD">
          <w:pPr>
            <w:pStyle w:val="A4EE9383FA9144E6B256B046C5FCA74B5"/>
          </w:pPr>
          <w:r w:rsidRPr="00646FBE">
            <w:rPr>
              <w:rStyle w:val="Zstupntext"/>
            </w:rPr>
            <w:t>Vyberte položku.</w:t>
          </w:r>
        </w:p>
      </w:docPartBody>
    </w:docPart>
    <w:docPart>
      <w:docPartPr>
        <w:name w:val="3792185283A24D72976F4BF6B169F1F5"/>
        <w:category>
          <w:name w:val="Všeobecné"/>
          <w:gallery w:val="placeholder"/>
        </w:category>
        <w:types>
          <w:type w:val="bbPlcHdr"/>
        </w:types>
        <w:behaviors>
          <w:behavior w:val="content"/>
        </w:behaviors>
        <w:guid w:val="{CA77E9FD-6597-4FF7-B7AD-C1A8EA59763D}"/>
      </w:docPartPr>
      <w:docPartBody>
        <w:p w:rsidR="00F30FE5" w:rsidRDefault="00D953CD" w:rsidP="00D953CD">
          <w:pPr>
            <w:pStyle w:val="3792185283A24D72976F4BF6B169F1F55"/>
          </w:pPr>
          <w:r w:rsidRPr="00A34C7B">
            <w:rPr>
              <w:rStyle w:val="Zstupntext"/>
            </w:rPr>
            <w:t>Vyberte položku.</w:t>
          </w:r>
        </w:p>
      </w:docPartBody>
    </w:docPart>
    <w:docPart>
      <w:docPartPr>
        <w:name w:val="E95A9AAE94044DD7936E44FD97FE5D07"/>
        <w:category>
          <w:name w:val="Všeobecné"/>
          <w:gallery w:val="placeholder"/>
        </w:category>
        <w:types>
          <w:type w:val="bbPlcHdr"/>
        </w:types>
        <w:behaviors>
          <w:behavior w:val="content"/>
        </w:behaviors>
        <w:guid w:val="{643C0F98-DBBE-43BD-8401-94C11260A53A}"/>
      </w:docPartPr>
      <w:docPartBody>
        <w:p w:rsidR="00F30FE5" w:rsidRDefault="00F30FE5">
          <w:pPr>
            <w:pStyle w:val="E95A9AAE94044DD7936E44FD97FE5D07"/>
          </w:pPr>
          <w:r w:rsidRPr="00956C00">
            <w:rPr>
              <w:rStyle w:val="Zstupntext"/>
              <w:rFonts w:ascii="Times New Roman" w:hAnsi="Times New Roman"/>
              <w:sz w:val="24"/>
              <w:szCs w:val="24"/>
            </w:rPr>
            <w:t>Vyberte položku.</w:t>
          </w:r>
        </w:p>
      </w:docPartBody>
    </w:docPart>
    <w:docPart>
      <w:docPartPr>
        <w:name w:val="8399BAEAFF8E42C396CDAB3E459C8545"/>
        <w:category>
          <w:name w:val="Všeobecné"/>
          <w:gallery w:val="placeholder"/>
        </w:category>
        <w:types>
          <w:type w:val="bbPlcHdr"/>
        </w:types>
        <w:behaviors>
          <w:behavior w:val="content"/>
        </w:behaviors>
        <w:guid w:val="{8B5335E2-3F91-45AE-962E-98A8EA812B17}"/>
      </w:docPartPr>
      <w:docPartBody>
        <w:p w:rsidR="00F30FE5" w:rsidRDefault="00D953CD" w:rsidP="00D953CD">
          <w:pPr>
            <w:pStyle w:val="8399BAEAFF8E42C396CDAB3E459C85451"/>
          </w:pPr>
          <w:r w:rsidRPr="007059DD">
            <w:rPr>
              <w:rStyle w:val="Zstupntext"/>
              <w:rFonts w:ascii="Times New Roman" w:hAnsi="Times New Roman"/>
              <w:sz w:val="24"/>
              <w:szCs w:val="24"/>
            </w:rPr>
            <w:t>Vyberte položku.</w:t>
          </w:r>
        </w:p>
      </w:docPartBody>
    </w:docPart>
    <w:docPart>
      <w:docPartPr>
        <w:name w:val="DAE12FA518224E8E8264C16B7E626B63"/>
        <w:category>
          <w:name w:val="Všeobecné"/>
          <w:gallery w:val="placeholder"/>
        </w:category>
        <w:types>
          <w:type w:val="bbPlcHdr"/>
        </w:types>
        <w:behaviors>
          <w:behavior w:val="content"/>
        </w:behaviors>
        <w:guid w:val="{1C054F75-3CAD-4459-8AA1-6F01BF8A512F}"/>
      </w:docPartPr>
      <w:docPartBody>
        <w:p w:rsidR="00F30FE5" w:rsidRDefault="00F30FE5">
          <w:pPr>
            <w:pStyle w:val="DAE12FA518224E8E8264C16B7E626B63"/>
          </w:pPr>
          <w:r w:rsidRPr="009376F7">
            <w:rPr>
              <w:rStyle w:val="Zstupntext"/>
            </w:rPr>
            <w:t>Vyberte položku.</w:t>
          </w:r>
        </w:p>
      </w:docPartBody>
    </w:docPart>
    <w:docPart>
      <w:docPartPr>
        <w:name w:val="0E05B5BDE74F4C32BB28798D99C9C0E7"/>
        <w:category>
          <w:name w:val="Všeobecné"/>
          <w:gallery w:val="placeholder"/>
        </w:category>
        <w:types>
          <w:type w:val="bbPlcHdr"/>
        </w:types>
        <w:behaviors>
          <w:behavior w:val="content"/>
        </w:behaviors>
        <w:guid w:val="{E31C4D4D-1188-4B84-A112-DD7D90CF23F1}"/>
      </w:docPartPr>
      <w:docPartBody>
        <w:p w:rsidR="00F30FE5" w:rsidRDefault="00D953CD" w:rsidP="00D953CD">
          <w:pPr>
            <w:pStyle w:val="0E05B5BDE74F4C32BB28798D99C9C0E71"/>
          </w:pPr>
          <w:r w:rsidRPr="009376F7">
            <w:rPr>
              <w:rStyle w:val="Zstupntext"/>
            </w:rPr>
            <w:t>Vyberte položku.</w:t>
          </w:r>
        </w:p>
      </w:docPartBody>
    </w:docPart>
    <w:docPart>
      <w:docPartPr>
        <w:name w:val="FFB7240B57434291910F4601EF5DAE12"/>
        <w:category>
          <w:name w:val="Všeobecné"/>
          <w:gallery w:val="placeholder"/>
        </w:category>
        <w:types>
          <w:type w:val="bbPlcHdr"/>
        </w:types>
        <w:behaviors>
          <w:behavior w:val="content"/>
        </w:behaviors>
        <w:guid w:val="{753C185D-022D-4A99-80A9-D6799EFE3EE2}"/>
      </w:docPartPr>
      <w:docPartBody>
        <w:p w:rsidR="00F30FE5" w:rsidRDefault="00D953CD" w:rsidP="00D953CD">
          <w:pPr>
            <w:pStyle w:val="FFB7240B57434291910F4601EF5DAE121"/>
          </w:pPr>
          <w:r w:rsidRPr="009376F7">
            <w:rPr>
              <w:rStyle w:val="Zstupntext"/>
            </w:rPr>
            <w:t>Vyberte položku.</w:t>
          </w:r>
        </w:p>
      </w:docPartBody>
    </w:docPart>
    <w:docPart>
      <w:docPartPr>
        <w:name w:val="7EBC4BCD55E246D89159D8EAB5EDEC27"/>
        <w:category>
          <w:name w:val="Všeobecné"/>
          <w:gallery w:val="placeholder"/>
        </w:category>
        <w:types>
          <w:type w:val="bbPlcHdr"/>
        </w:types>
        <w:behaviors>
          <w:behavior w:val="content"/>
        </w:behaviors>
        <w:guid w:val="{ACA245D3-CF05-4631-9648-C362437683FB}"/>
      </w:docPartPr>
      <w:docPartBody>
        <w:p w:rsidR="00F30FE5" w:rsidRDefault="00D953CD" w:rsidP="00D953CD">
          <w:pPr>
            <w:pStyle w:val="7EBC4BCD55E246D89159D8EAB5EDEC271"/>
          </w:pPr>
          <w:r w:rsidRPr="009376F7">
            <w:rPr>
              <w:rStyle w:val="Zstupntext"/>
            </w:rPr>
            <w:t>Vyberte položku.</w:t>
          </w:r>
        </w:p>
      </w:docPartBody>
    </w:docPart>
    <w:docPart>
      <w:docPartPr>
        <w:name w:val="124F81314B244934BBB059F27BB5F950"/>
        <w:category>
          <w:name w:val="Všeobecné"/>
          <w:gallery w:val="placeholder"/>
        </w:category>
        <w:types>
          <w:type w:val="bbPlcHdr"/>
        </w:types>
        <w:behaviors>
          <w:behavior w:val="content"/>
        </w:behaviors>
        <w:guid w:val="{951A33B7-68A7-4FC3-84E8-70FA512BA460}"/>
      </w:docPartPr>
      <w:docPartBody>
        <w:p w:rsidR="00F30FE5" w:rsidRDefault="00D953CD" w:rsidP="00D953CD">
          <w:pPr>
            <w:pStyle w:val="124F81314B244934BBB059F27BB5F9501"/>
          </w:pPr>
          <w:r w:rsidRPr="009376F7">
            <w:rPr>
              <w:rStyle w:val="Zstupntext"/>
            </w:rPr>
            <w:t>Vyberte položku.</w:t>
          </w:r>
        </w:p>
      </w:docPartBody>
    </w:docPart>
    <w:docPart>
      <w:docPartPr>
        <w:name w:val="7BCEE3CBBD9A40AE8DC86E36E254FF61"/>
        <w:category>
          <w:name w:val="Všeobecné"/>
          <w:gallery w:val="placeholder"/>
        </w:category>
        <w:types>
          <w:type w:val="bbPlcHdr"/>
        </w:types>
        <w:behaviors>
          <w:behavior w:val="content"/>
        </w:behaviors>
        <w:guid w:val="{B3D18CC1-6D60-45E2-94F9-46DF6C4F7F7C}"/>
      </w:docPartPr>
      <w:docPartBody>
        <w:p w:rsidR="00F30FE5" w:rsidRDefault="00D953CD" w:rsidP="00D953CD">
          <w:pPr>
            <w:pStyle w:val="7BCEE3CBBD9A40AE8DC86E36E254FF611"/>
          </w:pPr>
          <w:r w:rsidRPr="009376F7">
            <w:rPr>
              <w:rStyle w:val="Zstupntext"/>
            </w:rPr>
            <w:t>Vyberte položku.</w:t>
          </w:r>
        </w:p>
      </w:docPartBody>
    </w:docPart>
    <w:docPart>
      <w:docPartPr>
        <w:name w:val="52D4274B114E4986A9CDDB42D40ABEEB"/>
        <w:category>
          <w:name w:val="Všeobecné"/>
          <w:gallery w:val="placeholder"/>
        </w:category>
        <w:types>
          <w:type w:val="bbPlcHdr"/>
        </w:types>
        <w:behaviors>
          <w:behavior w:val="content"/>
        </w:behaviors>
        <w:guid w:val="{4F9F2FDC-AA09-4F15-BEE5-F30221CC39EF}"/>
      </w:docPartPr>
      <w:docPartBody>
        <w:p w:rsidR="00F30FE5" w:rsidRDefault="00D953CD" w:rsidP="00D953CD">
          <w:pPr>
            <w:pStyle w:val="52D4274B114E4986A9CDDB42D40ABEEB1"/>
          </w:pPr>
          <w:r w:rsidRPr="009376F7">
            <w:rPr>
              <w:rStyle w:val="Zstupntext"/>
            </w:rPr>
            <w:t>Kliknutím zadáte text.</w:t>
          </w:r>
        </w:p>
      </w:docPartBody>
    </w:docPart>
    <w:docPart>
      <w:docPartPr>
        <w:name w:val="32E103C0F3F44F9A8EAEFCB96326F4BF"/>
        <w:category>
          <w:name w:val="Všeobecné"/>
          <w:gallery w:val="placeholder"/>
        </w:category>
        <w:types>
          <w:type w:val="bbPlcHdr"/>
        </w:types>
        <w:behaviors>
          <w:behavior w:val="content"/>
        </w:behaviors>
        <w:guid w:val="{EB480A55-1798-472A-B24A-CE0CA2410FCC}"/>
      </w:docPartPr>
      <w:docPartBody>
        <w:p w:rsidR="00F30FE5" w:rsidRDefault="00D953CD" w:rsidP="00D953CD">
          <w:pPr>
            <w:pStyle w:val="32E103C0F3F44F9A8EAEFCB96326F4BF1"/>
          </w:pPr>
          <w:r w:rsidRPr="009376F7">
            <w:rPr>
              <w:rStyle w:val="Zstupntext"/>
            </w:rPr>
            <w:t>Vyberte položku.</w:t>
          </w:r>
        </w:p>
      </w:docPartBody>
    </w:docPart>
    <w:docPart>
      <w:docPartPr>
        <w:name w:val="02FBE4875D0D4FBEA3D2ACF4F54D9A59"/>
        <w:category>
          <w:name w:val="Všeobecné"/>
          <w:gallery w:val="placeholder"/>
        </w:category>
        <w:types>
          <w:type w:val="bbPlcHdr"/>
        </w:types>
        <w:behaviors>
          <w:behavior w:val="content"/>
        </w:behaviors>
        <w:guid w:val="{8149AAD2-0081-4770-BD2F-9494E133FC0F}"/>
      </w:docPartPr>
      <w:docPartBody>
        <w:p w:rsidR="00F30FE5" w:rsidRDefault="00D953CD" w:rsidP="00D953CD">
          <w:pPr>
            <w:pStyle w:val="02FBE4875D0D4FBEA3D2ACF4F54D9A591"/>
          </w:pPr>
          <w:r w:rsidRPr="009376F7">
            <w:rPr>
              <w:rStyle w:val="Zstupntext"/>
            </w:rPr>
            <w:t>Vyberte položku.</w:t>
          </w:r>
        </w:p>
      </w:docPartBody>
    </w:docPart>
    <w:docPart>
      <w:docPartPr>
        <w:name w:val="245CCBB674854B119DBD63E7B747A71C"/>
        <w:category>
          <w:name w:val="Všeobecné"/>
          <w:gallery w:val="placeholder"/>
        </w:category>
        <w:types>
          <w:type w:val="bbPlcHdr"/>
        </w:types>
        <w:behaviors>
          <w:behavior w:val="content"/>
        </w:behaviors>
        <w:guid w:val="{CD3D7E37-5D78-40D0-87DE-7CCCB813D6BC}"/>
      </w:docPartPr>
      <w:docPartBody>
        <w:p w:rsidR="00D7121E" w:rsidRDefault="00F30FE5" w:rsidP="00F30FE5">
          <w:pPr>
            <w:pStyle w:val="245CCBB674854B119DBD63E7B747A71C"/>
          </w:pPr>
          <w:r w:rsidRPr="009376F7">
            <w:rPr>
              <w:rStyle w:val="Zstupntext"/>
            </w:rPr>
            <w:t>Kliknutím zadáte text.</w:t>
          </w:r>
        </w:p>
      </w:docPartBody>
    </w:docPart>
    <w:docPart>
      <w:docPartPr>
        <w:name w:val="1123DE558B8F43168209FB221945A108"/>
        <w:category>
          <w:name w:val="Všeobecné"/>
          <w:gallery w:val="placeholder"/>
        </w:category>
        <w:types>
          <w:type w:val="bbPlcHdr"/>
        </w:types>
        <w:behaviors>
          <w:behavior w:val="content"/>
        </w:behaviors>
        <w:guid w:val="{4795CFB3-C032-4580-8768-DF1E05588DD8}"/>
      </w:docPartPr>
      <w:docPartBody>
        <w:p w:rsidR="00D7121E" w:rsidRDefault="00F30FE5" w:rsidP="00F30FE5">
          <w:pPr>
            <w:pStyle w:val="1123DE558B8F43168209FB221945A108"/>
          </w:pPr>
          <w:r w:rsidRPr="00646FBE">
            <w:rPr>
              <w:rStyle w:val="Zstupntext"/>
            </w:rPr>
            <w:t>Vyberte položku.</w:t>
          </w:r>
        </w:p>
      </w:docPartBody>
    </w:docPart>
    <w:docPart>
      <w:docPartPr>
        <w:name w:val="B900EF2D6E2D4B72A292B68F643027DA"/>
        <w:category>
          <w:name w:val="Všeobecné"/>
          <w:gallery w:val="placeholder"/>
        </w:category>
        <w:types>
          <w:type w:val="bbPlcHdr"/>
        </w:types>
        <w:behaviors>
          <w:behavior w:val="content"/>
        </w:behaviors>
        <w:guid w:val="{4485F77F-7029-4ADA-BC34-18ED84EDF23F}"/>
      </w:docPartPr>
      <w:docPartBody>
        <w:p w:rsidR="00217556" w:rsidRDefault="00044158" w:rsidP="00044158">
          <w:pPr>
            <w:pStyle w:val="B900EF2D6E2D4B72A292B68F643027DA"/>
          </w:pPr>
          <w:r>
            <w:rPr>
              <w:rStyle w:val="Zstupntext"/>
            </w:rPr>
            <w:t>Vyberte položku.</w:t>
          </w:r>
        </w:p>
      </w:docPartBody>
    </w:docPart>
    <w:docPart>
      <w:docPartPr>
        <w:name w:val="0501152F548F46A88887BA1BB2A94FE5"/>
        <w:category>
          <w:name w:val="Všeobecné"/>
          <w:gallery w:val="placeholder"/>
        </w:category>
        <w:types>
          <w:type w:val="bbPlcHdr"/>
        </w:types>
        <w:behaviors>
          <w:behavior w:val="content"/>
        </w:behaviors>
        <w:guid w:val="{A3DEC984-DF6F-4D46-B7F4-A464253F223A}"/>
      </w:docPartPr>
      <w:docPartBody>
        <w:p w:rsidR="008D4ADE" w:rsidRDefault="00217556" w:rsidP="00217556">
          <w:pPr>
            <w:pStyle w:val="0501152F548F46A88887BA1BB2A94FE5"/>
          </w:pPr>
          <w:r w:rsidRPr="00956C00">
            <w:rPr>
              <w:rStyle w:val="Zstupntext"/>
              <w:rFonts w:ascii="Times New Roman" w:hAnsi="Times New Roman"/>
              <w:sz w:val="24"/>
              <w:szCs w:val="24"/>
            </w:rPr>
            <w:t>Vyberte položku.</w:t>
          </w:r>
        </w:p>
      </w:docPartBody>
    </w:docPart>
    <w:docPart>
      <w:docPartPr>
        <w:name w:val="784381C1F1754E23B0CD272EF77E21EA"/>
        <w:category>
          <w:name w:val="Všeobecné"/>
          <w:gallery w:val="placeholder"/>
        </w:category>
        <w:types>
          <w:type w:val="bbPlcHdr"/>
        </w:types>
        <w:behaviors>
          <w:behavior w:val="content"/>
        </w:behaviors>
        <w:guid w:val="{51C5A358-6636-4E9F-BE41-B4376615A51B}"/>
      </w:docPartPr>
      <w:docPartBody>
        <w:p w:rsidR="003127DF" w:rsidRDefault="00CA6F6F" w:rsidP="00CA6F6F">
          <w:pPr>
            <w:pStyle w:val="784381C1F1754E23B0CD272EF77E21EA"/>
          </w:pPr>
          <w:r w:rsidRPr="009376F7">
            <w:rPr>
              <w:rStyle w:val="Zstupntext"/>
            </w:rPr>
            <w:t>Kliknutím zadáte text.</w:t>
          </w:r>
        </w:p>
      </w:docPartBody>
    </w:docPart>
    <w:docPart>
      <w:docPartPr>
        <w:name w:val="4A5AE3707893424AA01BAC5AC3C164A3"/>
        <w:category>
          <w:name w:val="Všeobecné"/>
          <w:gallery w:val="placeholder"/>
        </w:category>
        <w:types>
          <w:type w:val="bbPlcHdr"/>
        </w:types>
        <w:behaviors>
          <w:behavior w:val="content"/>
        </w:behaviors>
        <w:guid w:val="{9AA42A1F-6C54-45D0-9384-766D11D18C5D}"/>
      </w:docPartPr>
      <w:docPartBody>
        <w:p w:rsidR="003127DF" w:rsidRDefault="00CA6F6F" w:rsidP="00CA6F6F">
          <w:pPr>
            <w:pStyle w:val="4A5AE3707893424AA01BAC5AC3C164A3"/>
          </w:pPr>
          <w:r w:rsidRPr="009376F7">
            <w:rPr>
              <w:rStyle w:val="Zstupntext"/>
            </w:rPr>
            <w:t>Kliknutím zadáte text.</w:t>
          </w:r>
        </w:p>
      </w:docPartBody>
    </w:docPart>
    <w:docPart>
      <w:docPartPr>
        <w:name w:val="96EF02305D84491F9A069C62EDAA7CE8"/>
        <w:category>
          <w:name w:val="Všeobecné"/>
          <w:gallery w:val="placeholder"/>
        </w:category>
        <w:types>
          <w:type w:val="bbPlcHdr"/>
        </w:types>
        <w:behaviors>
          <w:behavior w:val="content"/>
        </w:behaviors>
        <w:guid w:val="{FC4D10D4-C9F0-4C3F-A983-50EDC55013EF}"/>
      </w:docPartPr>
      <w:docPartBody>
        <w:p w:rsidR="003127DF" w:rsidRDefault="00CA6F6F" w:rsidP="00CA6F6F">
          <w:pPr>
            <w:pStyle w:val="96EF02305D84491F9A069C62EDAA7CE8"/>
          </w:pPr>
          <w:r w:rsidRPr="009376F7">
            <w:rPr>
              <w:rStyle w:val="Zstupntext"/>
            </w:rPr>
            <w:t>Kliknutím zadáte text.</w:t>
          </w:r>
        </w:p>
      </w:docPartBody>
    </w:docPart>
    <w:docPart>
      <w:docPartPr>
        <w:name w:val="4485AABD4CC542E7B0EC651E44DCD0C4"/>
        <w:category>
          <w:name w:val="Všeobecné"/>
          <w:gallery w:val="placeholder"/>
        </w:category>
        <w:types>
          <w:type w:val="bbPlcHdr"/>
        </w:types>
        <w:behaviors>
          <w:behavior w:val="content"/>
        </w:behaviors>
        <w:guid w:val="{BC4D301F-75A7-45B1-BCB7-8012FE4B8045}"/>
      </w:docPartPr>
      <w:docPartBody>
        <w:p w:rsidR="000C2930" w:rsidRDefault="003127DF" w:rsidP="003127DF">
          <w:pPr>
            <w:pStyle w:val="4485AABD4CC542E7B0EC651E44DCD0C4"/>
          </w:pPr>
          <w:r w:rsidRPr="00956C00">
            <w:rPr>
              <w:rStyle w:val="Zstupntext"/>
              <w:rFonts w:ascii="Times New Roman" w:hAnsi="Times New Roman"/>
              <w:sz w:val="24"/>
              <w:szCs w:val="24"/>
            </w:rPr>
            <w:t>Vyberte položku.</w:t>
          </w:r>
        </w:p>
      </w:docPartBody>
    </w:docPart>
    <w:docPart>
      <w:docPartPr>
        <w:name w:val="0FF648AC0EF14F858CFA22935EADC544"/>
        <w:category>
          <w:name w:val="Všeobecné"/>
          <w:gallery w:val="placeholder"/>
        </w:category>
        <w:types>
          <w:type w:val="bbPlcHdr"/>
        </w:types>
        <w:behaviors>
          <w:behavior w:val="content"/>
        </w:behaviors>
        <w:guid w:val="{E5BE687D-BFA4-4FD4-A80C-94D73CD4CD68}"/>
      </w:docPartPr>
      <w:docPartBody>
        <w:p w:rsidR="000C2930" w:rsidRDefault="003127DF" w:rsidP="003127DF">
          <w:pPr>
            <w:pStyle w:val="0FF648AC0EF14F858CFA22935EADC544"/>
          </w:pPr>
          <w:r w:rsidRPr="009376F7">
            <w:rPr>
              <w:rStyle w:val="Zstupntext"/>
            </w:rPr>
            <w:t>Vyberte položku.</w:t>
          </w:r>
        </w:p>
      </w:docPartBody>
    </w:docPart>
    <w:docPart>
      <w:docPartPr>
        <w:name w:val="5F8BDEB17FFA4272BD3BD52E80D425A0"/>
        <w:category>
          <w:name w:val="Všeobecné"/>
          <w:gallery w:val="placeholder"/>
        </w:category>
        <w:types>
          <w:type w:val="bbPlcHdr"/>
        </w:types>
        <w:behaviors>
          <w:behavior w:val="content"/>
        </w:behaviors>
        <w:guid w:val="{568281D8-1F56-416C-B789-78DE8D2A47C6}"/>
      </w:docPartPr>
      <w:docPartBody>
        <w:p w:rsidR="00E34EC8" w:rsidRDefault="000C2930" w:rsidP="000C2930">
          <w:pPr>
            <w:pStyle w:val="5F8BDEB17FFA4272BD3BD52E80D425A0"/>
          </w:pPr>
          <w:r w:rsidRPr="009376F7">
            <w:rPr>
              <w:rStyle w:val="Zstupntext"/>
            </w:rPr>
            <w:t>Kliknutím zadáte text.</w:t>
          </w:r>
        </w:p>
      </w:docPartBody>
    </w:docPart>
    <w:docPart>
      <w:docPartPr>
        <w:name w:val="28007C72037F4F3DBCC65D87D99296A2"/>
        <w:category>
          <w:name w:val="Všeobecné"/>
          <w:gallery w:val="placeholder"/>
        </w:category>
        <w:types>
          <w:type w:val="bbPlcHdr"/>
        </w:types>
        <w:behaviors>
          <w:behavior w:val="content"/>
        </w:behaviors>
        <w:guid w:val="{0C314534-126F-461B-B388-01D41DCB56DD}"/>
      </w:docPartPr>
      <w:docPartBody>
        <w:p w:rsidR="00E34EC8" w:rsidRDefault="000C2930" w:rsidP="000C2930">
          <w:pPr>
            <w:pStyle w:val="28007C72037F4F3DBCC65D87D99296A2"/>
          </w:pPr>
          <w:r w:rsidRPr="009376F7">
            <w:rPr>
              <w:rStyle w:val="Zstupntext"/>
            </w:rPr>
            <w:t>Kliknutím zadáte text.</w:t>
          </w:r>
        </w:p>
      </w:docPartBody>
    </w:docPart>
    <w:docPart>
      <w:docPartPr>
        <w:name w:val="59788F7D2C764705AA1DC34DFE79DBD4"/>
        <w:category>
          <w:name w:val="Všeobecné"/>
          <w:gallery w:val="placeholder"/>
        </w:category>
        <w:types>
          <w:type w:val="bbPlcHdr"/>
        </w:types>
        <w:behaviors>
          <w:behavior w:val="content"/>
        </w:behaviors>
        <w:guid w:val="{19BF58D0-453F-4700-8074-B4F81D310BA3}"/>
      </w:docPartPr>
      <w:docPartBody>
        <w:p w:rsidR="00E34EC8" w:rsidRDefault="000C2930" w:rsidP="000C2930">
          <w:pPr>
            <w:pStyle w:val="59788F7D2C764705AA1DC34DFE79DBD4"/>
          </w:pPr>
          <w:r w:rsidRPr="009376F7">
            <w:rPr>
              <w:rStyle w:val="Zstupntext"/>
            </w:rPr>
            <w:t>Vyberte položku.</w:t>
          </w:r>
        </w:p>
      </w:docPartBody>
    </w:docPart>
    <w:docPart>
      <w:docPartPr>
        <w:name w:val="8D4D3B7E1DE345DCB57CFF14C90A9F23"/>
        <w:category>
          <w:name w:val="Všeobecné"/>
          <w:gallery w:val="placeholder"/>
        </w:category>
        <w:types>
          <w:type w:val="bbPlcHdr"/>
        </w:types>
        <w:behaviors>
          <w:behavior w:val="content"/>
        </w:behaviors>
        <w:guid w:val="{68D98B95-21AE-4624-B784-61595204936C}"/>
      </w:docPartPr>
      <w:docPartBody>
        <w:p w:rsidR="00E34EC8" w:rsidRDefault="000C2930" w:rsidP="000C2930">
          <w:pPr>
            <w:pStyle w:val="8D4D3B7E1DE345DCB57CFF14C90A9F23"/>
          </w:pPr>
          <w:r w:rsidRPr="009376F7">
            <w:rPr>
              <w:rStyle w:val="Zstupntext"/>
            </w:rPr>
            <w:t>Vyberte položku.</w:t>
          </w:r>
        </w:p>
      </w:docPartBody>
    </w:docPart>
    <w:docPart>
      <w:docPartPr>
        <w:name w:val="6DA6E21CF2634B36B962E7A8159C162F"/>
        <w:category>
          <w:name w:val="Všeobecné"/>
          <w:gallery w:val="placeholder"/>
        </w:category>
        <w:types>
          <w:type w:val="bbPlcHdr"/>
        </w:types>
        <w:behaviors>
          <w:behavior w:val="content"/>
        </w:behaviors>
        <w:guid w:val="{90128D1E-3195-4B3B-8690-CDDDFE8BE5BC}"/>
      </w:docPartPr>
      <w:docPartBody>
        <w:p w:rsidR="00E34EC8" w:rsidRDefault="000C2930" w:rsidP="000C2930">
          <w:pPr>
            <w:pStyle w:val="6DA6E21CF2634B36B962E7A8159C162F"/>
          </w:pPr>
          <w:r w:rsidRPr="009376F7">
            <w:rPr>
              <w:rStyle w:val="Zstupntext"/>
            </w:rPr>
            <w:t>Kliknutím zadáte text.</w:t>
          </w:r>
        </w:p>
      </w:docPartBody>
    </w:docPart>
    <w:docPart>
      <w:docPartPr>
        <w:name w:val="DE33FD584F2A41B5B0EA0D656359FDE1"/>
        <w:category>
          <w:name w:val="Všeobecné"/>
          <w:gallery w:val="placeholder"/>
        </w:category>
        <w:types>
          <w:type w:val="bbPlcHdr"/>
        </w:types>
        <w:behaviors>
          <w:behavior w:val="content"/>
        </w:behaviors>
        <w:guid w:val="{3DA0C96C-E52C-4C7C-A76F-C1A43B67B74E}"/>
      </w:docPartPr>
      <w:docPartBody>
        <w:p w:rsidR="00E34EC8" w:rsidRDefault="000C2930" w:rsidP="000C2930">
          <w:pPr>
            <w:pStyle w:val="DE33FD584F2A41B5B0EA0D656359FDE1"/>
          </w:pPr>
          <w:r w:rsidRPr="009376F7">
            <w:rPr>
              <w:rStyle w:val="Zstupntext"/>
            </w:rPr>
            <w:t>Vyberte položku.</w:t>
          </w:r>
        </w:p>
      </w:docPartBody>
    </w:docPart>
    <w:docPart>
      <w:docPartPr>
        <w:name w:val="24BBA355E84E4754AF7673B5937B47BD"/>
        <w:category>
          <w:name w:val="Všeobecné"/>
          <w:gallery w:val="placeholder"/>
        </w:category>
        <w:types>
          <w:type w:val="bbPlcHdr"/>
        </w:types>
        <w:behaviors>
          <w:behavior w:val="content"/>
        </w:behaviors>
        <w:guid w:val="{539CE8F8-BD97-43BB-AAB1-9B8E94FDC822}"/>
      </w:docPartPr>
      <w:docPartBody>
        <w:p w:rsidR="00E34EC8" w:rsidRDefault="000C2930" w:rsidP="000C2930">
          <w:pPr>
            <w:pStyle w:val="24BBA355E84E4754AF7673B5937B47BD"/>
          </w:pPr>
          <w:r w:rsidRPr="009376F7">
            <w:rPr>
              <w:rStyle w:val="Zstupntext"/>
            </w:rPr>
            <w:t>Vyberte položku.</w:t>
          </w:r>
        </w:p>
      </w:docPartBody>
    </w:docPart>
    <w:docPart>
      <w:docPartPr>
        <w:name w:val="3A2340AC8AFF4E19A127AA10FFBEBC65"/>
        <w:category>
          <w:name w:val="Všeobecné"/>
          <w:gallery w:val="placeholder"/>
        </w:category>
        <w:types>
          <w:type w:val="bbPlcHdr"/>
        </w:types>
        <w:behaviors>
          <w:behavior w:val="content"/>
        </w:behaviors>
        <w:guid w:val="{2A4B8AA5-28F2-45C2-87EA-A71FA9A021F1}"/>
      </w:docPartPr>
      <w:docPartBody>
        <w:p w:rsidR="00E34EC8" w:rsidRDefault="000C2930" w:rsidP="000C2930">
          <w:pPr>
            <w:pStyle w:val="3A2340AC8AFF4E19A127AA10FFBEBC65"/>
          </w:pPr>
          <w:r w:rsidRPr="009376F7">
            <w:rPr>
              <w:rStyle w:val="Zstupntext"/>
            </w:rPr>
            <w:t>Kliknutím zadáte text.</w:t>
          </w:r>
        </w:p>
      </w:docPartBody>
    </w:docPart>
    <w:docPart>
      <w:docPartPr>
        <w:name w:val="F947DCD4356044AA9ADED5B78314F596"/>
        <w:category>
          <w:name w:val="Všeobecné"/>
          <w:gallery w:val="placeholder"/>
        </w:category>
        <w:types>
          <w:type w:val="bbPlcHdr"/>
        </w:types>
        <w:behaviors>
          <w:behavior w:val="content"/>
        </w:behaviors>
        <w:guid w:val="{D4140373-E5EE-4E24-B421-A390EDA0EDF9}"/>
      </w:docPartPr>
      <w:docPartBody>
        <w:p w:rsidR="00E34EC8" w:rsidRDefault="000C2930" w:rsidP="000C2930">
          <w:pPr>
            <w:pStyle w:val="F947DCD4356044AA9ADED5B78314F596"/>
          </w:pPr>
          <w:r w:rsidRPr="009376F7">
            <w:rPr>
              <w:rStyle w:val="Zstupntext"/>
            </w:rPr>
            <w:t>Vyberte položku.</w:t>
          </w:r>
        </w:p>
      </w:docPartBody>
    </w:docPart>
    <w:docPart>
      <w:docPartPr>
        <w:name w:val="0420CD124F8E4E9097DBC470FD40A19C"/>
        <w:category>
          <w:name w:val="Všeobecné"/>
          <w:gallery w:val="placeholder"/>
        </w:category>
        <w:types>
          <w:type w:val="bbPlcHdr"/>
        </w:types>
        <w:behaviors>
          <w:behavior w:val="content"/>
        </w:behaviors>
        <w:guid w:val="{F3AC63FC-DA8E-4009-A40E-24CA31C1530C}"/>
      </w:docPartPr>
      <w:docPartBody>
        <w:p w:rsidR="00E34EC8" w:rsidRDefault="000C2930" w:rsidP="000C2930">
          <w:pPr>
            <w:pStyle w:val="0420CD124F8E4E9097DBC470FD40A19C"/>
          </w:pPr>
          <w:r w:rsidRPr="009376F7">
            <w:rPr>
              <w:rStyle w:val="Zstupntext"/>
            </w:rPr>
            <w:t>Vyberte položku.</w:t>
          </w:r>
        </w:p>
      </w:docPartBody>
    </w:docPart>
    <w:docPart>
      <w:docPartPr>
        <w:name w:val="E144F8E39F9B4B3FA7DAE2A97E90E663"/>
        <w:category>
          <w:name w:val="Všeobecné"/>
          <w:gallery w:val="placeholder"/>
        </w:category>
        <w:types>
          <w:type w:val="bbPlcHdr"/>
        </w:types>
        <w:behaviors>
          <w:behavior w:val="content"/>
        </w:behaviors>
        <w:guid w:val="{8792CBFF-7DA2-4A01-A5BF-8CAFAFA21BB3}"/>
      </w:docPartPr>
      <w:docPartBody>
        <w:p w:rsidR="00E34EC8" w:rsidRDefault="000C2930" w:rsidP="000C2930">
          <w:pPr>
            <w:pStyle w:val="E144F8E39F9B4B3FA7DAE2A97E90E663"/>
          </w:pPr>
          <w:r w:rsidRPr="009376F7">
            <w:rPr>
              <w:rStyle w:val="Zstupntext"/>
            </w:rPr>
            <w:t>Kliknutím zadáte text.</w:t>
          </w:r>
        </w:p>
      </w:docPartBody>
    </w:docPart>
    <w:docPart>
      <w:docPartPr>
        <w:name w:val="3BA545EF87294C7B9AB4B29503540007"/>
        <w:category>
          <w:name w:val="Všeobecné"/>
          <w:gallery w:val="placeholder"/>
        </w:category>
        <w:types>
          <w:type w:val="bbPlcHdr"/>
        </w:types>
        <w:behaviors>
          <w:behavior w:val="content"/>
        </w:behaviors>
        <w:guid w:val="{3F431C5A-979D-4DDE-B62A-759DA1CE2D22}"/>
      </w:docPartPr>
      <w:docPartBody>
        <w:p w:rsidR="00E34EC8" w:rsidRDefault="000C2930" w:rsidP="000C2930">
          <w:pPr>
            <w:pStyle w:val="3BA545EF87294C7B9AB4B29503540007"/>
          </w:pPr>
          <w:r w:rsidRPr="009376F7">
            <w:rPr>
              <w:rStyle w:val="Zstupntext"/>
            </w:rPr>
            <w:t>Vyberte položku.</w:t>
          </w:r>
        </w:p>
      </w:docPartBody>
    </w:docPart>
    <w:docPart>
      <w:docPartPr>
        <w:name w:val="FD5B42A3646A43E9A58496AD27BC607B"/>
        <w:category>
          <w:name w:val="Všeobecné"/>
          <w:gallery w:val="placeholder"/>
        </w:category>
        <w:types>
          <w:type w:val="bbPlcHdr"/>
        </w:types>
        <w:behaviors>
          <w:behavior w:val="content"/>
        </w:behaviors>
        <w:guid w:val="{792BB3EF-E691-482C-BB59-650DFE19AC77}"/>
      </w:docPartPr>
      <w:docPartBody>
        <w:p w:rsidR="00E34EC8" w:rsidRDefault="000C2930" w:rsidP="000C2930">
          <w:pPr>
            <w:pStyle w:val="FD5B42A3646A43E9A58496AD27BC607B"/>
          </w:pPr>
          <w:r w:rsidRPr="009376F7">
            <w:rPr>
              <w:rStyle w:val="Zstupntext"/>
            </w:rPr>
            <w:t>Vyberte položku.</w:t>
          </w:r>
        </w:p>
      </w:docPartBody>
    </w:docPart>
    <w:docPart>
      <w:docPartPr>
        <w:name w:val="D194449C151040FBB36A451CFA87E2C9"/>
        <w:category>
          <w:name w:val="Všeobecné"/>
          <w:gallery w:val="placeholder"/>
        </w:category>
        <w:types>
          <w:type w:val="bbPlcHdr"/>
        </w:types>
        <w:behaviors>
          <w:behavior w:val="content"/>
        </w:behaviors>
        <w:guid w:val="{59474875-34EB-4FE8-A215-881DCF8957B5}"/>
      </w:docPartPr>
      <w:docPartBody>
        <w:p w:rsidR="00E34EC8" w:rsidRDefault="000C2930" w:rsidP="000C2930">
          <w:pPr>
            <w:pStyle w:val="D194449C151040FBB36A451CFA87E2C9"/>
          </w:pPr>
          <w:r w:rsidRPr="009376F7">
            <w:rPr>
              <w:rStyle w:val="Zstupntext"/>
            </w:rPr>
            <w:t>Kliknutím zadáte text.</w:t>
          </w:r>
        </w:p>
      </w:docPartBody>
    </w:docPart>
    <w:docPart>
      <w:docPartPr>
        <w:name w:val="4536C9FC1C38411286A453A321ABB9B6"/>
        <w:category>
          <w:name w:val="Všeobecné"/>
          <w:gallery w:val="placeholder"/>
        </w:category>
        <w:types>
          <w:type w:val="bbPlcHdr"/>
        </w:types>
        <w:behaviors>
          <w:behavior w:val="content"/>
        </w:behaviors>
        <w:guid w:val="{9AE0FEB8-36E8-4525-B171-13C847C398AD}"/>
      </w:docPartPr>
      <w:docPartBody>
        <w:p w:rsidR="00E34EC8" w:rsidRDefault="000C2930" w:rsidP="000C2930">
          <w:pPr>
            <w:pStyle w:val="4536C9FC1C38411286A453A321ABB9B6"/>
          </w:pPr>
          <w:r w:rsidRPr="009376F7">
            <w:rPr>
              <w:rStyle w:val="Zstupntext"/>
            </w:rPr>
            <w:t>Vyberte položku.</w:t>
          </w:r>
        </w:p>
      </w:docPartBody>
    </w:docPart>
    <w:docPart>
      <w:docPartPr>
        <w:name w:val="E0F4504072DB4AFBBCB7A11701296394"/>
        <w:category>
          <w:name w:val="Všeobecné"/>
          <w:gallery w:val="placeholder"/>
        </w:category>
        <w:types>
          <w:type w:val="bbPlcHdr"/>
        </w:types>
        <w:behaviors>
          <w:behavior w:val="content"/>
        </w:behaviors>
        <w:guid w:val="{E92FC6EF-84A2-4D56-A91D-95A75BD71E6F}"/>
      </w:docPartPr>
      <w:docPartBody>
        <w:p w:rsidR="00E34EC8" w:rsidRDefault="000C2930" w:rsidP="000C2930">
          <w:pPr>
            <w:pStyle w:val="E0F4504072DB4AFBBCB7A11701296394"/>
          </w:pPr>
          <w:r w:rsidRPr="009376F7">
            <w:rPr>
              <w:rStyle w:val="Zstupntext"/>
            </w:rPr>
            <w:t>Vyberte položku.</w:t>
          </w:r>
        </w:p>
      </w:docPartBody>
    </w:docPart>
    <w:docPart>
      <w:docPartPr>
        <w:name w:val="3B63FA0CA0AC4E6FADB2DCEAB9609193"/>
        <w:category>
          <w:name w:val="Všeobecné"/>
          <w:gallery w:val="placeholder"/>
        </w:category>
        <w:types>
          <w:type w:val="bbPlcHdr"/>
        </w:types>
        <w:behaviors>
          <w:behavior w:val="content"/>
        </w:behaviors>
        <w:guid w:val="{3F37133F-1ADB-4302-9868-D03EC26F07E5}"/>
      </w:docPartPr>
      <w:docPartBody>
        <w:p w:rsidR="00E34EC8" w:rsidRDefault="000C2930" w:rsidP="000C2930">
          <w:pPr>
            <w:pStyle w:val="3B63FA0CA0AC4E6FADB2DCEAB9609193"/>
          </w:pPr>
          <w:r w:rsidRPr="009376F7">
            <w:rPr>
              <w:rStyle w:val="Zstupntext"/>
            </w:rPr>
            <w:t>Kliknutím zadáte text.</w:t>
          </w:r>
        </w:p>
      </w:docPartBody>
    </w:docPart>
    <w:docPart>
      <w:docPartPr>
        <w:name w:val="88303492A7D94205B18A73493F6E3BF5"/>
        <w:category>
          <w:name w:val="Všeobecné"/>
          <w:gallery w:val="placeholder"/>
        </w:category>
        <w:types>
          <w:type w:val="bbPlcHdr"/>
        </w:types>
        <w:behaviors>
          <w:behavior w:val="content"/>
        </w:behaviors>
        <w:guid w:val="{31D409F9-2D6D-4584-B3B4-07DB894E6A0F}"/>
      </w:docPartPr>
      <w:docPartBody>
        <w:p w:rsidR="00E34EC8" w:rsidRDefault="000C2930" w:rsidP="000C2930">
          <w:pPr>
            <w:pStyle w:val="88303492A7D94205B18A73493F6E3BF5"/>
          </w:pPr>
          <w:r w:rsidRPr="009376F7">
            <w:rPr>
              <w:rStyle w:val="Zstupntext"/>
            </w:rPr>
            <w:t>Vyberte položku.</w:t>
          </w:r>
        </w:p>
      </w:docPartBody>
    </w:docPart>
    <w:docPart>
      <w:docPartPr>
        <w:name w:val="B321E9723F6A4301B4BCBAC79547D776"/>
        <w:category>
          <w:name w:val="Všeobecné"/>
          <w:gallery w:val="placeholder"/>
        </w:category>
        <w:types>
          <w:type w:val="bbPlcHdr"/>
        </w:types>
        <w:behaviors>
          <w:behavior w:val="content"/>
        </w:behaviors>
        <w:guid w:val="{1CD9F854-3E53-4D4C-B920-FCBB4EE03055}"/>
      </w:docPartPr>
      <w:docPartBody>
        <w:p w:rsidR="00E34EC8" w:rsidRDefault="000C2930" w:rsidP="000C2930">
          <w:pPr>
            <w:pStyle w:val="B321E9723F6A4301B4BCBAC79547D776"/>
          </w:pPr>
          <w:r w:rsidRPr="009376F7">
            <w:rPr>
              <w:rStyle w:val="Zstupntext"/>
            </w:rPr>
            <w:t>Vyberte položku.</w:t>
          </w:r>
        </w:p>
      </w:docPartBody>
    </w:docPart>
    <w:docPart>
      <w:docPartPr>
        <w:name w:val="D2A26DBAF2FB4539B7873FD2E5CBF18E"/>
        <w:category>
          <w:name w:val="Všeobecné"/>
          <w:gallery w:val="placeholder"/>
        </w:category>
        <w:types>
          <w:type w:val="bbPlcHdr"/>
        </w:types>
        <w:behaviors>
          <w:behavior w:val="content"/>
        </w:behaviors>
        <w:guid w:val="{C7047CB7-B5FE-4ACE-BF5C-FFC54A241E3B}"/>
      </w:docPartPr>
      <w:docPartBody>
        <w:p w:rsidR="00E34EC8" w:rsidRDefault="000C2930" w:rsidP="000C2930">
          <w:pPr>
            <w:pStyle w:val="D2A26DBAF2FB4539B7873FD2E5CBF18E"/>
          </w:pPr>
          <w:r w:rsidRPr="009376F7">
            <w:rPr>
              <w:rStyle w:val="Zstupntext"/>
            </w:rPr>
            <w:t>Kliknutím zadáte text.</w:t>
          </w:r>
        </w:p>
      </w:docPartBody>
    </w:docPart>
    <w:docPart>
      <w:docPartPr>
        <w:name w:val="B0F29654FD324624B7CE351B96F03D9D"/>
        <w:category>
          <w:name w:val="Všeobecné"/>
          <w:gallery w:val="placeholder"/>
        </w:category>
        <w:types>
          <w:type w:val="bbPlcHdr"/>
        </w:types>
        <w:behaviors>
          <w:behavior w:val="content"/>
        </w:behaviors>
        <w:guid w:val="{FBDB3E6D-2A97-4381-B7B4-BBB338A2F8CA}"/>
      </w:docPartPr>
      <w:docPartBody>
        <w:p w:rsidR="00E34EC8" w:rsidRDefault="000C2930" w:rsidP="000C2930">
          <w:pPr>
            <w:pStyle w:val="B0F29654FD324624B7CE351B96F03D9D"/>
          </w:pPr>
          <w:r w:rsidRPr="009376F7">
            <w:rPr>
              <w:rStyle w:val="Zstupntext"/>
            </w:rPr>
            <w:t>Vyberte položku.</w:t>
          </w:r>
        </w:p>
      </w:docPartBody>
    </w:docPart>
    <w:docPart>
      <w:docPartPr>
        <w:name w:val="F9EFE1E06D5A4D7DB301B4363120AF26"/>
        <w:category>
          <w:name w:val="Všeobecné"/>
          <w:gallery w:val="placeholder"/>
        </w:category>
        <w:types>
          <w:type w:val="bbPlcHdr"/>
        </w:types>
        <w:behaviors>
          <w:behavior w:val="content"/>
        </w:behaviors>
        <w:guid w:val="{66607529-64AF-40DD-85CF-784596E93DBB}"/>
      </w:docPartPr>
      <w:docPartBody>
        <w:p w:rsidR="00E34EC8" w:rsidRDefault="000C2930" w:rsidP="000C2930">
          <w:pPr>
            <w:pStyle w:val="F9EFE1E06D5A4D7DB301B4363120AF26"/>
          </w:pPr>
          <w:r w:rsidRPr="009376F7">
            <w:rPr>
              <w:rStyle w:val="Zstupntext"/>
            </w:rPr>
            <w:t>Vyberte položku.</w:t>
          </w:r>
        </w:p>
      </w:docPartBody>
    </w:docPart>
    <w:docPart>
      <w:docPartPr>
        <w:name w:val="5E76B5973F044F37AF4A6FF5D644C293"/>
        <w:category>
          <w:name w:val="Všeobecné"/>
          <w:gallery w:val="placeholder"/>
        </w:category>
        <w:types>
          <w:type w:val="bbPlcHdr"/>
        </w:types>
        <w:behaviors>
          <w:behavior w:val="content"/>
        </w:behaviors>
        <w:guid w:val="{6CC407CA-B917-4957-A2E5-89AF82F19C8F}"/>
      </w:docPartPr>
      <w:docPartBody>
        <w:p w:rsidR="00E34EC8" w:rsidRDefault="000C2930" w:rsidP="000C2930">
          <w:pPr>
            <w:pStyle w:val="5E76B5973F044F37AF4A6FF5D644C293"/>
          </w:pPr>
          <w:r w:rsidRPr="009376F7">
            <w:rPr>
              <w:rStyle w:val="Zstupntext"/>
            </w:rPr>
            <w:t>Kliknutím zadáte text.</w:t>
          </w:r>
        </w:p>
      </w:docPartBody>
    </w:docPart>
    <w:docPart>
      <w:docPartPr>
        <w:name w:val="CCD2E77D097248ABA461C8B90D3185C1"/>
        <w:category>
          <w:name w:val="Všeobecné"/>
          <w:gallery w:val="placeholder"/>
        </w:category>
        <w:types>
          <w:type w:val="bbPlcHdr"/>
        </w:types>
        <w:behaviors>
          <w:behavior w:val="content"/>
        </w:behaviors>
        <w:guid w:val="{4A778AA5-CA4A-427F-A861-CF722A5E809D}"/>
      </w:docPartPr>
      <w:docPartBody>
        <w:p w:rsidR="00E34EC8" w:rsidRDefault="000C2930" w:rsidP="000C2930">
          <w:pPr>
            <w:pStyle w:val="CCD2E77D097248ABA461C8B90D3185C1"/>
          </w:pPr>
          <w:r w:rsidRPr="009376F7">
            <w:rPr>
              <w:rStyle w:val="Zstupntext"/>
            </w:rPr>
            <w:t>Vyberte položku.</w:t>
          </w:r>
        </w:p>
      </w:docPartBody>
    </w:docPart>
    <w:docPart>
      <w:docPartPr>
        <w:name w:val="DAF2CB2B118745EEBA727F743176776E"/>
        <w:category>
          <w:name w:val="Všeobecné"/>
          <w:gallery w:val="placeholder"/>
        </w:category>
        <w:types>
          <w:type w:val="bbPlcHdr"/>
        </w:types>
        <w:behaviors>
          <w:behavior w:val="content"/>
        </w:behaviors>
        <w:guid w:val="{26AB0BE6-0AEA-4B25-8732-CCEB9A7A4EAF}"/>
      </w:docPartPr>
      <w:docPartBody>
        <w:p w:rsidR="00E34EC8" w:rsidRDefault="000C2930" w:rsidP="000C2930">
          <w:pPr>
            <w:pStyle w:val="DAF2CB2B118745EEBA727F743176776E"/>
          </w:pPr>
          <w:r w:rsidRPr="009376F7">
            <w:rPr>
              <w:rStyle w:val="Zstupntext"/>
            </w:rPr>
            <w:t>Vyberte položku.</w:t>
          </w:r>
        </w:p>
      </w:docPartBody>
    </w:docPart>
    <w:docPart>
      <w:docPartPr>
        <w:name w:val="427BD428591145469F12306F6B65997F"/>
        <w:category>
          <w:name w:val="Všeobecné"/>
          <w:gallery w:val="placeholder"/>
        </w:category>
        <w:types>
          <w:type w:val="bbPlcHdr"/>
        </w:types>
        <w:behaviors>
          <w:behavior w:val="content"/>
        </w:behaviors>
        <w:guid w:val="{CDD8362E-0CF9-449C-92F6-9A38A22D1EDC}"/>
      </w:docPartPr>
      <w:docPartBody>
        <w:p w:rsidR="00E34EC8" w:rsidRDefault="000C2930" w:rsidP="000C2930">
          <w:pPr>
            <w:pStyle w:val="427BD428591145469F12306F6B65997F"/>
          </w:pPr>
          <w:r w:rsidRPr="009376F7">
            <w:rPr>
              <w:rStyle w:val="Zstupntext"/>
            </w:rPr>
            <w:t>Kliknutím zadáte text.</w:t>
          </w:r>
        </w:p>
      </w:docPartBody>
    </w:docPart>
    <w:docPart>
      <w:docPartPr>
        <w:name w:val="99C6AD1E46024E66B5AEA74AF6BAD96B"/>
        <w:category>
          <w:name w:val="Všeobecné"/>
          <w:gallery w:val="placeholder"/>
        </w:category>
        <w:types>
          <w:type w:val="bbPlcHdr"/>
        </w:types>
        <w:behaviors>
          <w:behavior w:val="content"/>
        </w:behaviors>
        <w:guid w:val="{A7086211-A67B-4927-869E-0BC313261AAD}"/>
      </w:docPartPr>
      <w:docPartBody>
        <w:p w:rsidR="00E34EC8" w:rsidRDefault="000C2930" w:rsidP="000C2930">
          <w:pPr>
            <w:pStyle w:val="99C6AD1E46024E66B5AEA74AF6BAD96B"/>
          </w:pPr>
          <w:r w:rsidRPr="009376F7">
            <w:rPr>
              <w:rStyle w:val="Zstupntext"/>
            </w:rPr>
            <w:t>Vyberte položku.</w:t>
          </w:r>
        </w:p>
      </w:docPartBody>
    </w:docPart>
    <w:docPart>
      <w:docPartPr>
        <w:name w:val="79930CD65DA64819B54D8D9CBFCB5E35"/>
        <w:category>
          <w:name w:val="Všeobecné"/>
          <w:gallery w:val="placeholder"/>
        </w:category>
        <w:types>
          <w:type w:val="bbPlcHdr"/>
        </w:types>
        <w:behaviors>
          <w:behavior w:val="content"/>
        </w:behaviors>
        <w:guid w:val="{207A5A96-84CC-4940-8E3C-625D63BE559A}"/>
      </w:docPartPr>
      <w:docPartBody>
        <w:p w:rsidR="00E34EC8" w:rsidRDefault="000C2930" w:rsidP="000C2930">
          <w:pPr>
            <w:pStyle w:val="79930CD65DA64819B54D8D9CBFCB5E35"/>
          </w:pPr>
          <w:r w:rsidRPr="009376F7">
            <w:rPr>
              <w:rStyle w:val="Zstupntext"/>
            </w:rPr>
            <w:t>Vyberte položku.</w:t>
          </w:r>
        </w:p>
      </w:docPartBody>
    </w:docPart>
    <w:docPart>
      <w:docPartPr>
        <w:name w:val="8A42A2C66F9B49BFB9B5968139CCDECB"/>
        <w:category>
          <w:name w:val="Všeobecné"/>
          <w:gallery w:val="placeholder"/>
        </w:category>
        <w:types>
          <w:type w:val="bbPlcHdr"/>
        </w:types>
        <w:behaviors>
          <w:behavior w:val="content"/>
        </w:behaviors>
        <w:guid w:val="{4CEE4C29-1FA1-4F03-9E28-0D14A74885EB}"/>
      </w:docPartPr>
      <w:docPartBody>
        <w:p w:rsidR="00E34EC8" w:rsidRDefault="000C2930" w:rsidP="000C2930">
          <w:pPr>
            <w:pStyle w:val="8A42A2C66F9B49BFB9B5968139CCDECB"/>
          </w:pPr>
          <w:r w:rsidRPr="009376F7">
            <w:rPr>
              <w:rStyle w:val="Zstupntext"/>
            </w:rPr>
            <w:t>Kliknutím zadáte text.</w:t>
          </w:r>
        </w:p>
      </w:docPartBody>
    </w:docPart>
    <w:docPart>
      <w:docPartPr>
        <w:name w:val="4B08DEEF1D974644A6E7F93CF7C92B71"/>
        <w:category>
          <w:name w:val="Všeobecné"/>
          <w:gallery w:val="placeholder"/>
        </w:category>
        <w:types>
          <w:type w:val="bbPlcHdr"/>
        </w:types>
        <w:behaviors>
          <w:behavior w:val="content"/>
        </w:behaviors>
        <w:guid w:val="{806DE423-023E-43FC-A3BD-EFE57CE22304}"/>
      </w:docPartPr>
      <w:docPartBody>
        <w:p w:rsidR="00E34EC8" w:rsidRDefault="000C2930" w:rsidP="000C2930">
          <w:pPr>
            <w:pStyle w:val="4B08DEEF1D974644A6E7F93CF7C92B71"/>
          </w:pPr>
          <w:r w:rsidRPr="009376F7">
            <w:rPr>
              <w:rStyle w:val="Zstupntext"/>
            </w:rPr>
            <w:t>Vyberte položku.</w:t>
          </w:r>
        </w:p>
      </w:docPartBody>
    </w:docPart>
    <w:docPart>
      <w:docPartPr>
        <w:name w:val="CC0D1A79BB3541BFB6A1157942CFE131"/>
        <w:category>
          <w:name w:val="Všeobecné"/>
          <w:gallery w:val="placeholder"/>
        </w:category>
        <w:types>
          <w:type w:val="bbPlcHdr"/>
        </w:types>
        <w:behaviors>
          <w:behavior w:val="content"/>
        </w:behaviors>
        <w:guid w:val="{6877F163-07A0-49D9-A3AB-5F7A1F566288}"/>
      </w:docPartPr>
      <w:docPartBody>
        <w:p w:rsidR="00E34EC8" w:rsidRDefault="000C2930" w:rsidP="000C2930">
          <w:pPr>
            <w:pStyle w:val="CC0D1A79BB3541BFB6A1157942CFE131"/>
          </w:pPr>
          <w:r w:rsidRPr="009376F7">
            <w:rPr>
              <w:rStyle w:val="Zstupntext"/>
            </w:rPr>
            <w:t>Vyberte položku.</w:t>
          </w:r>
        </w:p>
      </w:docPartBody>
    </w:docPart>
    <w:docPart>
      <w:docPartPr>
        <w:name w:val="C783362183194275AE729B717B16A078"/>
        <w:category>
          <w:name w:val="Všeobecné"/>
          <w:gallery w:val="placeholder"/>
        </w:category>
        <w:types>
          <w:type w:val="bbPlcHdr"/>
        </w:types>
        <w:behaviors>
          <w:behavior w:val="content"/>
        </w:behaviors>
        <w:guid w:val="{83CC8EB8-6572-429B-B90F-BB002ACA8DA5}"/>
      </w:docPartPr>
      <w:docPartBody>
        <w:p w:rsidR="00E34EC8" w:rsidRDefault="000C2930" w:rsidP="000C2930">
          <w:pPr>
            <w:pStyle w:val="C783362183194275AE729B717B16A078"/>
          </w:pPr>
          <w:r w:rsidRPr="009376F7">
            <w:rPr>
              <w:rStyle w:val="Zstupntext"/>
            </w:rPr>
            <w:t>Kliknutím zadáte text.</w:t>
          </w:r>
        </w:p>
      </w:docPartBody>
    </w:docPart>
    <w:docPart>
      <w:docPartPr>
        <w:name w:val="F12F946E972F4A0BA0FCB1E6CE5412FC"/>
        <w:category>
          <w:name w:val="Všeobecné"/>
          <w:gallery w:val="placeholder"/>
        </w:category>
        <w:types>
          <w:type w:val="bbPlcHdr"/>
        </w:types>
        <w:behaviors>
          <w:behavior w:val="content"/>
        </w:behaviors>
        <w:guid w:val="{0490BBA4-5E55-41B1-8D31-CC85F9FA672F}"/>
      </w:docPartPr>
      <w:docPartBody>
        <w:p w:rsidR="00E34EC8" w:rsidRDefault="000C2930" w:rsidP="000C2930">
          <w:pPr>
            <w:pStyle w:val="F12F946E972F4A0BA0FCB1E6CE5412FC"/>
          </w:pPr>
          <w:r w:rsidRPr="009376F7">
            <w:rPr>
              <w:rStyle w:val="Zstupntext"/>
            </w:rPr>
            <w:t>Vyberte položku.</w:t>
          </w:r>
        </w:p>
      </w:docPartBody>
    </w:docPart>
    <w:docPart>
      <w:docPartPr>
        <w:name w:val="1888C91566034B5BB0400CA73B1BD030"/>
        <w:category>
          <w:name w:val="Všeobecné"/>
          <w:gallery w:val="placeholder"/>
        </w:category>
        <w:types>
          <w:type w:val="bbPlcHdr"/>
        </w:types>
        <w:behaviors>
          <w:behavior w:val="content"/>
        </w:behaviors>
        <w:guid w:val="{5A3B3848-64F2-4F4C-9900-EE3E0E55D029}"/>
      </w:docPartPr>
      <w:docPartBody>
        <w:p w:rsidR="00E34EC8" w:rsidRDefault="000C2930" w:rsidP="000C2930">
          <w:pPr>
            <w:pStyle w:val="1888C91566034B5BB0400CA73B1BD030"/>
          </w:pPr>
          <w:r w:rsidRPr="009376F7">
            <w:rPr>
              <w:rStyle w:val="Zstupntext"/>
            </w:rPr>
            <w:t>Vyberte položku.</w:t>
          </w:r>
        </w:p>
      </w:docPartBody>
    </w:docPart>
    <w:docPart>
      <w:docPartPr>
        <w:name w:val="730B6D0C9DFA4F12800BFB626A73C873"/>
        <w:category>
          <w:name w:val="Všeobecné"/>
          <w:gallery w:val="placeholder"/>
        </w:category>
        <w:types>
          <w:type w:val="bbPlcHdr"/>
        </w:types>
        <w:behaviors>
          <w:behavior w:val="content"/>
        </w:behaviors>
        <w:guid w:val="{AE07BB46-0669-49D9-B0F4-078B2135F950}"/>
      </w:docPartPr>
      <w:docPartBody>
        <w:p w:rsidR="00E34EC8" w:rsidRDefault="000C2930" w:rsidP="000C2930">
          <w:pPr>
            <w:pStyle w:val="730B6D0C9DFA4F12800BFB626A73C873"/>
          </w:pPr>
          <w:r w:rsidRPr="009376F7">
            <w:rPr>
              <w:rStyle w:val="Zstupntext"/>
            </w:rPr>
            <w:t>Kliknutím zadáte text.</w:t>
          </w:r>
        </w:p>
      </w:docPartBody>
    </w:docPart>
    <w:docPart>
      <w:docPartPr>
        <w:name w:val="F9203A9175F448989A2489A39C6C1F51"/>
        <w:category>
          <w:name w:val="Všeobecné"/>
          <w:gallery w:val="placeholder"/>
        </w:category>
        <w:types>
          <w:type w:val="bbPlcHdr"/>
        </w:types>
        <w:behaviors>
          <w:behavior w:val="content"/>
        </w:behaviors>
        <w:guid w:val="{6ECBA589-7D1C-4D5D-898B-29E690AF3192}"/>
      </w:docPartPr>
      <w:docPartBody>
        <w:p w:rsidR="00E34EC8" w:rsidRDefault="000C2930" w:rsidP="000C2930">
          <w:pPr>
            <w:pStyle w:val="F9203A9175F448989A2489A39C6C1F51"/>
          </w:pPr>
          <w:r w:rsidRPr="009376F7">
            <w:rPr>
              <w:rStyle w:val="Zstupntext"/>
            </w:rPr>
            <w:t>Vyberte položku.</w:t>
          </w:r>
        </w:p>
      </w:docPartBody>
    </w:docPart>
    <w:docPart>
      <w:docPartPr>
        <w:name w:val="ED681C83BCB84AA3BD974FAA4ADE1812"/>
        <w:category>
          <w:name w:val="Všeobecné"/>
          <w:gallery w:val="placeholder"/>
        </w:category>
        <w:types>
          <w:type w:val="bbPlcHdr"/>
        </w:types>
        <w:behaviors>
          <w:behavior w:val="content"/>
        </w:behaviors>
        <w:guid w:val="{527EAA1F-8A68-48D0-B42A-6313E22AA0B6}"/>
      </w:docPartPr>
      <w:docPartBody>
        <w:p w:rsidR="00E34EC8" w:rsidRDefault="000C2930" w:rsidP="000C2930">
          <w:pPr>
            <w:pStyle w:val="ED681C83BCB84AA3BD974FAA4ADE1812"/>
          </w:pPr>
          <w:r w:rsidRPr="009376F7">
            <w:rPr>
              <w:rStyle w:val="Zstupntext"/>
            </w:rPr>
            <w:t>Vyberte položku.</w:t>
          </w:r>
        </w:p>
      </w:docPartBody>
    </w:docPart>
    <w:docPart>
      <w:docPartPr>
        <w:name w:val="4867B16C502A4613B1F431003151F1A3"/>
        <w:category>
          <w:name w:val="Všeobecné"/>
          <w:gallery w:val="placeholder"/>
        </w:category>
        <w:types>
          <w:type w:val="bbPlcHdr"/>
        </w:types>
        <w:behaviors>
          <w:behavior w:val="content"/>
        </w:behaviors>
        <w:guid w:val="{A88F6422-9C7D-4288-9FAF-521787F87836}"/>
      </w:docPartPr>
      <w:docPartBody>
        <w:p w:rsidR="00E34EC8" w:rsidRDefault="000C2930" w:rsidP="000C2930">
          <w:pPr>
            <w:pStyle w:val="4867B16C502A4613B1F431003151F1A3"/>
          </w:pPr>
          <w:r w:rsidRPr="009376F7">
            <w:rPr>
              <w:rStyle w:val="Zstupntext"/>
            </w:rPr>
            <w:t>Kliknutím zadáte text.</w:t>
          </w:r>
        </w:p>
      </w:docPartBody>
    </w:docPart>
    <w:docPart>
      <w:docPartPr>
        <w:name w:val="C630DDA703F2452E93A296C2707DB1B8"/>
        <w:category>
          <w:name w:val="Všeobecné"/>
          <w:gallery w:val="placeholder"/>
        </w:category>
        <w:types>
          <w:type w:val="bbPlcHdr"/>
        </w:types>
        <w:behaviors>
          <w:behavior w:val="content"/>
        </w:behaviors>
        <w:guid w:val="{780E5AEC-6CC2-4736-A5BF-A30713F9E3C4}"/>
      </w:docPartPr>
      <w:docPartBody>
        <w:p w:rsidR="00E34EC8" w:rsidRDefault="000C2930" w:rsidP="000C2930">
          <w:pPr>
            <w:pStyle w:val="C630DDA703F2452E93A296C2707DB1B8"/>
          </w:pPr>
          <w:r w:rsidRPr="009376F7">
            <w:rPr>
              <w:rStyle w:val="Zstupntext"/>
            </w:rPr>
            <w:t>Vyberte položku.</w:t>
          </w:r>
        </w:p>
      </w:docPartBody>
    </w:docPart>
    <w:docPart>
      <w:docPartPr>
        <w:name w:val="71F5410423FB429DB2EE33F9FD31E59B"/>
        <w:category>
          <w:name w:val="Všeobecné"/>
          <w:gallery w:val="placeholder"/>
        </w:category>
        <w:types>
          <w:type w:val="bbPlcHdr"/>
        </w:types>
        <w:behaviors>
          <w:behavior w:val="content"/>
        </w:behaviors>
        <w:guid w:val="{BF8D2DDC-FD39-4B6E-A55D-0A524FF85EAD}"/>
      </w:docPartPr>
      <w:docPartBody>
        <w:p w:rsidR="00E34EC8" w:rsidRDefault="000C2930" w:rsidP="000C2930">
          <w:pPr>
            <w:pStyle w:val="71F5410423FB429DB2EE33F9FD31E59B"/>
          </w:pPr>
          <w:r w:rsidRPr="009376F7">
            <w:rPr>
              <w:rStyle w:val="Zstupntext"/>
            </w:rPr>
            <w:t>Vyberte položku.</w:t>
          </w:r>
        </w:p>
      </w:docPartBody>
    </w:docPart>
    <w:docPart>
      <w:docPartPr>
        <w:name w:val="4D2C964A9C9C47B8BF65384720310B38"/>
        <w:category>
          <w:name w:val="Všeobecné"/>
          <w:gallery w:val="placeholder"/>
        </w:category>
        <w:types>
          <w:type w:val="bbPlcHdr"/>
        </w:types>
        <w:behaviors>
          <w:behavior w:val="content"/>
        </w:behaviors>
        <w:guid w:val="{F18EFAC6-2BA2-448A-963F-54E1D31B649C}"/>
      </w:docPartPr>
      <w:docPartBody>
        <w:p w:rsidR="00E34EC8" w:rsidRDefault="000C2930" w:rsidP="000C2930">
          <w:pPr>
            <w:pStyle w:val="4D2C964A9C9C47B8BF65384720310B38"/>
          </w:pPr>
          <w:r w:rsidRPr="009376F7">
            <w:rPr>
              <w:rStyle w:val="Zstupntext"/>
            </w:rPr>
            <w:t>Kliknutím zadáte text.</w:t>
          </w:r>
        </w:p>
      </w:docPartBody>
    </w:docPart>
    <w:docPart>
      <w:docPartPr>
        <w:name w:val="D9BEEFAA881A479DB9DAD2BB40255B2A"/>
        <w:category>
          <w:name w:val="Všeobecné"/>
          <w:gallery w:val="placeholder"/>
        </w:category>
        <w:types>
          <w:type w:val="bbPlcHdr"/>
        </w:types>
        <w:behaviors>
          <w:behavior w:val="content"/>
        </w:behaviors>
        <w:guid w:val="{AD190449-65BB-4DA1-8A08-131AE30D6CEB}"/>
      </w:docPartPr>
      <w:docPartBody>
        <w:p w:rsidR="00E34EC8" w:rsidRDefault="000C2930" w:rsidP="000C2930">
          <w:pPr>
            <w:pStyle w:val="D9BEEFAA881A479DB9DAD2BB40255B2A"/>
          </w:pPr>
          <w:r w:rsidRPr="009376F7">
            <w:rPr>
              <w:rStyle w:val="Zstupntext"/>
            </w:rPr>
            <w:t>Vyberte položku.</w:t>
          </w:r>
        </w:p>
      </w:docPartBody>
    </w:docPart>
    <w:docPart>
      <w:docPartPr>
        <w:name w:val="29238122F95441F58ED61C7E12521C4A"/>
        <w:category>
          <w:name w:val="Všeobecné"/>
          <w:gallery w:val="placeholder"/>
        </w:category>
        <w:types>
          <w:type w:val="bbPlcHdr"/>
        </w:types>
        <w:behaviors>
          <w:behavior w:val="content"/>
        </w:behaviors>
        <w:guid w:val="{6907DD99-E806-4674-98ED-AED631D0D4F1}"/>
      </w:docPartPr>
      <w:docPartBody>
        <w:p w:rsidR="00E34EC8" w:rsidRDefault="000C2930" w:rsidP="000C2930">
          <w:pPr>
            <w:pStyle w:val="29238122F95441F58ED61C7E12521C4A"/>
          </w:pPr>
          <w:r w:rsidRPr="009376F7">
            <w:rPr>
              <w:rStyle w:val="Zstupntext"/>
            </w:rPr>
            <w:t>Vyberte položku.</w:t>
          </w:r>
        </w:p>
      </w:docPartBody>
    </w:docPart>
    <w:docPart>
      <w:docPartPr>
        <w:name w:val="4257D9C792DF45D5BA7A608EF4ECFF5A"/>
        <w:category>
          <w:name w:val="Všeobecné"/>
          <w:gallery w:val="placeholder"/>
        </w:category>
        <w:types>
          <w:type w:val="bbPlcHdr"/>
        </w:types>
        <w:behaviors>
          <w:behavior w:val="content"/>
        </w:behaviors>
        <w:guid w:val="{35624819-3566-46C6-8418-7015D0B85695}"/>
      </w:docPartPr>
      <w:docPartBody>
        <w:p w:rsidR="00E34EC8" w:rsidRDefault="000C2930" w:rsidP="000C2930">
          <w:pPr>
            <w:pStyle w:val="4257D9C792DF45D5BA7A608EF4ECFF5A"/>
          </w:pPr>
          <w:r w:rsidRPr="009376F7">
            <w:rPr>
              <w:rStyle w:val="Zstupntext"/>
            </w:rPr>
            <w:t>Kliknutím zadáte text.</w:t>
          </w:r>
        </w:p>
      </w:docPartBody>
    </w:docPart>
    <w:docPart>
      <w:docPartPr>
        <w:name w:val="142EE240623D4A48A0D12E613AE33C05"/>
        <w:category>
          <w:name w:val="Všeobecné"/>
          <w:gallery w:val="placeholder"/>
        </w:category>
        <w:types>
          <w:type w:val="bbPlcHdr"/>
        </w:types>
        <w:behaviors>
          <w:behavior w:val="content"/>
        </w:behaviors>
        <w:guid w:val="{26292337-1F10-4EA4-BF44-6C78DE1D5FEC}"/>
      </w:docPartPr>
      <w:docPartBody>
        <w:p w:rsidR="00E34EC8" w:rsidRDefault="000C2930" w:rsidP="000C2930">
          <w:pPr>
            <w:pStyle w:val="142EE240623D4A48A0D12E613AE33C05"/>
          </w:pPr>
          <w:r w:rsidRPr="009376F7">
            <w:rPr>
              <w:rStyle w:val="Zstupntext"/>
            </w:rPr>
            <w:t>Vyberte položku.</w:t>
          </w:r>
        </w:p>
      </w:docPartBody>
    </w:docPart>
    <w:docPart>
      <w:docPartPr>
        <w:name w:val="3CBB670439854B588BE831F228301B1C"/>
        <w:category>
          <w:name w:val="Všeobecné"/>
          <w:gallery w:val="placeholder"/>
        </w:category>
        <w:types>
          <w:type w:val="bbPlcHdr"/>
        </w:types>
        <w:behaviors>
          <w:behavior w:val="content"/>
        </w:behaviors>
        <w:guid w:val="{587223DC-C554-4DED-B0CC-FA55892D0498}"/>
      </w:docPartPr>
      <w:docPartBody>
        <w:p w:rsidR="00E34EC8" w:rsidRDefault="000C2930" w:rsidP="000C2930">
          <w:pPr>
            <w:pStyle w:val="3CBB670439854B588BE831F228301B1C"/>
          </w:pPr>
          <w:r w:rsidRPr="009376F7">
            <w:rPr>
              <w:rStyle w:val="Zstupntext"/>
            </w:rPr>
            <w:t>Vyberte položku.</w:t>
          </w:r>
        </w:p>
      </w:docPartBody>
    </w:docPart>
    <w:docPart>
      <w:docPartPr>
        <w:name w:val="9C8F0AC8BB124130B2DF2409A6FBE765"/>
        <w:category>
          <w:name w:val="Všeobecné"/>
          <w:gallery w:val="placeholder"/>
        </w:category>
        <w:types>
          <w:type w:val="bbPlcHdr"/>
        </w:types>
        <w:behaviors>
          <w:behavior w:val="content"/>
        </w:behaviors>
        <w:guid w:val="{424E2CAE-8282-4B05-BB90-8EDA20BFD037}"/>
      </w:docPartPr>
      <w:docPartBody>
        <w:p w:rsidR="007B0360" w:rsidRDefault="006E3038" w:rsidP="006E3038">
          <w:pPr>
            <w:pStyle w:val="9C8F0AC8BB124130B2DF2409A6FBE765"/>
          </w:pPr>
          <w:r w:rsidRPr="009376F7">
            <w:rPr>
              <w:rStyle w:val="Zstupntext"/>
            </w:rPr>
            <w:t>Kliknutím zadáte text.</w:t>
          </w:r>
        </w:p>
      </w:docPartBody>
    </w:docPart>
    <w:docPart>
      <w:docPartPr>
        <w:name w:val="E8D79B47B8CE47EB84CF638CF1C51E22"/>
        <w:category>
          <w:name w:val="Všeobecné"/>
          <w:gallery w:val="placeholder"/>
        </w:category>
        <w:types>
          <w:type w:val="bbPlcHdr"/>
        </w:types>
        <w:behaviors>
          <w:behavior w:val="content"/>
        </w:behaviors>
        <w:guid w:val="{A0F2D8E1-E4A0-4CCF-A996-BCE4DE064007}"/>
      </w:docPartPr>
      <w:docPartBody>
        <w:p w:rsidR="007B0360" w:rsidRDefault="006E3038" w:rsidP="006E3038">
          <w:pPr>
            <w:pStyle w:val="E8D79B47B8CE47EB84CF638CF1C51E22"/>
          </w:pPr>
          <w:r w:rsidRPr="009376F7">
            <w:rPr>
              <w:rStyle w:val="Zstupntext"/>
            </w:rPr>
            <w:t>Vyberte položku.</w:t>
          </w:r>
        </w:p>
      </w:docPartBody>
    </w:docPart>
    <w:docPart>
      <w:docPartPr>
        <w:name w:val="58C7AACE8E354F0BA27C6D6089EB6555"/>
        <w:category>
          <w:name w:val="Všeobecné"/>
          <w:gallery w:val="placeholder"/>
        </w:category>
        <w:types>
          <w:type w:val="bbPlcHdr"/>
        </w:types>
        <w:behaviors>
          <w:behavior w:val="content"/>
        </w:behaviors>
        <w:guid w:val="{354AAE35-5085-4BD4-B1A3-F63A2AF90440}"/>
      </w:docPartPr>
      <w:docPartBody>
        <w:p w:rsidR="007B0360" w:rsidRDefault="006E3038" w:rsidP="006E3038">
          <w:pPr>
            <w:pStyle w:val="58C7AACE8E354F0BA27C6D6089EB6555"/>
          </w:pPr>
          <w:r w:rsidRPr="009376F7">
            <w:rPr>
              <w:rStyle w:val="Zstupntext"/>
            </w:rPr>
            <w:t>Vyberte položku.</w:t>
          </w:r>
        </w:p>
      </w:docPartBody>
    </w:docPart>
    <w:docPart>
      <w:docPartPr>
        <w:name w:val="34094E027C67411E8EA440EEF2B986C2"/>
        <w:category>
          <w:name w:val="Všeobecné"/>
          <w:gallery w:val="placeholder"/>
        </w:category>
        <w:types>
          <w:type w:val="bbPlcHdr"/>
        </w:types>
        <w:behaviors>
          <w:behavior w:val="content"/>
        </w:behaviors>
        <w:guid w:val="{E4D7091C-EBE7-47A5-BF6E-FEAB346C1F23}"/>
      </w:docPartPr>
      <w:docPartBody>
        <w:p w:rsidR="007B0360" w:rsidRDefault="006E3038" w:rsidP="006E3038">
          <w:pPr>
            <w:pStyle w:val="34094E027C67411E8EA440EEF2B986C2"/>
          </w:pPr>
          <w:r w:rsidRPr="009376F7">
            <w:rPr>
              <w:rStyle w:val="Zstupntext"/>
            </w:rPr>
            <w:t>Kliknutím zadáte text.</w:t>
          </w:r>
        </w:p>
      </w:docPartBody>
    </w:docPart>
    <w:docPart>
      <w:docPartPr>
        <w:name w:val="CF744D148F2444DF9C79363DDD8661D7"/>
        <w:category>
          <w:name w:val="Všeobecné"/>
          <w:gallery w:val="placeholder"/>
        </w:category>
        <w:types>
          <w:type w:val="bbPlcHdr"/>
        </w:types>
        <w:behaviors>
          <w:behavior w:val="content"/>
        </w:behaviors>
        <w:guid w:val="{F11C8E57-90E2-48FA-8D08-D42D482BE871}"/>
      </w:docPartPr>
      <w:docPartBody>
        <w:p w:rsidR="007B0360" w:rsidRDefault="006E3038" w:rsidP="006E3038">
          <w:pPr>
            <w:pStyle w:val="CF744D148F2444DF9C79363DDD8661D7"/>
          </w:pPr>
          <w:r w:rsidRPr="009376F7">
            <w:rPr>
              <w:rStyle w:val="Zstupntext"/>
            </w:rPr>
            <w:t>Vyberte položku.</w:t>
          </w:r>
        </w:p>
      </w:docPartBody>
    </w:docPart>
    <w:docPart>
      <w:docPartPr>
        <w:name w:val="D70B87173FAA4F80BD401BEA981B5B33"/>
        <w:category>
          <w:name w:val="Všeobecné"/>
          <w:gallery w:val="placeholder"/>
        </w:category>
        <w:types>
          <w:type w:val="bbPlcHdr"/>
        </w:types>
        <w:behaviors>
          <w:behavior w:val="content"/>
        </w:behaviors>
        <w:guid w:val="{40B528D3-6228-48FF-9DAC-859370C74996}"/>
      </w:docPartPr>
      <w:docPartBody>
        <w:p w:rsidR="007B0360" w:rsidRDefault="006E3038" w:rsidP="006E3038">
          <w:pPr>
            <w:pStyle w:val="D70B87173FAA4F80BD401BEA981B5B33"/>
          </w:pPr>
          <w:r w:rsidRPr="009376F7">
            <w:rPr>
              <w:rStyle w:val="Zstupntext"/>
            </w:rPr>
            <w:t>Vyberte položku.</w:t>
          </w:r>
        </w:p>
      </w:docPartBody>
    </w:docPart>
    <w:docPart>
      <w:docPartPr>
        <w:name w:val="8438C84646B04DD99278F5B1F0CD40CE"/>
        <w:category>
          <w:name w:val="Všeobecné"/>
          <w:gallery w:val="placeholder"/>
        </w:category>
        <w:types>
          <w:type w:val="bbPlcHdr"/>
        </w:types>
        <w:behaviors>
          <w:behavior w:val="content"/>
        </w:behaviors>
        <w:guid w:val="{54F0E856-B54B-4891-95D3-8C7B54379C78}"/>
      </w:docPartPr>
      <w:docPartBody>
        <w:p w:rsidR="00DA2C29" w:rsidRDefault="005C2859" w:rsidP="005C2859">
          <w:pPr>
            <w:pStyle w:val="8438C84646B04DD99278F5B1F0CD40CE"/>
          </w:pPr>
          <w:r w:rsidRPr="009376F7">
            <w:rPr>
              <w:rStyle w:val="Zstupntext"/>
            </w:rPr>
            <w:t>Kliknutím zadáte text.</w:t>
          </w:r>
        </w:p>
      </w:docPartBody>
    </w:docPart>
    <w:docPart>
      <w:docPartPr>
        <w:name w:val="7773F8462F654CB3B2CAD4AAD05DA072"/>
        <w:category>
          <w:name w:val="Všeobecné"/>
          <w:gallery w:val="placeholder"/>
        </w:category>
        <w:types>
          <w:type w:val="bbPlcHdr"/>
        </w:types>
        <w:behaviors>
          <w:behavior w:val="content"/>
        </w:behaviors>
        <w:guid w:val="{DC6B3469-6D83-490E-A50F-022F821D5277}"/>
      </w:docPartPr>
      <w:docPartBody>
        <w:p w:rsidR="00DA2C29" w:rsidRDefault="005C2859" w:rsidP="005C2859">
          <w:pPr>
            <w:pStyle w:val="7773F8462F654CB3B2CAD4AAD05DA072"/>
          </w:pPr>
          <w:r w:rsidRPr="009376F7">
            <w:rPr>
              <w:rStyle w:val="Zstupntext"/>
            </w:rPr>
            <w:t>Vyberte položku.</w:t>
          </w:r>
        </w:p>
      </w:docPartBody>
    </w:docPart>
    <w:docPart>
      <w:docPartPr>
        <w:name w:val="F74E8F7180B24EB7AD117E83DCD27A78"/>
        <w:category>
          <w:name w:val="Všeobecné"/>
          <w:gallery w:val="placeholder"/>
        </w:category>
        <w:types>
          <w:type w:val="bbPlcHdr"/>
        </w:types>
        <w:behaviors>
          <w:behavior w:val="content"/>
        </w:behaviors>
        <w:guid w:val="{ECA316A7-4AED-40FB-9E0F-AE5C3AF4DD87}"/>
      </w:docPartPr>
      <w:docPartBody>
        <w:p w:rsidR="00DA2C29" w:rsidRDefault="005C2859" w:rsidP="005C2859">
          <w:pPr>
            <w:pStyle w:val="F74E8F7180B24EB7AD117E83DCD27A78"/>
          </w:pPr>
          <w:r w:rsidRPr="009376F7">
            <w:rPr>
              <w:rStyle w:val="Zstupntext"/>
            </w:rPr>
            <w:t>Vyberte položku.</w:t>
          </w:r>
        </w:p>
      </w:docPartBody>
    </w:docPart>
    <w:docPart>
      <w:docPartPr>
        <w:name w:val="2F64982B1106445B97156BAA25F337D2"/>
        <w:category>
          <w:name w:val="Všeobecné"/>
          <w:gallery w:val="placeholder"/>
        </w:category>
        <w:types>
          <w:type w:val="bbPlcHdr"/>
        </w:types>
        <w:behaviors>
          <w:behavior w:val="content"/>
        </w:behaviors>
        <w:guid w:val="{AE5DC325-859E-4974-B9F8-5F7ED29DD2B2}"/>
      </w:docPartPr>
      <w:docPartBody>
        <w:p w:rsidR="004A4E68" w:rsidRDefault="00B25D74" w:rsidP="00B25D74">
          <w:pPr>
            <w:pStyle w:val="2F64982B1106445B97156BAA25F337D2"/>
          </w:pPr>
          <w:r w:rsidRPr="009376F7">
            <w:rPr>
              <w:rStyle w:val="Zstupntext"/>
            </w:rPr>
            <w:t>Kliknutím zadáte text.</w:t>
          </w:r>
        </w:p>
      </w:docPartBody>
    </w:docPart>
    <w:docPart>
      <w:docPartPr>
        <w:name w:val="055F60E6E70A402FBF3A5BDE6B1C42F4"/>
        <w:category>
          <w:name w:val="Všeobecné"/>
          <w:gallery w:val="placeholder"/>
        </w:category>
        <w:types>
          <w:type w:val="bbPlcHdr"/>
        </w:types>
        <w:behaviors>
          <w:behavior w:val="content"/>
        </w:behaviors>
        <w:guid w:val="{FEBA6880-AA05-4980-9603-E000F570AC8D}"/>
      </w:docPartPr>
      <w:docPartBody>
        <w:p w:rsidR="004A4E68" w:rsidRDefault="00B25D74" w:rsidP="00B25D74">
          <w:pPr>
            <w:pStyle w:val="055F60E6E70A402FBF3A5BDE6B1C42F4"/>
          </w:pPr>
          <w:r w:rsidRPr="009376F7">
            <w:rPr>
              <w:rStyle w:val="Zstupntext"/>
            </w:rPr>
            <w:t>Vyberte položku.</w:t>
          </w:r>
        </w:p>
      </w:docPartBody>
    </w:docPart>
    <w:docPart>
      <w:docPartPr>
        <w:name w:val="58B863309C804730AB1FD94ECF31E186"/>
        <w:category>
          <w:name w:val="Všeobecné"/>
          <w:gallery w:val="placeholder"/>
        </w:category>
        <w:types>
          <w:type w:val="bbPlcHdr"/>
        </w:types>
        <w:behaviors>
          <w:behavior w:val="content"/>
        </w:behaviors>
        <w:guid w:val="{56899B17-4473-4A84-AF71-768CAB5383E9}"/>
      </w:docPartPr>
      <w:docPartBody>
        <w:p w:rsidR="004A4E68" w:rsidRDefault="00B25D74" w:rsidP="00B25D74">
          <w:pPr>
            <w:pStyle w:val="58B863309C804730AB1FD94ECF31E186"/>
          </w:pPr>
          <w:r w:rsidRPr="009376F7">
            <w:rPr>
              <w:rStyle w:val="Zstupntext"/>
            </w:rPr>
            <w:t>Vyberte položku.</w:t>
          </w:r>
        </w:p>
      </w:docPartBody>
    </w:docPart>
    <w:docPart>
      <w:docPartPr>
        <w:name w:val="7F197DE9CB3D41EEA7064317BC1BEBDE"/>
        <w:category>
          <w:name w:val="Všeobecné"/>
          <w:gallery w:val="placeholder"/>
        </w:category>
        <w:types>
          <w:type w:val="bbPlcHdr"/>
        </w:types>
        <w:behaviors>
          <w:behavior w:val="content"/>
        </w:behaviors>
        <w:guid w:val="{3A040E0A-A5EC-4E43-BC4E-E97EB23123AE}"/>
      </w:docPartPr>
      <w:docPartBody>
        <w:p w:rsidR="008B0FFE" w:rsidRDefault="004A4E68" w:rsidP="004A4E68">
          <w:pPr>
            <w:pStyle w:val="7F197DE9CB3D41EEA7064317BC1BEBDE"/>
          </w:pPr>
          <w:r w:rsidRPr="009376F7">
            <w:rPr>
              <w:rStyle w:val="Zstupntext"/>
            </w:rPr>
            <w:t>Kliknutím zadáte text.</w:t>
          </w:r>
        </w:p>
      </w:docPartBody>
    </w:docPart>
    <w:docPart>
      <w:docPartPr>
        <w:name w:val="2D8AC536DB454ED7841991F632603575"/>
        <w:category>
          <w:name w:val="Všeobecné"/>
          <w:gallery w:val="placeholder"/>
        </w:category>
        <w:types>
          <w:type w:val="bbPlcHdr"/>
        </w:types>
        <w:behaviors>
          <w:behavior w:val="content"/>
        </w:behaviors>
        <w:guid w:val="{435B0360-CE77-4D16-8A48-36F5A05AF3AF}"/>
      </w:docPartPr>
      <w:docPartBody>
        <w:p w:rsidR="008B0FFE" w:rsidRDefault="004A4E68" w:rsidP="004A4E68">
          <w:pPr>
            <w:pStyle w:val="2D8AC536DB454ED7841991F632603575"/>
          </w:pPr>
          <w:r w:rsidRPr="009376F7">
            <w:rPr>
              <w:rStyle w:val="Zstupntext"/>
            </w:rPr>
            <w:t>Vyberte položku.</w:t>
          </w:r>
        </w:p>
      </w:docPartBody>
    </w:docPart>
    <w:docPart>
      <w:docPartPr>
        <w:name w:val="D36842025B234E22A09866A39D5A8A94"/>
        <w:category>
          <w:name w:val="Všeobecné"/>
          <w:gallery w:val="placeholder"/>
        </w:category>
        <w:types>
          <w:type w:val="bbPlcHdr"/>
        </w:types>
        <w:behaviors>
          <w:behavior w:val="content"/>
        </w:behaviors>
        <w:guid w:val="{9DFFE324-36C2-402C-8DE3-CFB3DEA05C93}"/>
      </w:docPartPr>
      <w:docPartBody>
        <w:p w:rsidR="008B0FFE" w:rsidRDefault="004A4E68" w:rsidP="004A4E68">
          <w:pPr>
            <w:pStyle w:val="D36842025B234E22A09866A39D5A8A94"/>
          </w:pPr>
          <w:r w:rsidRPr="009376F7">
            <w:rPr>
              <w:rStyle w:val="Zstupntext"/>
            </w:rPr>
            <w:t>Vyberte položku.</w:t>
          </w:r>
        </w:p>
      </w:docPartBody>
    </w:docPart>
    <w:docPart>
      <w:docPartPr>
        <w:name w:val="D2BB1196B49246EE82B281C0B647B380"/>
        <w:category>
          <w:name w:val="Všeobecné"/>
          <w:gallery w:val="placeholder"/>
        </w:category>
        <w:types>
          <w:type w:val="bbPlcHdr"/>
        </w:types>
        <w:behaviors>
          <w:behavior w:val="content"/>
        </w:behaviors>
        <w:guid w:val="{E5D70CAB-3507-496A-B582-3D98E0749D88}"/>
      </w:docPartPr>
      <w:docPartBody>
        <w:p w:rsidR="008B0FFE" w:rsidRDefault="004A4E68" w:rsidP="004A4E68">
          <w:pPr>
            <w:pStyle w:val="D2BB1196B49246EE82B281C0B647B380"/>
          </w:pPr>
          <w:r w:rsidRPr="00956C00">
            <w:rPr>
              <w:rStyle w:val="Zstupntext"/>
              <w:rFonts w:ascii="Times New Roman" w:hAnsi="Times New Roman"/>
              <w:sz w:val="24"/>
              <w:szCs w:val="24"/>
            </w:rPr>
            <w:t>Vyberte položku.</w:t>
          </w:r>
        </w:p>
      </w:docPartBody>
    </w:docPart>
    <w:docPart>
      <w:docPartPr>
        <w:name w:val="EFAA201BFB384188B4E3D4389B83ECF9"/>
        <w:category>
          <w:name w:val="Všeobecné"/>
          <w:gallery w:val="placeholder"/>
        </w:category>
        <w:types>
          <w:type w:val="bbPlcHdr"/>
        </w:types>
        <w:behaviors>
          <w:behavior w:val="content"/>
        </w:behaviors>
        <w:guid w:val="{2C40BE19-FEDA-4D25-A66F-411669BCD487}"/>
      </w:docPartPr>
      <w:docPartBody>
        <w:p w:rsidR="00C75BC4" w:rsidRDefault="008B0FFE" w:rsidP="008B0FFE">
          <w:pPr>
            <w:pStyle w:val="EFAA201BFB384188B4E3D4389B83ECF9"/>
          </w:pPr>
          <w:r w:rsidRPr="009376F7">
            <w:rPr>
              <w:rStyle w:val="Zstupntext"/>
            </w:rPr>
            <w:t>Kliknutím zadáte text.</w:t>
          </w:r>
        </w:p>
      </w:docPartBody>
    </w:docPart>
    <w:docPart>
      <w:docPartPr>
        <w:name w:val="628411A146EB48BF8FD43FC8557755DB"/>
        <w:category>
          <w:name w:val="Všeobecné"/>
          <w:gallery w:val="placeholder"/>
        </w:category>
        <w:types>
          <w:type w:val="bbPlcHdr"/>
        </w:types>
        <w:behaviors>
          <w:behavior w:val="content"/>
        </w:behaviors>
        <w:guid w:val="{E2CFA389-0EBA-4213-9FEF-4DB842B4B039}"/>
      </w:docPartPr>
      <w:docPartBody>
        <w:p w:rsidR="00C75BC4" w:rsidRDefault="008B0FFE" w:rsidP="008B0FFE">
          <w:pPr>
            <w:pStyle w:val="628411A146EB48BF8FD43FC8557755DB"/>
          </w:pPr>
          <w:r w:rsidRPr="009376F7">
            <w:rPr>
              <w:rStyle w:val="Zstupntext"/>
            </w:rPr>
            <w:t>Vyberte položku.</w:t>
          </w:r>
        </w:p>
      </w:docPartBody>
    </w:docPart>
    <w:docPart>
      <w:docPartPr>
        <w:name w:val="8ECFA9BE75714C499D1D948C391F5105"/>
        <w:category>
          <w:name w:val="Všeobecné"/>
          <w:gallery w:val="placeholder"/>
        </w:category>
        <w:types>
          <w:type w:val="bbPlcHdr"/>
        </w:types>
        <w:behaviors>
          <w:behavior w:val="content"/>
        </w:behaviors>
        <w:guid w:val="{F65617E9-C969-417A-A730-906B65D115A5}"/>
      </w:docPartPr>
      <w:docPartBody>
        <w:p w:rsidR="00C75BC4" w:rsidRDefault="008B0FFE" w:rsidP="008B0FFE">
          <w:pPr>
            <w:pStyle w:val="8ECFA9BE75714C499D1D948C391F5105"/>
          </w:pPr>
          <w:r w:rsidRPr="009376F7">
            <w:rPr>
              <w:rStyle w:val="Zstupntext"/>
            </w:rPr>
            <w:t>Vyberte položku.</w:t>
          </w:r>
        </w:p>
      </w:docPartBody>
    </w:docPart>
    <w:docPart>
      <w:docPartPr>
        <w:name w:val="1E2FBE90A66E49B782A5485D04A084E2"/>
        <w:category>
          <w:name w:val="Všeobecné"/>
          <w:gallery w:val="placeholder"/>
        </w:category>
        <w:types>
          <w:type w:val="bbPlcHdr"/>
        </w:types>
        <w:behaviors>
          <w:behavior w:val="content"/>
        </w:behaviors>
        <w:guid w:val="{D6F1AE01-3445-43B2-AB6B-4554314F27EB}"/>
      </w:docPartPr>
      <w:docPartBody>
        <w:p w:rsidR="00C75BC4" w:rsidRDefault="008B0FFE" w:rsidP="008B0FFE">
          <w:pPr>
            <w:pStyle w:val="1E2FBE90A66E49B782A5485D04A084E2"/>
          </w:pPr>
          <w:r w:rsidRPr="009376F7">
            <w:rPr>
              <w:rStyle w:val="Zstupntext"/>
            </w:rPr>
            <w:t>Kliknutím zadáte text.</w:t>
          </w:r>
        </w:p>
      </w:docPartBody>
    </w:docPart>
    <w:docPart>
      <w:docPartPr>
        <w:name w:val="1F8C5469B65E4B8AA41983D797A0DCF8"/>
        <w:category>
          <w:name w:val="Všeobecné"/>
          <w:gallery w:val="placeholder"/>
        </w:category>
        <w:types>
          <w:type w:val="bbPlcHdr"/>
        </w:types>
        <w:behaviors>
          <w:behavior w:val="content"/>
        </w:behaviors>
        <w:guid w:val="{74C91D7D-D62D-4D88-B0BC-6F6AD4A4AEBD}"/>
      </w:docPartPr>
      <w:docPartBody>
        <w:p w:rsidR="0055221D" w:rsidRDefault="007E79C0" w:rsidP="007E79C0">
          <w:pPr>
            <w:pStyle w:val="1F8C5469B65E4B8AA41983D797A0DCF8"/>
          </w:pPr>
          <w:r w:rsidRPr="009376F7">
            <w:rPr>
              <w:rStyle w:val="Zstupntext"/>
            </w:rPr>
            <w:t>Kliknutím zadáte text.</w:t>
          </w:r>
        </w:p>
      </w:docPartBody>
    </w:docPart>
    <w:docPart>
      <w:docPartPr>
        <w:name w:val="F36BD51EA52C44D99AF6DB732836EB02"/>
        <w:category>
          <w:name w:val="Všeobecné"/>
          <w:gallery w:val="placeholder"/>
        </w:category>
        <w:types>
          <w:type w:val="bbPlcHdr"/>
        </w:types>
        <w:behaviors>
          <w:behavior w:val="content"/>
        </w:behaviors>
        <w:guid w:val="{B9569EF6-2A39-4CBF-96B8-91A9DF993000}"/>
      </w:docPartPr>
      <w:docPartBody>
        <w:p w:rsidR="0055221D" w:rsidRDefault="007E79C0" w:rsidP="007E79C0">
          <w:pPr>
            <w:pStyle w:val="F36BD51EA52C44D99AF6DB732836EB02"/>
          </w:pPr>
          <w:r w:rsidRPr="009376F7">
            <w:rPr>
              <w:rStyle w:val="Zstupntext"/>
            </w:rPr>
            <w:t>Vyberte položku.</w:t>
          </w:r>
        </w:p>
      </w:docPartBody>
    </w:docPart>
    <w:docPart>
      <w:docPartPr>
        <w:name w:val="FE444889018C46E3AF7C460F245CB18C"/>
        <w:category>
          <w:name w:val="Všeobecné"/>
          <w:gallery w:val="placeholder"/>
        </w:category>
        <w:types>
          <w:type w:val="bbPlcHdr"/>
        </w:types>
        <w:behaviors>
          <w:behavior w:val="content"/>
        </w:behaviors>
        <w:guid w:val="{55D20631-FD45-4C83-97F4-A474A20D6C98}"/>
      </w:docPartPr>
      <w:docPartBody>
        <w:p w:rsidR="0055221D" w:rsidRDefault="007E79C0" w:rsidP="007E79C0">
          <w:pPr>
            <w:pStyle w:val="FE444889018C46E3AF7C460F245CB18C"/>
          </w:pPr>
          <w:r w:rsidRPr="009376F7">
            <w:rPr>
              <w:rStyle w:val="Zstupntext"/>
            </w:rPr>
            <w:t>Vyberte položku.</w:t>
          </w:r>
        </w:p>
      </w:docPartBody>
    </w:docPart>
    <w:docPart>
      <w:docPartPr>
        <w:name w:val="D9444D2A027949E89635B5CF8A0943CC"/>
        <w:category>
          <w:name w:val="Všeobecné"/>
          <w:gallery w:val="placeholder"/>
        </w:category>
        <w:types>
          <w:type w:val="bbPlcHdr"/>
        </w:types>
        <w:behaviors>
          <w:behavior w:val="content"/>
        </w:behaviors>
        <w:guid w:val="{C84A0C10-0C1A-489F-9574-FCEE6F803135}"/>
      </w:docPartPr>
      <w:docPartBody>
        <w:p w:rsidR="00B02343" w:rsidRDefault="008C0B98" w:rsidP="008C0B98">
          <w:pPr>
            <w:pStyle w:val="D9444D2A027949E89635B5CF8A0943CC"/>
          </w:pPr>
          <w:r w:rsidRPr="009376F7">
            <w:rPr>
              <w:rStyle w:val="Zstupntext"/>
            </w:rPr>
            <w:t>Kliknutím zadáte text.</w:t>
          </w:r>
        </w:p>
      </w:docPartBody>
    </w:docPart>
    <w:docPart>
      <w:docPartPr>
        <w:name w:val="7B184596F025495AB18A7BA6A0B262AB"/>
        <w:category>
          <w:name w:val="Všeobecné"/>
          <w:gallery w:val="placeholder"/>
        </w:category>
        <w:types>
          <w:type w:val="bbPlcHdr"/>
        </w:types>
        <w:behaviors>
          <w:behavior w:val="content"/>
        </w:behaviors>
        <w:guid w:val="{FA7E6932-0C52-40AB-8054-67A6400F5DE0}"/>
      </w:docPartPr>
      <w:docPartBody>
        <w:p w:rsidR="00B02343" w:rsidRDefault="008C0B98" w:rsidP="008C0B98">
          <w:pPr>
            <w:pStyle w:val="7B184596F025495AB18A7BA6A0B262AB"/>
          </w:pPr>
          <w:r w:rsidRPr="009376F7">
            <w:rPr>
              <w:rStyle w:val="Zstupntext"/>
            </w:rPr>
            <w:t>Vyberte položku.</w:t>
          </w:r>
        </w:p>
      </w:docPartBody>
    </w:docPart>
    <w:docPart>
      <w:docPartPr>
        <w:name w:val="40EA777B56814B65B2BE0C805ACB13FE"/>
        <w:category>
          <w:name w:val="Všeobecné"/>
          <w:gallery w:val="placeholder"/>
        </w:category>
        <w:types>
          <w:type w:val="bbPlcHdr"/>
        </w:types>
        <w:behaviors>
          <w:behavior w:val="content"/>
        </w:behaviors>
        <w:guid w:val="{32D01E23-DF17-46AA-BEF5-4CB7908B3C29}"/>
      </w:docPartPr>
      <w:docPartBody>
        <w:p w:rsidR="00B02343" w:rsidRDefault="008C0B98" w:rsidP="008C0B98">
          <w:pPr>
            <w:pStyle w:val="40EA777B56814B65B2BE0C805ACB13FE"/>
          </w:pPr>
          <w:r w:rsidRPr="009376F7">
            <w:rPr>
              <w:rStyle w:val="Zstupntext"/>
            </w:rPr>
            <w:t>Vyberte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FE5"/>
    <w:rsid w:val="00012715"/>
    <w:rsid w:val="00044158"/>
    <w:rsid w:val="000C2930"/>
    <w:rsid w:val="00217556"/>
    <w:rsid w:val="00225758"/>
    <w:rsid w:val="002D58ED"/>
    <w:rsid w:val="003127DF"/>
    <w:rsid w:val="003C6583"/>
    <w:rsid w:val="00421194"/>
    <w:rsid w:val="00437B38"/>
    <w:rsid w:val="004A4E68"/>
    <w:rsid w:val="004F76A9"/>
    <w:rsid w:val="0055221D"/>
    <w:rsid w:val="00585172"/>
    <w:rsid w:val="005C2859"/>
    <w:rsid w:val="006D447F"/>
    <w:rsid w:val="006E3038"/>
    <w:rsid w:val="00723A59"/>
    <w:rsid w:val="007B0360"/>
    <w:rsid w:val="007E79C0"/>
    <w:rsid w:val="008525A3"/>
    <w:rsid w:val="0085306E"/>
    <w:rsid w:val="00877E08"/>
    <w:rsid w:val="008B0FFE"/>
    <w:rsid w:val="008C0B98"/>
    <w:rsid w:val="008D4ADE"/>
    <w:rsid w:val="008F2BDF"/>
    <w:rsid w:val="009536D1"/>
    <w:rsid w:val="00972F5B"/>
    <w:rsid w:val="00B02343"/>
    <w:rsid w:val="00B25D74"/>
    <w:rsid w:val="00B41357"/>
    <w:rsid w:val="00BC342D"/>
    <w:rsid w:val="00C23E2B"/>
    <w:rsid w:val="00C75BC4"/>
    <w:rsid w:val="00CA6F6F"/>
    <w:rsid w:val="00CF3107"/>
    <w:rsid w:val="00D7121E"/>
    <w:rsid w:val="00D773CE"/>
    <w:rsid w:val="00D953CD"/>
    <w:rsid w:val="00DA2C29"/>
    <w:rsid w:val="00DD114F"/>
    <w:rsid w:val="00DD568E"/>
    <w:rsid w:val="00DD7927"/>
    <w:rsid w:val="00E34EC8"/>
    <w:rsid w:val="00ED3689"/>
    <w:rsid w:val="00F30FE5"/>
    <w:rsid w:val="00FB4FD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Zstupntext">
    <w:name w:val="Placeholder Text"/>
    <w:uiPriority w:val="99"/>
    <w:semiHidden/>
    <w:rsid w:val="008C0B98"/>
    <w:rPr>
      <w:color w:val="808080"/>
    </w:rPr>
  </w:style>
  <w:style w:type="paragraph" w:customStyle="1" w:styleId="1CC9EE9F242A4630B1C380571E571C94">
    <w:name w:val="1CC9EE9F242A4630B1C380571E571C94"/>
  </w:style>
  <w:style w:type="paragraph" w:customStyle="1" w:styleId="A38EE51644DC41D08CD5E1B05C0F941C">
    <w:name w:val="A38EE51644DC41D08CD5E1B05C0F941C"/>
  </w:style>
  <w:style w:type="paragraph" w:customStyle="1" w:styleId="A0DD9F8B75F84D86B20EC7D4B3373659">
    <w:name w:val="A0DD9F8B75F84D86B20EC7D4B3373659"/>
  </w:style>
  <w:style w:type="paragraph" w:customStyle="1" w:styleId="0C3D8AB3AF5C4214BF0A5D12A5FC682C">
    <w:name w:val="0C3D8AB3AF5C4214BF0A5D12A5FC682C"/>
  </w:style>
  <w:style w:type="paragraph" w:customStyle="1" w:styleId="A4EE9383FA9144E6B256B046C5FCA74B">
    <w:name w:val="A4EE9383FA9144E6B256B046C5FCA74B"/>
  </w:style>
  <w:style w:type="paragraph" w:customStyle="1" w:styleId="3792185283A24D72976F4BF6B169F1F5">
    <w:name w:val="3792185283A24D72976F4BF6B169F1F5"/>
  </w:style>
  <w:style w:type="paragraph" w:customStyle="1" w:styleId="E95A9AAE94044DD7936E44FD97FE5D07">
    <w:name w:val="E95A9AAE94044DD7936E44FD97FE5D07"/>
  </w:style>
  <w:style w:type="paragraph" w:customStyle="1" w:styleId="8399BAEAFF8E42C396CDAB3E459C8545">
    <w:name w:val="8399BAEAFF8E42C396CDAB3E459C8545"/>
  </w:style>
  <w:style w:type="paragraph" w:customStyle="1" w:styleId="DAE12FA518224E8E8264C16B7E626B63">
    <w:name w:val="DAE12FA518224E8E8264C16B7E626B63"/>
  </w:style>
  <w:style w:type="paragraph" w:customStyle="1" w:styleId="0E05B5BDE74F4C32BB28798D99C9C0E7">
    <w:name w:val="0E05B5BDE74F4C32BB28798D99C9C0E7"/>
  </w:style>
  <w:style w:type="paragraph" w:customStyle="1" w:styleId="4E3F7D84A1B745A0957ADE84DD288DB4">
    <w:name w:val="4E3F7D84A1B745A0957ADE84DD288DB4"/>
  </w:style>
  <w:style w:type="paragraph" w:customStyle="1" w:styleId="E9FD8025827E46988DDEFEAA3231417B">
    <w:name w:val="E9FD8025827E46988DDEFEAA3231417B"/>
  </w:style>
  <w:style w:type="paragraph" w:customStyle="1" w:styleId="A5F367A1FF20474189D5507A88FC18C7">
    <w:name w:val="A5F367A1FF20474189D5507A88FC18C7"/>
  </w:style>
  <w:style w:type="paragraph" w:customStyle="1" w:styleId="01C50F9449E141E7BA7ADDAF5440B256">
    <w:name w:val="01C50F9449E141E7BA7ADDAF5440B256"/>
  </w:style>
  <w:style w:type="paragraph" w:customStyle="1" w:styleId="9C76AA8AAB164CA0A2258E0C68C4D4A4">
    <w:name w:val="9C76AA8AAB164CA0A2258E0C68C4D4A4"/>
  </w:style>
  <w:style w:type="paragraph" w:customStyle="1" w:styleId="22112ADE226C4D1AA95FFA962AC91820">
    <w:name w:val="22112ADE226C4D1AA95FFA962AC91820"/>
  </w:style>
  <w:style w:type="paragraph" w:customStyle="1" w:styleId="49EC1DB1F19C4BEC879173103B638291">
    <w:name w:val="49EC1DB1F19C4BEC879173103B638291"/>
  </w:style>
  <w:style w:type="paragraph" w:customStyle="1" w:styleId="A1A812F64DED4A2DB2C049B32B438EAE">
    <w:name w:val="A1A812F64DED4A2DB2C049B32B438EAE"/>
  </w:style>
  <w:style w:type="paragraph" w:customStyle="1" w:styleId="2A7280121A774762A688CA580DFFFA19">
    <w:name w:val="2A7280121A774762A688CA580DFFFA19"/>
  </w:style>
  <w:style w:type="paragraph" w:customStyle="1" w:styleId="FFB7240B57434291910F4601EF5DAE12">
    <w:name w:val="FFB7240B57434291910F4601EF5DAE12"/>
  </w:style>
  <w:style w:type="paragraph" w:customStyle="1" w:styleId="7EBC4BCD55E246D89159D8EAB5EDEC27">
    <w:name w:val="7EBC4BCD55E246D89159D8EAB5EDEC27"/>
  </w:style>
  <w:style w:type="paragraph" w:customStyle="1" w:styleId="124F81314B244934BBB059F27BB5F950">
    <w:name w:val="124F81314B244934BBB059F27BB5F950"/>
  </w:style>
  <w:style w:type="paragraph" w:customStyle="1" w:styleId="7BCEE3CBBD9A40AE8DC86E36E254FF61">
    <w:name w:val="7BCEE3CBBD9A40AE8DC86E36E254FF61"/>
  </w:style>
  <w:style w:type="paragraph" w:customStyle="1" w:styleId="2938FD3843C444F8A6A812C82424D00B">
    <w:name w:val="2938FD3843C444F8A6A812C82424D00B"/>
  </w:style>
  <w:style w:type="paragraph" w:customStyle="1" w:styleId="8519F6828F3C40C595629BC70B7DA8CB">
    <w:name w:val="8519F6828F3C40C595629BC70B7DA8CB"/>
  </w:style>
  <w:style w:type="paragraph" w:customStyle="1" w:styleId="52D4274B114E4986A9CDDB42D40ABEEB">
    <w:name w:val="52D4274B114E4986A9CDDB42D40ABEEB"/>
  </w:style>
  <w:style w:type="paragraph" w:customStyle="1" w:styleId="32E103C0F3F44F9A8EAEFCB96326F4BF">
    <w:name w:val="32E103C0F3F44F9A8EAEFCB96326F4BF"/>
  </w:style>
  <w:style w:type="paragraph" w:customStyle="1" w:styleId="02FBE4875D0D4FBEA3D2ACF4F54D9A59">
    <w:name w:val="02FBE4875D0D4FBEA3D2ACF4F54D9A59"/>
  </w:style>
  <w:style w:type="paragraph" w:customStyle="1" w:styleId="FEF918A9780745B6AD03D1403C925417">
    <w:name w:val="FEF918A9780745B6AD03D1403C925417"/>
  </w:style>
  <w:style w:type="paragraph" w:customStyle="1" w:styleId="AD0938666CF34FBCAE05E337FF588BB4">
    <w:name w:val="AD0938666CF34FBCAE05E337FF588BB4"/>
  </w:style>
  <w:style w:type="paragraph" w:customStyle="1" w:styleId="CEF9EE26047C44BBBDCA7C013D9F2FBE">
    <w:name w:val="CEF9EE26047C44BBBDCA7C013D9F2FBE"/>
  </w:style>
  <w:style w:type="paragraph" w:customStyle="1" w:styleId="E6BAFF979854465488481162FEE60872">
    <w:name w:val="E6BAFF979854465488481162FEE60872"/>
  </w:style>
  <w:style w:type="paragraph" w:customStyle="1" w:styleId="46D64D5B162E452384188206CDFCC010">
    <w:name w:val="46D64D5B162E452384188206CDFCC010"/>
  </w:style>
  <w:style w:type="paragraph" w:customStyle="1" w:styleId="0FD9667E10AB484D89A17B291461795D">
    <w:name w:val="0FD9667E10AB484D89A17B291461795D"/>
  </w:style>
  <w:style w:type="paragraph" w:customStyle="1" w:styleId="FD8CDD47B2644FB6BE0B3FC0B0D03ED4">
    <w:name w:val="FD8CDD47B2644FB6BE0B3FC0B0D03ED4"/>
  </w:style>
  <w:style w:type="paragraph" w:customStyle="1" w:styleId="E6B872E7580D4C978C1F4711D2B4A74E">
    <w:name w:val="E6B872E7580D4C978C1F4711D2B4A74E"/>
  </w:style>
  <w:style w:type="paragraph" w:customStyle="1" w:styleId="61B2AF5C317A4A289E9AAA79B217C22C">
    <w:name w:val="61B2AF5C317A4A289E9AAA79B217C22C"/>
    <w:rsid w:val="00F30FE5"/>
  </w:style>
  <w:style w:type="paragraph" w:customStyle="1" w:styleId="245CCBB674854B119DBD63E7B747A71C">
    <w:name w:val="245CCBB674854B119DBD63E7B747A71C"/>
    <w:rsid w:val="00F30FE5"/>
  </w:style>
  <w:style w:type="paragraph" w:customStyle="1" w:styleId="1123DE558B8F43168209FB221945A108">
    <w:name w:val="1123DE558B8F43168209FB221945A108"/>
    <w:rsid w:val="00F30FE5"/>
  </w:style>
  <w:style w:type="paragraph" w:customStyle="1" w:styleId="24211962E4204FF790FEBE941C7BF768">
    <w:name w:val="24211962E4204FF790FEBE941C7BF768"/>
    <w:rsid w:val="00F30FE5"/>
  </w:style>
  <w:style w:type="paragraph" w:customStyle="1" w:styleId="2448AC8CF3864C0CB68486CCADFB9183">
    <w:name w:val="2448AC8CF3864C0CB68486CCADFB9183"/>
    <w:rsid w:val="00F30FE5"/>
  </w:style>
  <w:style w:type="paragraph" w:customStyle="1" w:styleId="1C3786F93C0149D78D91F8C0164F078D">
    <w:name w:val="1C3786F93C0149D78D91F8C0164F078D"/>
    <w:rsid w:val="00DD568E"/>
  </w:style>
  <w:style w:type="paragraph" w:customStyle="1" w:styleId="0A7E1F71BD964F1EAE312F232576EF76">
    <w:name w:val="0A7E1F71BD964F1EAE312F232576EF76"/>
    <w:rsid w:val="00DD568E"/>
  </w:style>
  <w:style w:type="paragraph" w:customStyle="1" w:styleId="557833455A204DEDB54FB47EEA85B7B3">
    <w:name w:val="557833455A204DEDB54FB47EEA85B7B3"/>
    <w:rsid w:val="00DD568E"/>
  </w:style>
  <w:style w:type="paragraph" w:customStyle="1" w:styleId="14FD09655B8E4500AA758E1F0B6410E3">
    <w:name w:val="14FD09655B8E4500AA758E1F0B6410E3"/>
    <w:rsid w:val="00DD568E"/>
  </w:style>
  <w:style w:type="paragraph" w:customStyle="1" w:styleId="C07E5227E959458E942F1EEB396E3511">
    <w:name w:val="C07E5227E959458E942F1EEB396E3511"/>
    <w:rsid w:val="00DD568E"/>
  </w:style>
  <w:style w:type="paragraph" w:customStyle="1" w:styleId="13E08ACBDA1540358BBA8F17EC3DDFA4">
    <w:name w:val="13E08ACBDA1540358BBA8F17EC3DDFA4"/>
    <w:rsid w:val="00DD568E"/>
  </w:style>
  <w:style w:type="paragraph" w:customStyle="1" w:styleId="8D9D2FE4985E4D98A13E03878D40E896">
    <w:name w:val="8D9D2FE4985E4D98A13E03878D40E896"/>
    <w:rsid w:val="00DD568E"/>
  </w:style>
  <w:style w:type="paragraph" w:customStyle="1" w:styleId="570511297BF44A89B44A1A3EB74277F3">
    <w:name w:val="570511297BF44A89B44A1A3EB74277F3"/>
    <w:rsid w:val="00DD568E"/>
  </w:style>
  <w:style w:type="paragraph" w:customStyle="1" w:styleId="D4E6F84F1EA044A7A2C3D78F22286DCF">
    <w:name w:val="D4E6F84F1EA044A7A2C3D78F22286DCF"/>
    <w:rsid w:val="00225758"/>
  </w:style>
  <w:style w:type="paragraph" w:customStyle="1" w:styleId="E7D62E8BF3244648A61E9E612E09BCEA">
    <w:name w:val="E7D62E8BF3244648A61E9E612E09BCEA"/>
    <w:rsid w:val="00225758"/>
  </w:style>
  <w:style w:type="paragraph" w:customStyle="1" w:styleId="E32E377498D642B5BDA043D9817C99AC">
    <w:name w:val="E32E377498D642B5BDA043D9817C99AC"/>
    <w:rsid w:val="00225758"/>
  </w:style>
  <w:style w:type="paragraph" w:customStyle="1" w:styleId="CC1E2890F346409DA52EF9BE7251A8D7">
    <w:name w:val="CC1E2890F346409DA52EF9BE7251A8D7"/>
    <w:rsid w:val="00225758"/>
  </w:style>
  <w:style w:type="paragraph" w:customStyle="1" w:styleId="2BB1C2C568C149DCAF6347E89EC99A45">
    <w:name w:val="2BB1C2C568C149DCAF6347E89EC99A45"/>
    <w:rsid w:val="00225758"/>
  </w:style>
  <w:style w:type="paragraph" w:customStyle="1" w:styleId="296C1732E7A840BE96E3869FF54CD859">
    <w:name w:val="296C1732E7A840BE96E3869FF54CD859"/>
    <w:rsid w:val="00225758"/>
  </w:style>
  <w:style w:type="paragraph" w:customStyle="1" w:styleId="BC96B51BA8684D2A8CC1235A9DE6C576">
    <w:name w:val="BC96B51BA8684D2A8CC1235A9DE6C576"/>
    <w:rsid w:val="00225758"/>
  </w:style>
  <w:style w:type="paragraph" w:customStyle="1" w:styleId="2C5D99E0CBCF4B5284192F5D78B2DA86">
    <w:name w:val="2C5D99E0CBCF4B5284192F5D78B2DA86"/>
    <w:rsid w:val="00225758"/>
  </w:style>
  <w:style w:type="paragraph" w:customStyle="1" w:styleId="7FC0B30CE2454528AEE32AC6EC4DAB15">
    <w:name w:val="7FC0B30CE2454528AEE32AC6EC4DAB15"/>
    <w:rsid w:val="00225758"/>
  </w:style>
  <w:style w:type="paragraph" w:customStyle="1" w:styleId="C60224C2C9A94834B169140AD38FB612">
    <w:name w:val="C60224C2C9A94834B169140AD38FB612"/>
    <w:rsid w:val="00225758"/>
  </w:style>
  <w:style w:type="paragraph" w:customStyle="1" w:styleId="EF8B492964B547DA97BBF6788EC7B823">
    <w:name w:val="EF8B492964B547DA97BBF6788EC7B823"/>
    <w:rsid w:val="00225758"/>
  </w:style>
  <w:style w:type="paragraph" w:customStyle="1" w:styleId="B75A8F1D4EA6447AB32E7810E936241A">
    <w:name w:val="B75A8F1D4EA6447AB32E7810E936241A"/>
    <w:rsid w:val="00225758"/>
  </w:style>
  <w:style w:type="paragraph" w:customStyle="1" w:styleId="69354B3C1E9549FCBA267F90FC156F64">
    <w:name w:val="69354B3C1E9549FCBA267F90FC156F64"/>
    <w:rsid w:val="00225758"/>
  </w:style>
  <w:style w:type="paragraph" w:customStyle="1" w:styleId="4625270A21984CFD841B8328218531A4">
    <w:name w:val="4625270A21984CFD841B8328218531A4"/>
    <w:rsid w:val="00225758"/>
  </w:style>
  <w:style w:type="paragraph" w:customStyle="1" w:styleId="42A6381C19AE4557BD02AE3C6CBE10BB">
    <w:name w:val="42A6381C19AE4557BD02AE3C6CBE10BB"/>
    <w:rsid w:val="00225758"/>
  </w:style>
  <w:style w:type="paragraph" w:customStyle="1" w:styleId="ACD0389243974B7E85ACAE69D786DF28">
    <w:name w:val="ACD0389243974B7E85ACAE69D786DF28"/>
    <w:rsid w:val="00225758"/>
  </w:style>
  <w:style w:type="paragraph" w:customStyle="1" w:styleId="38BFBD196E3F479BA155B0FDAE580685">
    <w:name w:val="38BFBD196E3F479BA155B0FDAE580685"/>
    <w:rsid w:val="00225758"/>
  </w:style>
  <w:style w:type="paragraph" w:customStyle="1" w:styleId="84BC149932144B5FBB63401711C86D28">
    <w:name w:val="84BC149932144B5FBB63401711C86D28"/>
    <w:rsid w:val="00877E08"/>
  </w:style>
  <w:style w:type="paragraph" w:customStyle="1" w:styleId="C810F133DC754698A05F38D4286A31F9">
    <w:name w:val="C810F133DC754698A05F38D4286A31F9"/>
    <w:rsid w:val="00877E08"/>
  </w:style>
  <w:style w:type="paragraph" w:customStyle="1" w:styleId="783130EEC2064AA187274A221AB7D14F">
    <w:name w:val="783130EEC2064AA187274A221AB7D14F"/>
    <w:rsid w:val="00877E08"/>
  </w:style>
  <w:style w:type="paragraph" w:customStyle="1" w:styleId="4300ECAD573747C4AB0C519FEF907A40">
    <w:name w:val="4300ECAD573747C4AB0C519FEF907A40"/>
    <w:rsid w:val="00877E08"/>
  </w:style>
  <w:style w:type="paragraph" w:customStyle="1" w:styleId="926610293B3E4750B830E4D6078DC959">
    <w:name w:val="926610293B3E4750B830E4D6078DC959"/>
    <w:rsid w:val="00877E08"/>
  </w:style>
  <w:style w:type="paragraph" w:customStyle="1" w:styleId="4C06DA10C6854A3A999AE5804DEACBBF">
    <w:name w:val="4C06DA10C6854A3A999AE5804DEACBBF"/>
    <w:rsid w:val="00877E08"/>
  </w:style>
  <w:style w:type="paragraph" w:customStyle="1" w:styleId="843D997920CD4AEAB663E92C572EE419">
    <w:name w:val="843D997920CD4AEAB663E92C572EE419"/>
    <w:rsid w:val="00877E08"/>
  </w:style>
  <w:style w:type="paragraph" w:customStyle="1" w:styleId="9824DB9427C645B2BF96AE20E3673BB7">
    <w:name w:val="9824DB9427C645B2BF96AE20E3673BB7"/>
    <w:rsid w:val="00877E08"/>
  </w:style>
  <w:style w:type="paragraph" w:customStyle="1" w:styleId="A5236D4CD208453A96E236E198DAF78F">
    <w:name w:val="A5236D4CD208453A96E236E198DAF78F"/>
    <w:rsid w:val="00877E08"/>
  </w:style>
  <w:style w:type="paragraph" w:customStyle="1" w:styleId="9292BF875E224792B4B4A00602DF162D">
    <w:name w:val="9292BF875E224792B4B4A00602DF162D"/>
    <w:rsid w:val="00877E08"/>
  </w:style>
  <w:style w:type="paragraph" w:customStyle="1" w:styleId="4169CF1E23F24D6CAC68497784CB6268">
    <w:name w:val="4169CF1E23F24D6CAC68497784CB6268"/>
    <w:rsid w:val="00877E08"/>
  </w:style>
  <w:style w:type="paragraph" w:customStyle="1" w:styleId="A897B0CFE56A493381D94BC07DB87E43">
    <w:name w:val="A897B0CFE56A493381D94BC07DB87E43"/>
    <w:rsid w:val="00877E08"/>
  </w:style>
  <w:style w:type="paragraph" w:customStyle="1" w:styleId="095788B768754E349D1023DF6E0D4A28">
    <w:name w:val="095788B768754E349D1023DF6E0D4A28"/>
    <w:rsid w:val="00877E08"/>
  </w:style>
  <w:style w:type="paragraph" w:customStyle="1" w:styleId="92198DE134794DFE966B85B1FE653668">
    <w:name w:val="92198DE134794DFE966B85B1FE653668"/>
    <w:rsid w:val="00877E08"/>
  </w:style>
  <w:style w:type="paragraph" w:customStyle="1" w:styleId="5ED415FEA70646D4A74FF9EA0D3FEE73">
    <w:name w:val="5ED415FEA70646D4A74FF9EA0D3FEE73"/>
    <w:rsid w:val="00877E08"/>
  </w:style>
  <w:style w:type="paragraph" w:customStyle="1" w:styleId="3088700F1EBB404A8DAB2F6CB7369049">
    <w:name w:val="3088700F1EBB404A8DAB2F6CB7369049"/>
    <w:rsid w:val="00877E08"/>
  </w:style>
  <w:style w:type="paragraph" w:customStyle="1" w:styleId="31A7C2381EA040B9A332E63604C42B7F">
    <w:name w:val="31A7C2381EA040B9A332E63604C42B7F"/>
    <w:rsid w:val="00877E08"/>
  </w:style>
  <w:style w:type="paragraph" w:customStyle="1" w:styleId="31929F2389DF446B803D6000E62118BA">
    <w:name w:val="31929F2389DF446B803D6000E62118BA"/>
    <w:rsid w:val="00877E08"/>
  </w:style>
  <w:style w:type="paragraph" w:customStyle="1" w:styleId="13F950F65E6B4F528D02D19956537A3D">
    <w:name w:val="13F950F65E6B4F528D02D19956537A3D"/>
    <w:rsid w:val="00877E08"/>
  </w:style>
  <w:style w:type="paragraph" w:customStyle="1" w:styleId="6A9D8205ED964082A3207B5A049594FD">
    <w:name w:val="6A9D8205ED964082A3207B5A049594FD"/>
    <w:rsid w:val="00877E08"/>
  </w:style>
  <w:style w:type="paragraph" w:customStyle="1" w:styleId="13B12368BB8C41D79915D174C8A2B813">
    <w:name w:val="13B12368BB8C41D79915D174C8A2B813"/>
    <w:rsid w:val="00877E08"/>
  </w:style>
  <w:style w:type="paragraph" w:customStyle="1" w:styleId="BFC10CFD6A144B21A01461B99AD908E6">
    <w:name w:val="BFC10CFD6A144B21A01461B99AD908E6"/>
    <w:rsid w:val="00877E08"/>
  </w:style>
  <w:style w:type="paragraph" w:customStyle="1" w:styleId="71413CBB89C241E591E6F3E8EEC4F200">
    <w:name w:val="71413CBB89C241E591E6F3E8EEC4F200"/>
    <w:rsid w:val="00877E08"/>
  </w:style>
  <w:style w:type="paragraph" w:customStyle="1" w:styleId="B9E39072A6814C9DBE2F86811505E509">
    <w:name w:val="B9E39072A6814C9DBE2F86811505E509"/>
    <w:rsid w:val="00877E08"/>
  </w:style>
  <w:style w:type="paragraph" w:customStyle="1" w:styleId="446C7A00720046CE92FD1B46563DC4A4">
    <w:name w:val="446C7A00720046CE92FD1B46563DC4A4"/>
    <w:rsid w:val="00877E08"/>
  </w:style>
  <w:style w:type="paragraph" w:customStyle="1" w:styleId="9219F72DE7634B638E7C9D62AC4491FD">
    <w:name w:val="9219F72DE7634B638E7C9D62AC4491FD"/>
    <w:rsid w:val="00877E08"/>
  </w:style>
  <w:style w:type="paragraph" w:customStyle="1" w:styleId="5C7A6282DD2B446EA21D4485A307BFA3">
    <w:name w:val="5C7A6282DD2B446EA21D4485A307BFA3"/>
    <w:rsid w:val="00877E08"/>
  </w:style>
  <w:style w:type="paragraph" w:customStyle="1" w:styleId="106411B45C6F4A4190B3688C4BF8830E">
    <w:name w:val="106411B45C6F4A4190B3688C4BF8830E"/>
    <w:rsid w:val="00877E08"/>
  </w:style>
  <w:style w:type="paragraph" w:customStyle="1" w:styleId="863B8BAA3D214837B5C1E088AE08E3B6">
    <w:name w:val="863B8BAA3D214837B5C1E088AE08E3B6"/>
    <w:rsid w:val="00877E08"/>
  </w:style>
  <w:style w:type="paragraph" w:customStyle="1" w:styleId="C8DD2F8343D6489C93B438C769D7C571">
    <w:name w:val="C8DD2F8343D6489C93B438C769D7C571"/>
    <w:rsid w:val="00877E08"/>
  </w:style>
  <w:style w:type="paragraph" w:customStyle="1" w:styleId="B56A3C6559E14484B65C8F3A586E7095">
    <w:name w:val="B56A3C6559E14484B65C8F3A586E7095"/>
    <w:rsid w:val="00877E08"/>
  </w:style>
  <w:style w:type="paragraph" w:customStyle="1" w:styleId="7FA0FE63187043F6948A025E1581C83A">
    <w:name w:val="7FA0FE63187043F6948A025E1581C83A"/>
    <w:rsid w:val="00877E08"/>
  </w:style>
  <w:style w:type="paragraph" w:customStyle="1" w:styleId="CD51D7AC9D6E43F1801E0D7D3DAB228F">
    <w:name w:val="CD51D7AC9D6E43F1801E0D7D3DAB228F"/>
    <w:rsid w:val="00877E08"/>
  </w:style>
  <w:style w:type="paragraph" w:customStyle="1" w:styleId="E6F8B62E7B5A4A0A8F91046D77700D05">
    <w:name w:val="E6F8B62E7B5A4A0A8F91046D77700D05"/>
    <w:rsid w:val="00877E08"/>
  </w:style>
  <w:style w:type="paragraph" w:customStyle="1" w:styleId="DD0F59BE27DA4590946A5AEBEAE90D64">
    <w:name w:val="DD0F59BE27DA4590946A5AEBEAE90D64"/>
    <w:rsid w:val="00877E08"/>
  </w:style>
  <w:style w:type="paragraph" w:customStyle="1" w:styleId="1CC9EE9F242A4630B1C380571E571C941">
    <w:name w:val="1CC9EE9F242A4630B1C380571E571C941"/>
    <w:rsid w:val="00421194"/>
    <w:pPr>
      <w:spacing w:after="200" w:line="276" w:lineRule="auto"/>
    </w:pPr>
    <w:rPr>
      <w:rFonts w:ascii="Calibri" w:eastAsia="Calibri" w:hAnsi="Calibri" w:cs="Times New Roman"/>
      <w:lang w:eastAsia="en-US"/>
    </w:rPr>
  </w:style>
  <w:style w:type="paragraph" w:customStyle="1" w:styleId="A38EE51644DC41D08CD5E1B05C0F941C1">
    <w:name w:val="A38EE51644DC41D08CD5E1B05C0F941C1"/>
    <w:rsid w:val="00421194"/>
    <w:pPr>
      <w:spacing w:after="200" w:line="276" w:lineRule="auto"/>
    </w:pPr>
    <w:rPr>
      <w:rFonts w:ascii="Calibri" w:eastAsia="Calibri" w:hAnsi="Calibri" w:cs="Times New Roman"/>
      <w:lang w:eastAsia="en-US"/>
    </w:rPr>
  </w:style>
  <w:style w:type="paragraph" w:customStyle="1" w:styleId="A0DD9F8B75F84D86B20EC7D4B33736591">
    <w:name w:val="A0DD9F8B75F84D86B20EC7D4B33736591"/>
    <w:rsid w:val="00421194"/>
    <w:pPr>
      <w:spacing w:after="200" w:line="276" w:lineRule="auto"/>
    </w:pPr>
    <w:rPr>
      <w:rFonts w:ascii="Calibri" w:eastAsia="Calibri" w:hAnsi="Calibri" w:cs="Times New Roman"/>
      <w:lang w:eastAsia="en-US"/>
    </w:rPr>
  </w:style>
  <w:style w:type="paragraph" w:customStyle="1" w:styleId="0C3D8AB3AF5C4214BF0A5D12A5FC682C1">
    <w:name w:val="0C3D8AB3AF5C4214BF0A5D12A5FC682C1"/>
    <w:rsid w:val="00421194"/>
    <w:pPr>
      <w:spacing w:after="200" w:line="276" w:lineRule="auto"/>
    </w:pPr>
    <w:rPr>
      <w:rFonts w:ascii="Calibri" w:eastAsia="Calibri" w:hAnsi="Calibri" w:cs="Times New Roman"/>
      <w:lang w:eastAsia="en-US"/>
    </w:rPr>
  </w:style>
  <w:style w:type="paragraph" w:customStyle="1" w:styleId="A4EE9383FA9144E6B256B046C5FCA74B1">
    <w:name w:val="A4EE9383FA9144E6B256B046C5FCA74B1"/>
    <w:rsid w:val="00421194"/>
    <w:pPr>
      <w:spacing w:after="200" w:line="276" w:lineRule="auto"/>
    </w:pPr>
    <w:rPr>
      <w:rFonts w:ascii="Calibri" w:eastAsia="Calibri" w:hAnsi="Calibri" w:cs="Times New Roman"/>
      <w:lang w:eastAsia="en-US"/>
    </w:rPr>
  </w:style>
  <w:style w:type="paragraph" w:customStyle="1" w:styleId="3792185283A24D72976F4BF6B169F1F51">
    <w:name w:val="3792185283A24D72976F4BF6B169F1F51"/>
    <w:rsid w:val="00421194"/>
    <w:pPr>
      <w:spacing w:after="200" w:line="276" w:lineRule="auto"/>
    </w:pPr>
    <w:rPr>
      <w:rFonts w:ascii="Calibri" w:eastAsia="Calibri" w:hAnsi="Calibri" w:cs="Times New Roman"/>
      <w:lang w:eastAsia="en-US"/>
    </w:rPr>
  </w:style>
  <w:style w:type="paragraph" w:customStyle="1" w:styleId="1CC9EE9F242A4630B1C380571E571C942">
    <w:name w:val="1CC9EE9F242A4630B1C380571E571C942"/>
    <w:rsid w:val="00421194"/>
    <w:pPr>
      <w:spacing w:after="200" w:line="276" w:lineRule="auto"/>
    </w:pPr>
    <w:rPr>
      <w:rFonts w:ascii="Calibri" w:eastAsia="Calibri" w:hAnsi="Calibri" w:cs="Times New Roman"/>
      <w:lang w:eastAsia="en-US"/>
    </w:rPr>
  </w:style>
  <w:style w:type="paragraph" w:customStyle="1" w:styleId="A38EE51644DC41D08CD5E1B05C0F941C2">
    <w:name w:val="A38EE51644DC41D08CD5E1B05C0F941C2"/>
    <w:rsid w:val="00421194"/>
    <w:pPr>
      <w:spacing w:after="200" w:line="276" w:lineRule="auto"/>
    </w:pPr>
    <w:rPr>
      <w:rFonts w:ascii="Calibri" w:eastAsia="Calibri" w:hAnsi="Calibri" w:cs="Times New Roman"/>
      <w:lang w:eastAsia="en-US"/>
    </w:rPr>
  </w:style>
  <w:style w:type="paragraph" w:customStyle="1" w:styleId="A0DD9F8B75F84D86B20EC7D4B33736592">
    <w:name w:val="A0DD9F8B75F84D86B20EC7D4B33736592"/>
    <w:rsid w:val="00421194"/>
    <w:pPr>
      <w:spacing w:after="200" w:line="276" w:lineRule="auto"/>
    </w:pPr>
    <w:rPr>
      <w:rFonts w:ascii="Calibri" w:eastAsia="Calibri" w:hAnsi="Calibri" w:cs="Times New Roman"/>
      <w:lang w:eastAsia="en-US"/>
    </w:rPr>
  </w:style>
  <w:style w:type="paragraph" w:customStyle="1" w:styleId="0C3D8AB3AF5C4214BF0A5D12A5FC682C2">
    <w:name w:val="0C3D8AB3AF5C4214BF0A5D12A5FC682C2"/>
    <w:rsid w:val="00421194"/>
    <w:pPr>
      <w:spacing w:after="200" w:line="276" w:lineRule="auto"/>
    </w:pPr>
    <w:rPr>
      <w:rFonts w:ascii="Calibri" w:eastAsia="Calibri" w:hAnsi="Calibri" w:cs="Times New Roman"/>
      <w:lang w:eastAsia="en-US"/>
    </w:rPr>
  </w:style>
  <w:style w:type="paragraph" w:customStyle="1" w:styleId="A4EE9383FA9144E6B256B046C5FCA74B2">
    <w:name w:val="A4EE9383FA9144E6B256B046C5FCA74B2"/>
    <w:rsid w:val="00421194"/>
    <w:pPr>
      <w:spacing w:after="200" w:line="276" w:lineRule="auto"/>
    </w:pPr>
    <w:rPr>
      <w:rFonts w:ascii="Calibri" w:eastAsia="Calibri" w:hAnsi="Calibri" w:cs="Times New Roman"/>
      <w:lang w:eastAsia="en-US"/>
    </w:rPr>
  </w:style>
  <w:style w:type="paragraph" w:customStyle="1" w:styleId="3792185283A24D72976F4BF6B169F1F52">
    <w:name w:val="3792185283A24D72976F4BF6B169F1F52"/>
    <w:rsid w:val="00421194"/>
    <w:pPr>
      <w:spacing w:after="200" w:line="276" w:lineRule="auto"/>
    </w:pPr>
    <w:rPr>
      <w:rFonts w:ascii="Calibri" w:eastAsia="Calibri" w:hAnsi="Calibri" w:cs="Times New Roman"/>
      <w:lang w:eastAsia="en-US"/>
    </w:rPr>
  </w:style>
  <w:style w:type="paragraph" w:customStyle="1" w:styleId="1CC9EE9F242A4630B1C380571E571C943">
    <w:name w:val="1CC9EE9F242A4630B1C380571E571C943"/>
    <w:rsid w:val="00421194"/>
    <w:pPr>
      <w:spacing w:after="200" w:line="276" w:lineRule="auto"/>
    </w:pPr>
    <w:rPr>
      <w:rFonts w:ascii="Calibri" w:eastAsia="Calibri" w:hAnsi="Calibri" w:cs="Times New Roman"/>
      <w:lang w:eastAsia="en-US"/>
    </w:rPr>
  </w:style>
  <w:style w:type="paragraph" w:customStyle="1" w:styleId="A38EE51644DC41D08CD5E1B05C0F941C3">
    <w:name w:val="A38EE51644DC41D08CD5E1B05C0F941C3"/>
    <w:rsid w:val="00421194"/>
    <w:pPr>
      <w:spacing w:after="200" w:line="276" w:lineRule="auto"/>
    </w:pPr>
    <w:rPr>
      <w:rFonts w:ascii="Calibri" w:eastAsia="Calibri" w:hAnsi="Calibri" w:cs="Times New Roman"/>
      <w:lang w:eastAsia="en-US"/>
    </w:rPr>
  </w:style>
  <w:style w:type="paragraph" w:customStyle="1" w:styleId="A0DD9F8B75F84D86B20EC7D4B33736593">
    <w:name w:val="A0DD9F8B75F84D86B20EC7D4B33736593"/>
    <w:rsid w:val="00421194"/>
    <w:pPr>
      <w:spacing w:after="200" w:line="276" w:lineRule="auto"/>
    </w:pPr>
    <w:rPr>
      <w:rFonts w:ascii="Calibri" w:eastAsia="Calibri" w:hAnsi="Calibri" w:cs="Times New Roman"/>
      <w:lang w:eastAsia="en-US"/>
    </w:rPr>
  </w:style>
  <w:style w:type="paragraph" w:customStyle="1" w:styleId="0C3D8AB3AF5C4214BF0A5D12A5FC682C3">
    <w:name w:val="0C3D8AB3AF5C4214BF0A5D12A5FC682C3"/>
    <w:rsid w:val="00421194"/>
    <w:pPr>
      <w:spacing w:after="200" w:line="276" w:lineRule="auto"/>
    </w:pPr>
    <w:rPr>
      <w:rFonts w:ascii="Calibri" w:eastAsia="Calibri" w:hAnsi="Calibri" w:cs="Times New Roman"/>
      <w:lang w:eastAsia="en-US"/>
    </w:rPr>
  </w:style>
  <w:style w:type="paragraph" w:customStyle="1" w:styleId="A4EE9383FA9144E6B256B046C5FCA74B3">
    <w:name w:val="A4EE9383FA9144E6B256B046C5FCA74B3"/>
    <w:rsid w:val="00421194"/>
    <w:pPr>
      <w:spacing w:after="200" w:line="276" w:lineRule="auto"/>
    </w:pPr>
    <w:rPr>
      <w:rFonts w:ascii="Calibri" w:eastAsia="Calibri" w:hAnsi="Calibri" w:cs="Times New Roman"/>
      <w:lang w:eastAsia="en-US"/>
    </w:rPr>
  </w:style>
  <w:style w:type="paragraph" w:customStyle="1" w:styleId="3792185283A24D72976F4BF6B169F1F53">
    <w:name w:val="3792185283A24D72976F4BF6B169F1F53"/>
    <w:rsid w:val="00421194"/>
    <w:pPr>
      <w:spacing w:after="200" w:line="276" w:lineRule="auto"/>
    </w:pPr>
    <w:rPr>
      <w:rFonts w:ascii="Calibri" w:eastAsia="Calibri" w:hAnsi="Calibri" w:cs="Times New Roman"/>
      <w:lang w:eastAsia="en-US"/>
    </w:rPr>
  </w:style>
  <w:style w:type="paragraph" w:customStyle="1" w:styleId="1CC9EE9F242A4630B1C380571E571C944">
    <w:name w:val="1CC9EE9F242A4630B1C380571E571C944"/>
    <w:rsid w:val="00421194"/>
    <w:pPr>
      <w:spacing w:after="200" w:line="276" w:lineRule="auto"/>
    </w:pPr>
    <w:rPr>
      <w:rFonts w:ascii="Calibri" w:eastAsia="Calibri" w:hAnsi="Calibri" w:cs="Times New Roman"/>
      <w:lang w:eastAsia="en-US"/>
    </w:rPr>
  </w:style>
  <w:style w:type="paragraph" w:customStyle="1" w:styleId="A38EE51644DC41D08CD5E1B05C0F941C4">
    <w:name w:val="A38EE51644DC41D08CD5E1B05C0F941C4"/>
    <w:rsid w:val="00421194"/>
    <w:pPr>
      <w:spacing w:after="200" w:line="276" w:lineRule="auto"/>
    </w:pPr>
    <w:rPr>
      <w:rFonts w:ascii="Calibri" w:eastAsia="Calibri" w:hAnsi="Calibri" w:cs="Times New Roman"/>
      <w:lang w:eastAsia="en-US"/>
    </w:rPr>
  </w:style>
  <w:style w:type="paragraph" w:customStyle="1" w:styleId="A0DD9F8B75F84D86B20EC7D4B33736594">
    <w:name w:val="A0DD9F8B75F84D86B20EC7D4B33736594"/>
    <w:rsid w:val="00421194"/>
    <w:pPr>
      <w:spacing w:after="200" w:line="276" w:lineRule="auto"/>
    </w:pPr>
    <w:rPr>
      <w:rFonts w:ascii="Calibri" w:eastAsia="Calibri" w:hAnsi="Calibri" w:cs="Times New Roman"/>
      <w:lang w:eastAsia="en-US"/>
    </w:rPr>
  </w:style>
  <w:style w:type="paragraph" w:customStyle="1" w:styleId="0C3D8AB3AF5C4214BF0A5D12A5FC682C4">
    <w:name w:val="0C3D8AB3AF5C4214BF0A5D12A5FC682C4"/>
    <w:rsid w:val="00421194"/>
    <w:pPr>
      <w:spacing w:after="200" w:line="276" w:lineRule="auto"/>
    </w:pPr>
    <w:rPr>
      <w:rFonts w:ascii="Calibri" w:eastAsia="Calibri" w:hAnsi="Calibri" w:cs="Times New Roman"/>
      <w:lang w:eastAsia="en-US"/>
    </w:rPr>
  </w:style>
  <w:style w:type="paragraph" w:customStyle="1" w:styleId="A4EE9383FA9144E6B256B046C5FCA74B4">
    <w:name w:val="A4EE9383FA9144E6B256B046C5FCA74B4"/>
    <w:rsid w:val="00421194"/>
    <w:pPr>
      <w:spacing w:after="200" w:line="276" w:lineRule="auto"/>
    </w:pPr>
    <w:rPr>
      <w:rFonts w:ascii="Calibri" w:eastAsia="Calibri" w:hAnsi="Calibri" w:cs="Times New Roman"/>
      <w:lang w:eastAsia="en-US"/>
    </w:rPr>
  </w:style>
  <w:style w:type="paragraph" w:customStyle="1" w:styleId="3792185283A24D72976F4BF6B169F1F54">
    <w:name w:val="3792185283A24D72976F4BF6B169F1F54"/>
    <w:rsid w:val="00421194"/>
    <w:pPr>
      <w:spacing w:after="200" w:line="276" w:lineRule="auto"/>
    </w:pPr>
    <w:rPr>
      <w:rFonts w:ascii="Calibri" w:eastAsia="Calibri" w:hAnsi="Calibri" w:cs="Times New Roman"/>
      <w:lang w:eastAsia="en-US"/>
    </w:rPr>
  </w:style>
  <w:style w:type="paragraph" w:customStyle="1" w:styleId="1CC9EE9F242A4630B1C380571E571C945">
    <w:name w:val="1CC9EE9F242A4630B1C380571E571C945"/>
    <w:rsid w:val="00D953CD"/>
    <w:pPr>
      <w:spacing w:after="200" w:line="276" w:lineRule="auto"/>
    </w:pPr>
    <w:rPr>
      <w:rFonts w:ascii="Calibri" w:eastAsia="Calibri" w:hAnsi="Calibri" w:cs="Times New Roman"/>
      <w:lang w:eastAsia="en-US"/>
    </w:rPr>
  </w:style>
  <w:style w:type="paragraph" w:customStyle="1" w:styleId="A38EE51644DC41D08CD5E1B05C0F941C5">
    <w:name w:val="A38EE51644DC41D08CD5E1B05C0F941C5"/>
    <w:rsid w:val="00D953CD"/>
    <w:pPr>
      <w:spacing w:after="200" w:line="276" w:lineRule="auto"/>
    </w:pPr>
    <w:rPr>
      <w:rFonts w:ascii="Calibri" w:eastAsia="Calibri" w:hAnsi="Calibri" w:cs="Times New Roman"/>
      <w:lang w:eastAsia="en-US"/>
    </w:rPr>
  </w:style>
  <w:style w:type="paragraph" w:customStyle="1" w:styleId="A0DD9F8B75F84D86B20EC7D4B33736595">
    <w:name w:val="A0DD9F8B75F84D86B20EC7D4B33736595"/>
    <w:rsid w:val="00D953CD"/>
    <w:pPr>
      <w:spacing w:after="200" w:line="276" w:lineRule="auto"/>
    </w:pPr>
    <w:rPr>
      <w:rFonts w:ascii="Calibri" w:eastAsia="Calibri" w:hAnsi="Calibri" w:cs="Times New Roman"/>
      <w:lang w:eastAsia="en-US"/>
    </w:rPr>
  </w:style>
  <w:style w:type="paragraph" w:customStyle="1" w:styleId="0C3D8AB3AF5C4214BF0A5D12A5FC682C5">
    <w:name w:val="0C3D8AB3AF5C4214BF0A5D12A5FC682C5"/>
    <w:rsid w:val="00D953CD"/>
    <w:pPr>
      <w:spacing w:after="200" w:line="276" w:lineRule="auto"/>
    </w:pPr>
    <w:rPr>
      <w:rFonts w:ascii="Calibri" w:eastAsia="Calibri" w:hAnsi="Calibri" w:cs="Times New Roman"/>
      <w:lang w:eastAsia="en-US"/>
    </w:rPr>
  </w:style>
  <w:style w:type="paragraph" w:customStyle="1" w:styleId="A4EE9383FA9144E6B256B046C5FCA74B5">
    <w:name w:val="A4EE9383FA9144E6B256B046C5FCA74B5"/>
    <w:rsid w:val="00D953CD"/>
    <w:pPr>
      <w:spacing w:after="200" w:line="276" w:lineRule="auto"/>
    </w:pPr>
    <w:rPr>
      <w:rFonts w:ascii="Calibri" w:eastAsia="Calibri" w:hAnsi="Calibri" w:cs="Times New Roman"/>
      <w:lang w:eastAsia="en-US"/>
    </w:rPr>
  </w:style>
  <w:style w:type="paragraph" w:customStyle="1" w:styleId="3792185283A24D72976F4BF6B169F1F55">
    <w:name w:val="3792185283A24D72976F4BF6B169F1F55"/>
    <w:rsid w:val="00D953CD"/>
    <w:pPr>
      <w:spacing w:after="200" w:line="276" w:lineRule="auto"/>
    </w:pPr>
    <w:rPr>
      <w:rFonts w:ascii="Calibri" w:eastAsia="Calibri" w:hAnsi="Calibri" w:cs="Times New Roman"/>
      <w:lang w:eastAsia="en-US"/>
    </w:rPr>
  </w:style>
  <w:style w:type="paragraph" w:customStyle="1" w:styleId="8399BAEAFF8E42C396CDAB3E459C85451">
    <w:name w:val="8399BAEAFF8E42C396CDAB3E459C85451"/>
    <w:rsid w:val="00D953CD"/>
    <w:pPr>
      <w:spacing w:after="200" w:line="276" w:lineRule="auto"/>
    </w:pPr>
    <w:rPr>
      <w:rFonts w:ascii="Calibri" w:eastAsia="Calibri" w:hAnsi="Calibri" w:cs="Times New Roman"/>
      <w:lang w:eastAsia="en-US"/>
    </w:rPr>
  </w:style>
  <w:style w:type="paragraph" w:customStyle="1" w:styleId="0E05B5BDE74F4C32BB28798D99C9C0E71">
    <w:name w:val="0E05B5BDE74F4C32BB28798D99C9C0E71"/>
    <w:rsid w:val="00D953CD"/>
    <w:pPr>
      <w:spacing w:after="200" w:line="276" w:lineRule="auto"/>
    </w:pPr>
    <w:rPr>
      <w:rFonts w:ascii="Calibri" w:eastAsia="Calibri" w:hAnsi="Calibri" w:cs="Times New Roman"/>
      <w:lang w:eastAsia="en-US"/>
    </w:rPr>
  </w:style>
  <w:style w:type="paragraph" w:customStyle="1" w:styleId="4E3F7D84A1B745A0957ADE84DD288DB41">
    <w:name w:val="4E3F7D84A1B745A0957ADE84DD288DB41"/>
    <w:rsid w:val="00D953CD"/>
    <w:pPr>
      <w:spacing w:after="200" w:line="276" w:lineRule="auto"/>
    </w:pPr>
    <w:rPr>
      <w:rFonts w:ascii="Calibri" w:eastAsia="Calibri" w:hAnsi="Calibri" w:cs="Times New Roman"/>
      <w:lang w:eastAsia="en-US"/>
    </w:rPr>
  </w:style>
  <w:style w:type="paragraph" w:customStyle="1" w:styleId="E9FD8025827E46988DDEFEAA3231417B1">
    <w:name w:val="E9FD8025827E46988DDEFEAA3231417B1"/>
    <w:rsid w:val="00D953CD"/>
    <w:pPr>
      <w:spacing w:after="200" w:line="276" w:lineRule="auto"/>
    </w:pPr>
    <w:rPr>
      <w:rFonts w:ascii="Calibri" w:eastAsia="Calibri" w:hAnsi="Calibri" w:cs="Times New Roman"/>
      <w:lang w:eastAsia="en-US"/>
    </w:rPr>
  </w:style>
  <w:style w:type="paragraph" w:customStyle="1" w:styleId="A5F367A1FF20474189D5507A88FC18C71">
    <w:name w:val="A5F367A1FF20474189D5507A88FC18C71"/>
    <w:rsid w:val="00D953CD"/>
    <w:pPr>
      <w:spacing w:after="200" w:line="276" w:lineRule="auto"/>
    </w:pPr>
    <w:rPr>
      <w:rFonts w:ascii="Calibri" w:eastAsia="Calibri" w:hAnsi="Calibri" w:cs="Times New Roman"/>
      <w:lang w:eastAsia="en-US"/>
    </w:rPr>
  </w:style>
  <w:style w:type="paragraph" w:customStyle="1" w:styleId="01C50F9449E141E7BA7ADDAF5440B2561">
    <w:name w:val="01C50F9449E141E7BA7ADDAF5440B2561"/>
    <w:rsid w:val="00D953CD"/>
    <w:pPr>
      <w:spacing w:after="200" w:line="276" w:lineRule="auto"/>
    </w:pPr>
    <w:rPr>
      <w:rFonts w:ascii="Calibri" w:eastAsia="Calibri" w:hAnsi="Calibri" w:cs="Times New Roman"/>
      <w:lang w:eastAsia="en-US"/>
    </w:rPr>
  </w:style>
  <w:style w:type="paragraph" w:customStyle="1" w:styleId="9C76AA8AAB164CA0A2258E0C68C4D4A41">
    <w:name w:val="9C76AA8AAB164CA0A2258E0C68C4D4A41"/>
    <w:rsid w:val="00D953CD"/>
    <w:pPr>
      <w:spacing w:after="200" w:line="276" w:lineRule="auto"/>
    </w:pPr>
    <w:rPr>
      <w:rFonts w:ascii="Calibri" w:eastAsia="Calibri" w:hAnsi="Calibri" w:cs="Times New Roman"/>
      <w:lang w:eastAsia="en-US"/>
    </w:rPr>
  </w:style>
  <w:style w:type="paragraph" w:customStyle="1" w:styleId="22112ADE226C4D1AA95FFA962AC918201">
    <w:name w:val="22112ADE226C4D1AA95FFA962AC918201"/>
    <w:rsid w:val="00D953CD"/>
    <w:pPr>
      <w:spacing w:after="200" w:line="276" w:lineRule="auto"/>
    </w:pPr>
    <w:rPr>
      <w:rFonts w:ascii="Calibri" w:eastAsia="Calibri" w:hAnsi="Calibri" w:cs="Times New Roman"/>
      <w:lang w:eastAsia="en-US"/>
    </w:rPr>
  </w:style>
  <w:style w:type="paragraph" w:customStyle="1" w:styleId="49EC1DB1F19C4BEC879173103B6382911">
    <w:name w:val="49EC1DB1F19C4BEC879173103B6382911"/>
    <w:rsid w:val="00D953CD"/>
    <w:pPr>
      <w:spacing w:after="200" w:line="276" w:lineRule="auto"/>
    </w:pPr>
    <w:rPr>
      <w:rFonts w:ascii="Calibri" w:eastAsia="Calibri" w:hAnsi="Calibri" w:cs="Times New Roman"/>
      <w:lang w:eastAsia="en-US"/>
    </w:rPr>
  </w:style>
  <w:style w:type="paragraph" w:customStyle="1" w:styleId="A1A812F64DED4A2DB2C049B32B438EAE1">
    <w:name w:val="A1A812F64DED4A2DB2C049B32B438EAE1"/>
    <w:rsid w:val="00D953CD"/>
    <w:pPr>
      <w:spacing w:after="200" w:line="276" w:lineRule="auto"/>
    </w:pPr>
    <w:rPr>
      <w:rFonts w:ascii="Calibri" w:eastAsia="Calibri" w:hAnsi="Calibri" w:cs="Times New Roman"/>
      <w:lang w:eastAsia="en-US"/>
    </w:rPr>
  </w:style>
  <w:style w:type="paragraph" w:customStyle="1" w:styleId="2A7280121A774762A688CA580DFFFA191">
    <w:name w:val="2A7280121A774762A688CA580DFFFA191"/>
    <w:rsid w:val="00D953CD"/>
    <w:pPr>
      <w:spacing w:after="200" w:line="276" w:lineRule="auto"/>
    </w:pPr>
    <w:rPr>
      <w:rFonts w:ascii="Calibri" w:eastAsia="Calibri" w:hAnsi="Calibri" w:cs="Times New Roman"/>
      <w:lang w:eastAsia="en-US"/>
    </w:rPr>
  </w:style>
  <w:style w:type="paragraph" w:customStyle="1" w:styleId="FFB7240B57434291910F4601EF5DAE121">
    <w:name w:val="FFB7240B57434291910F4601EF5DAE121"/>
    <w:rsid w:val="00D953CD"/>
    <w:pPr>
      <w:spacing w:after="200" w:line="276" w:lineRule="auto"/>
    </w:pPr>
    <w:rPr>
      <w:rFonts w:ascii="Calibri" w:eastAsia="Calibri" w:hAnsi="Calibri" w:cs="Times New Roman"/>
      <w:lang w:eastAsia="en-US"/>
    </w:rPr>
  </w:style>
  <w:style w:type="paragraph" w:customStyle="1" w:styleId="7EBC4BCD55E246D89159D8EAB5EDEC271">
    <w:name w:val="7EBC4BCD55E246D89159D8EAB5EDEC271"/>
    <w:rsid w:val="00D953CD"/>
    <w:pPr>
      <w:spacing w:after="200" w:line="276" w:lineRule="auto"/>
    </w:pPr>
    <w:rPr>
      <w:rFonts w:ascii="Calibri" w:eastAsia="Calibri" w:hAnsi="Calibri" w:cs="Times New Roman"/>
      <w:lang w:eastAsia="en-US"/>
    </w:rPr>
  </w:style>
  <w:style w:type="paragraph" w:customStyle="1" w:styleId="124F81314B244934BBB059F27BB5F9501">
    <w:name w:val="124F81314B244934BBB059F27BB5F9501"/>
    <w:rsid w:val="00D953CD"/>
    <w:pPr>
      <w:spacing w:after="200" w:line="276" w:lineRule="auto"/>
    </w:pPr>
    <w:rPr>
      <w:rFonts w:ascii="Calibri" w:eastAsia="Calibri" w:hAnsi="Calibri" w:cs="Times New Roman"/>
      <w:lang w:eastAsia="en-US"/>
    </w:rPr>
  </w:style>
  <w:style w:type="paragraph" w:customStyle="1" w:styleId="7BCEE3CBBD9A40AE8DC86E36E254FF611">
    <w:name w:val="7BCEE3CBBD9A40AE8DC86E36E254FF611"/>
    <w:rsid w:val="00D953CD"/>
    <w:pPr>
      <w:spacing w:after="200" w:line="276" w:lineRule="auto"/>
    </w:pPr>
    <w:rPr>
      <w:rFonts w:ascii="Calibri" w:eastAsia="Calibri" w:hAnsi="Calibri" w:cs="Times New Roman"/>
      <w:lang w:eastAsia="en-US"/>
    </w:rPr>
  </w:style>
  <w:style w:type="paragraph" w:customStyle="1" w:styleId="2938FD3843C444F8A6A812C82424D00B1">
    <w:name w:val="2938FD3843C444F8A6A812C82424D00B1"/>
    <w:rsid w:val="00D953CD"/>
    <w:pPr>
      <w:spacing w:after="200" w:line="276" w:lineRule="auto"/>
    </w:pPr>
    <w:rPr>
      <w:rFonts w:ascii="Calibri" w:eastAsia="Calibri" w:hAnsi="Calibri" w:cs="Times New Roman"/>
      <w:lang w:eastAsia="en-US"/>
    </w:rPr>
  </w:style>
  <w:style w:type="paragraph" w:customStyle="1" w:styleId="8519F6828F3C40C595629BC70B7DA8CB1">
    <w:name w:val="8519F6828F3C40C595629BC70B7DA8CB1"/>
    <w:rsid w:val="00D953CD"/>
    <w:pPr>
      <w:spacing w:after="200" w:line="276" w:lineRule="auto"/>
      <w:ind w:left="720"/>
      <w:contextualSpacing/>
    </w:pPr>
    <w:rPr>
      <w:rFonts w:ascii="Calibri" w:eastAsia="Calibri" w:hAnsi="Calibri" w:cs="Times New Roman"/>
      <w:lang w:eastAsia="en-US"/>
    </w:rPr>
  </w:style>
  <w:style w:type="paragraph" w:customStyle="1" w:styleId="52D4274B114E4986A9CDDB42D40ABEEB1">
    <w:name w:val="52D4274B114E4986A9CDDB42D40ABEEB1"/>
    <w:rsid w:val="00D953CD"/>
    <w:pPr>
      <w:spacing w:after="200" w:line="276" w:lineRule="auto"/>
    </w:pPr>
    <w:rPr>
      <w:rFonts w:ascii="Calibri" w:eastAsia="Calibri" w:hAnsi="Calibri" w:cs="Times New Roman"/>
      <w:lang w:eastAsia="en-US"/>
    </w:rPr>
  </w:style>
  <w:style w:type="paragraph" w:customStyle="1" w:styleId="32E103C0F3F44F9A8EAEFCB96326F4BF1">
    <w:name w:val="32E103C0F3F44F9A8EAEFCB96326F4BF1"/>
    <w:rsid w:val="00D953CD"/>
    <w:pPr>
      <w:spacing w:after="200" w:line="276" w:lineRule="auto"/>
    </w:pPr>
    <w:rPr>
      <w:rFonts w:ascii="Calibri" w:eastAsia="Calibri" w:hAnsi="Calibri" w:cs="Times New Roman"/>
      <w:lang w:eastAsia="en-US"/>
    </w:rPr>
  </w:style>
  <w:style w:type="paragraph" w:customStyle="1" w:styleId="02FBE4875D0D4FBEA3D2ACF4F54D9A591">
    <w:name w:val="02FBE4875D0D4FBEA3D2ACF4F54D9A591"/>
    <w:rsid w:val="00D953CD"/>
    <w:pPr>
      <w:spacing w:after="200" w:line="276" w:lineRule="auto"/>
    </w:pPr>
    <w:rPr>
      <w:rFonts w:ascii="Calibri" w:eastAsia="Calibri" w:hAnsi="Calibri" w:cs="Times New Roman"/>
      <w:lang w:eastAsia="en-US"/>
    </w:rPr>
  </w:style>
  <w:style w:type="paragraph" w:customStyle="1" w:styleId="FEF918A9780745B6AD03D1403C9254171">
    <w:name w:val="FEF918A9780745B6AD03D1403C9254171"/>
    <w:rsid w:val="00D953CD"/>
    <w:pPr>
      <w:spacing w:after="200" w:line="276" w:lineRule="auto"/>
      <w:ind w:left="720"/>
      <w:contextualSpacing/>
    </w:pPr>
    <w:rPr>
      <w:rFonts w:ascii="Calibri" w:eastAsia="Calibri" w:hAnsi="Calibri" w:cs="Times New Roman"/>
      <w:lang w:eastAsia="en-US"/>
    </w:rPr>
  </w:style>
  <w:style w:type="paragraph" w:customStyle="1" w:styleId="AD0938666CF34FBCAE05E337FF588BB41">
    <w:name w:val="AD0938666CF34FBCAE05E337FF588BB41"/>
    <w:rsid w:val="00D953CD"/>
    <w:pPr>
      <w:spacing w:after="200" w:line="276" w:lineRule="auto"/>
      <w:ind w:left="720"/>
      <w:contextualSpacing/>
    </w:pPr>
    <w:rPr>
      <w:rFonts w:ascii="Calibri" w:eastAsia="Calibri" w:hAnsi="Calibri" w:cs="Times New Roman"/>
      <w:lang w:eastAsia="en-US"/>
    </w:rPr>
  </w:style>
  <w:style w:type="paragraph" w:customStyle="1" w:styleId="CEF9EE26047C44BBBDCA7C013D9F2FBE1">
    <w:name w:val="CEF9EE26047C44BBBDCA7C013D9F2FBE1"/>
    <w:rsid w:val="00D953CD"/>
    <w:pPr>
      <w:spacing w:after="200" w:line="276" w:lineRule="auto"/>
      <w:ind w:left="720"/>
      <w:contextualSpacing/>
    </w:pPr>
    <w:rPr>
      <w:rFonts w:ascii="Calibri" w:eastAsia="Calibri" w:hAnsi="Calibri" w:cs="Times New Roman"/>
      <w:lang w:eastAsia="en-US"/>
    </w:rPr>
  </w:style>
  <w:style w:type="paragraph" w:customStyle="1" w:styleId="E6BAFF979854465488481162FEE608721">
    <w:name w:val="E6BAFF979854465488481162FEE608721"/>
    <w:rsid w:val="00D953CD"/>
    <w:pPr>
      <w:spacing w:after="200" w:line="276" w:lineRule="auto"/>
      <w:ind w:left="720"/>
      <w:contextualSpacing/>
    </w:pPr>
    <w:rPr>
      <w:rFonts w:ascii="Calibri" w:eastAsia="Calibri" w:hAnsi="Calibri" w:cs="Times New Roman"/>
      <w:lang w:eastAsia="en-US"/>
    </w:rPr>
  </w:style>
  <w:style w:type="paragraph" w:customStyle="1" w:styleId="46D64D5B162E452384188206CDFCC0101">
    <w:name w:val="46D64D5B162E452384188206CDFCC0101"/>
    <w:rsid w:val="00D953CD"/>
    <w:pPr>
      <w:spacing w:after="200" w:line="276" w:lineRule="auto"/>
    </w:pPr>
    <w:rPr>
      <w:rFonts w:ascii="Calibri" w:eastAsia="Calibri" w:hAnsi="Calibri" w:cs="Times New Roman"/>
      <w:lang w:eastAsia="en-US"/>
    </w:rPr>
  </w:style>
  <w:style w:type="paragraph" w:customStyle="1" w:styleId="0FD9667E10AB484D89A17B291461795D1">
    <w:name w:val="0FD9667E10AB484D89A17B291461795D1"/>
    <w:rsid w:val="00D953CD"/>
    <w:pPr>
      <w:spacing w:after="200" w:line="276" w:lineRule="auto"/>
    </w:pPr>
    <w:rPr>
      <w:rFonts w:ascii="Calibri" w:eastAsia="Calibri" w:hAnsi="Calibri" w:cs="Times New Roman"/>
      <w:lang w:eastAsia="en-US"/>
    </w:rPr>
  </w:style>
  <w:style w:type="paragraph" w:customStyle="1" w:styleId="E6B872E7580D4C978C1F4711D2B4A74E1">
    <w:name w:val="E6B872E7580D4C978C1F4711D2B4A74E1"/>
    <w:rsid w:val="00D953CD"/>
    <w:pPr>
      <w:spacing w:after="200" w:line="276" w:lineRule="auto"/>
    </w:pPr>
    <w:rPr>
      <w:rFonts w:ascii="Calibri" w:eastAsia="Calibri" w:hAnsi="Calibri" w:cs="Times New Roman"/>
      <w:lang w:eastAsia="en-US"/>
    </w:rPr>
  </w:style>
  <w:style w:type="paragraph" w:customStyle="1" w:styleId="DD51D492C0B04D6F9DEACF4A59DFEF96">
    <w:name w:val="DD51D492C0B04D6F9DEACF4A59DFEF96"/>
    <w:rsid w:val="00D953CD"/>
  </w:style>
  <w:style w:type="paragraph" w:customStyle="1" w:styleId="4100A54E369A4F079C222A6AE6CD3D38">
    <w:name w:val="4100A54E369A4F079C222A6AE6CD3D38"/>
    <w:rsid w:val="00D953CD"/>
  </w:style>
  <w:style w:type="paragraph" w:customStyle="1" w:styleId="207569F8157F46A1BF6F32182375D9CA">
    <w:name w:val="207569F8157F46A1BF6F32182375D9CA"/>
    <w:rsid w:val="00D953CD"/>
  </w:style>
  <w:style w:type="paragraph" w:customStyle="1" w:styleId="B0B0F9FF97CC4961A30667F49F5A82B2">
    <w:name w:val="B0B0F9FF97CC4961A30667F49F5A82B2"/>
    <w:rsid w:val="003C6583"/>
  </w:style>
  <w:style w:type="paragraph" w:customStyle="1" w:styleId="B900EF2D6E2D4B72A292B68F643027DA">
    <w:name w:val="B900EF2D6E2D4B72A292B68F643027DA"/>
    <w:rsid w:val="00044158"/>
  </w:style>
  <w:style w:type="paragraph" w:customStyle="1" w:styleId="3CD5D67716C340B699E5A03AA4210628">
    <w:name w:val="3CD5D67716C340B699E5A03AA4210628"/>
    <w:rsid w:val="00217556"/>
  </w:style>
  <w:style w:type="paragraph" w:customStyle="1" w:styleId="0501152F548F46A88887BA1BB2A94FE5">
    <w:name w:val="0501152F548F46A88887BA1BB2A94FE5"/>
    <w:rsid w:val="00217556"/>
  </w:style>
  <w:style w:type="paragraph" w:customStyle="1" w:styleId="7C087F26F8FA46249F45F01FFD34AFB5">
    <w:name w:val="7C087F26F8FA46249F45F01FFD34AFB5"/>
    <w:rsid w:val="00CA6F6F"/>
  </w:style>
  <w:style w:type="paragraph" w:customStyle="1" w:styleId="CED8562422954AE9B0675AB809B98729">
    <w:name w:val="CED8562422954AE9B0675AB809B98729"/>
    <w:rsid w:val="00CA6F6F"/>
  </w:style>
  <w:style w:type="paragraph" w:customStyle="1" w:styleId="C8861821A93F47DB9002B36A292B4D70">
    <w:name w:val="C8861821A93F47DB9002B36A292B4D70"/>
    <w:rsid w:val="00CA6F6F"/>
  </w:style>
  <w:style w:type="paragraph" w:customStyle="1" w:styleId="784381C1F1754E23B0CD272EF77E21EA">
    <w:name w:val="784381C1F1754E23B0CD272EF77E21EA"/>
    <w:rsid w:val="00CA6F6F"/>
  </w:style>
  <w:style w:type="paragraph" w:customStyle="1" w:styleId="4A5AE3707893424AA01BAC5AC3C164A3">
    <w:name w:val="4A5AE3707893424AA01BAC5AC3C164A3"/>
    <w:rsid w:val="00CA6F6F"/>
  </w:style>
  <w:style w:type="paragraph" w:customStyle="1" w:styleId="96EF02305D84491F9A069C62EDAA7CE8">
    <w:name w:val="96EF02305D84491F9A069C62EDAA7CE8"/>
    <w:rsid w:val="00CA6F6F"/>
  </w:style>
  <w:style w:type="paragraph" w:customStyle="1" w:styleId="4485AABD4CC542E7B0EC651E44DCD0C4">
    <w:name w:val="4485AABD4CC542E7B0EC651E44DCD0C4"/>
    <w:rsid w:val="003127DF"/>
  </w:style>
  <w:style w:type="paragraph" w:customStyle="1" w:styleId="0FF648AC0EF14F858CFA22935EADC544">
    <w:name w:val="0FF648AC0EF14F858CFA22935EADC544"/>
    <w:rsid w:val="003127DF"/>
  </w:style>
  <w:style w:type="paragraph" w:customStyle="1" w:styleId="5F8BDEB17FFA4272BD3BD52E80D425A0">
    <w:name w:val="5F8BDEB17FFA4272BD3BD52E80D425A0"/>
    <w:rsid w:val="000C2930"/>
  </w:style>
  <w:style w:type="paragraph" w:customStyle="1" w:styleId="28007C72037F4F3DBCC65D87D99296A2">
    <w:name w:val="28007C72037F4F3DBCC65D87D99296A2"/>
    <w:rsid w:val="000C2930"/>
  </w:style>
  <w:style w:type="paragraph" w:customStyle="1" w:styleId="E5C2565B2265477E9102F6C955988E08">
    <w:name w:val="E5C2565B2265477E9102F6C955988E08"/>
    <w:rsid w:val="000C2930"/>
  </w:style>
  <w:style w:type="paragraph" w:customStyle="1" w:styleId="59788F7D2C764705AA1DC34DFE79DBD4">
    <w:name w:val="59788F7D2C764705AA1DC34DFE79DBD4"/>
    <w:rsid w:val="000C2930"/>
  </w:style>
  <w:style w:type="paragraph" w:customStyle="1" w:styleId="8D4D3B7E1DE345DCB57CFF14C90A9F23">
    <w:name w:val="8D4D3B7E1DE345DCB57CFF14C90A9F23"/>
    <w:rsid w:val="000C2930"/>
  </w:style>
  <w:style w:type="paragraph" w:customStyle="1" w:styleId="6DA6E21CF2634B36B962E7A8159C162F">
    <w:name w:val="6DA6E21CF2634B36B962E7A8159C162F"/>
    <w:rsid w:val="000C2930"/>
  </w:style>
  <w:style w:type="paragraph" w:customStyle="1" w:styleId="DE33FD584F2A41B5B0EA0D656359FDE1">
    <w:name w:val="DE33FD584F2A41B5B0EA0D656359FDE1"/>
    <w:rsid w:val="000C2930"/>
  </w:style>
  <w:style w:type="paragraph" w:customStyle="1" w:styleId="24BBA355E84E4754AF7673B5937B47BD">
    <w:name w:val="24BBA355E84E4754AF7673B5937B47BD"/>
    <w:rsid w:val="000C2930"/>
  </w:style>
  <w:style w:type="paragraph" w:customStyle="1" w:styleId="3A2340AC8AFF4E19A127AA10FFBEBC65">
    <w:name w:val="3A2340AC8AFF4E19A127AA10FFBEBC65"/>
    <w:rsid w:val="000C2930"/>
  </w:style>
  <w:style w:type="paragraph" w:customStyle="1" w:styleId="F947DCD4356044AA9ADED5B78314F596">
    <w:name w:val="F947DCD4356044AA9ADED5B78314F596"/>
    <w:rsid w:val="000C2930"/>
  </w:style>
  <w:style w:type="paragraph" w:customStyle="1" w:styleId="0420CD124F8E4E9097DBC470FD40A19C">
    <w:name w:val="0420CD124F8E4E9097DBC470FD40A19C"/>
    <w:rsid w:val="000C2930"/>
  </w:style>
  <w:style w:type="paragraph" w:customStyle="1" w:styleId="E144F8E39F9B4B3FA7DAE2A97E90E663">
    <w:name w:val="E144F8E39F9B4B3FA7DAE2A97E90E663"/>
    <w:rsid w:val="000C2930"/>
  </w:style>
  <w:style w:type="paragraph" w:customStyle="1" w:styleId="3BA545EF87294C7B9AB4B29503540007">
    <w:name w:val="3BA545EF87294C7B9AB4B29503540007"/>
    <w:rsid w:val="000C2930"/>
  </w:style>
  <w:style w:type="paragraph" w:customStyle="1" w:styleId="FD5B42A3646A43E9A58496AD27BC607B">
    <w:name w:val="FD5B42A3646A43E9A58496AD27BC607B"/>
    <w:rsid w:val="000C2930"/>
  </w:style>
  <w:style w:type="paragraph" w:customStyle="1" w:styleId="D194449C151040FBB36A451CFA87E2C9">
    <w:name w:val="D194449C151040FBB36A451CFA87E2C9"/>
    <w:rsid w:val="000C2930"/>
  </w:style>
  <w:style w:type="paragraph" w:customStyle="1" w:styleId="4536C9FC1C38411286A453A321ABB9B6">
    <w:name w:val="4536C9FC1C38411286A453A321ABB9B6"/>
    <w:rsid w:val="000C2930"/>
  </w:style>
  <w:style w:type="paragraph" w:customStyle="1" w:styleId="E0F4504072DB4AFBBCB7A11701296394">
    <w:name w:val="E0F4504072DB4AFBBCB7A11701296394"/>
    <w:rsid w:val="000C2930"/>
  </w:style>
  <w:style w:type="paragraph" w:customStyle="1" w:styleId="3B63FA0CA0AC4E6FADB2DCEAB9609193">
    <w:name w:val="3B63FA0CA0AC4E6FADB2DCEAB9609193"/>
    <w:rsid w:val="000C2930"/>
  </w:style>
  <w:style w:type="paragraph" w:customStyle="1" w:styleId="88303492A7D94205B18A73493F6E3BF5">
    <w:name w:val="88303492A7D94205B18A73493F6E3BF5"/>
    <w:rsid w:val="000C2930"/>
  </w:style>
  <w:style w:type="paragraph" w:customStyle="1" w:styleId="B321E9723F6A4301B4BCBAC79547D776">
    <w:name w:val="B321E9723F6A4301B4BCBAC79547D776"/>
    <w:rsid w:val="000C2930"/>
  </w:style>
  <w:style w:type="paragraph" w:customStyle="1" w:styleId="D2A26DBAF2FB4539B7873FD2E5CBF18E">
    <w:name w:val="D2A26DBAF2FB4539B7873FD2E5CBF18E"/>
    <w:rsid w:val="000C2930"/>
  </w:style>
  <w:style w:type="paragraph" w:customStyle="1" w:styleId="B0F29654FD324624B7CE351B96F03D9D">
    <w:name w:val="B0F29654FD324624B7CE351B96F03D9D"/>
    <w:rsid w:val="000C2930"/>
  </w:style>
  <w:style w:type="paragraph" w:customStyle="1" w:styleId="F9EFE1E06D5A4D7DB301B4363120AF26">
    <w:name w:val="F9EFE1E06D5A4D7DB301B4363120AF26"/>
    <w:rsid w:val="000C2930"/>
  </w:style>
  <w:style w:type="paragraph" w:customStyle="1" w:styleId="CD8A5829BDF84A1A85E16AD4C2D3AC90">
    <w:name w:val="CD8A5829BDF84A1A85E16AD4C2D3AC90"/>
    <w:rsid w:val="000C2930"/>
  </w:style>
  <w:style w:type="paragraph" w:customStyle="1" w:styleId="57DAC61527064259BEC8F07A617050EE">
    <w:name w:val="57DAC61527064259BEC8F07A617050EE"/>
    <w:rsid w:val="000C2930"/>
  </w:style>
  <w:style w:type="paragraph" w:customStyle="1" w:styleId="BD353B604E574BC6A85A9DF7FB3FB66E">
    <w:name w:val="BD353B604E574BC6A85A9DF7FB3FB66E"/>
    <w:rsid w:val="000C2930"/>
  </w:style>
  <w:style w:type="paragraph" w:customStyle="1" w:styleId="5E76B5973F044F37AF4A6FF5D644C293">
    <w:name w:val="5E76B5973F044F37AF4A6FF5D644C293"/>
    <w:rsid w:val="000C2930"/>
  </w:style>
  <w:style w:type="paragraph" w:customStyle="1" w:styleId="CCD2E77D097248ABA461C8B90D3185C1">
    <w:name w:val="CCD2E77D097248ABA461C8B90D3185C1"/>
    <w:rsid w:val="000C2930"/>
  </w:style>
  <w:style w:type="paragraph" w:customStyle="1" w:styleId="DAF2CB2B118745EEBA727F743176776E">
    <w:name w:val="DAF2CB2B118745EEBA727F743176776E"/>
    <w:rsid w:val="000C2930"/>
  </w:style>
  <w:style w:type="paragraph" w:customStyle="1" w:styleId="427BD428591145469F12306F6B65997F">
    <w:name w:val="427BD428591145469F12306F6B65997F"/>
    <w:rsid w:val="000C2930"/>
  </w:style>
  <w:style w:type="paragraph" w:customStyle="1" w:styleId="99C6AD1E46024E66B5AEA74AF6BAD96B">
    <w:name w:val="99C6AD1E46024E66B5AEA74AF6BAD96B"/>
    <w:rsid w:val="000C2930"/>
  </w:style>
  <w:style w:type="paragraph" w:customStyle="1" w:styleId="79930CD65DA64819B54D8D9CBFCB5E35">
    <w:name w:val="79930CD65DA64819B54D8D9CBFCB5E35"/>
    <w:rsid w:val="000C2930"/>
  </w:style>
  <w:style w:type="paragraph" w:customStyle="1" w:styleId="8A42A2C66F9B49BFB9B5968139CCDECB">
    <w:name w:val="8A42A2C66F9B49BFB9B5968139CCDECB"/>
    <w:rsid w:val="000C2930"/>
  </w:style>
  <w:style w:type="paragraph" w:customStyle="1" w:styleId="4B08DEEF1D974644A6E7F93CF7C92B71">
    <w:name w:val="4B08DEEF1D974644A6E7F93CF7C92B71"/>
    <w:rsid w:val="000C2930"/>
  </w:style>
  <w:style w:type="paragraph" w:customStyle="1" w:styleId="CC0D1A79BB3541BFB6A1157942CFE131">
    <w:name w:val="CC0D1A79BB3541BFB6A1157942CFE131"/>
    <w:rsid w:val="000C2930"/>
  </w:style>
  <w:style w:type="paragraph" w:customStyle="1" w:styleId="C783362183194275AE729B717B16A078">
    <w:name w:val="C783362183194275AE729B717B16A078"/>
    <w:rsid w:val="000C2930"/>
  </w:style>
  <w:style w:type="paragraph" w:customStyle="1" w:styleId="F12F946E972F4A0BA0FCB1E6CE5412FC">
    <w:name w:val="F12F946E972F4A0BA0FCB1E6CE5412FC"/>
    <w:rsid w:val="000C2930"/>
  </w:style>
  <w:style w:type="paragraph" w:customStyle="1" w:styleId="1888C91566034B5BB0400CA73B1BD030">
    <w:name w:val="1888C91566034B5BB0400CA73B1BD030"/>
    <w:rsid w:val="000C2930"/>
  </w:style>
  <w:style w:type="paragraph" w:customStyle="1" w:styleId="730B6D0C9DFA4F12800BFB626A73C873">
    <w:name w:val="730B6D0C9DFA4F12800BFB626A73C873"/>
    <w:rsid w:val="000C2930"/>
  </w:style>
  <w:style w:type="paragraph" w:customStyle="1" w:styleId="F9203A9175F448989A2489A39C6C1F51">
    <w:name w:val="F9203A9175F448989A2489A39C6C1F51"/>
    <w:rsid w:val="000C2930"/>
  </w:style>
  <w:style w:type="paragraph" w:customStyle="1" w:styleId="ED681C83BCB84AA3BD974FAA4ADE1812">
    <w:name w:val="ED681C83BCB84AA3BD974FAA4ADE1812"/>
    <w:rsid w:val="000C2930"/>
  </w:style>
  <w:style w:type="paragraph" w:customStyle="1" w:styleId="4867B16C502A4613B1F431003151F1A3">
    <w:name w:val="4867B16C502A4613B1F431003151F1A3"/>
    <w:rsid w:val="000C2930"/>
  </w:style>
  <w:style w:type="paragraph" w:customStyle="1" w:styleId="C630DDA703F2452E93A296C2707DB1B8">
    <w:name w:val="C630DDA703F2452E93A296C2707DB1B8"/>
    <w:rsid w:val="000C2930"/>
  </w:style>
  <w:style w:type="paragraph" w:customStyle="1" w:styleId="71F5410423FB429DB2EE33F9FD31E59B">
    <w:name w:val="71F5410423FB429DB2EE33F9FD31E59B"/>
    <w:rsid w:val="000C2930"/>
  </w:style>
  <w:style w:type="paragraph" w:customStyle="1" w:styleId="4D2C964A9C9C47B8BF65384720310B38">
    <w:name w:val="4D2C964A9C9C47B8BF65384720310B38"/>
    <w:rsid w:val="000C2930"/>
  </w:style>
  <w:style w:type="paragraph" w:customStyle="1" w:styleId="D9BEEFAA881A479DB9DAD2BB40255B2A">
    <w:name w:val="D9BEEFAA881A479DB9DAD2BB40255B2A"/>
    <w:rsid w:val="000C2930"/>
  </w:style>
  <w:style w:type="paragraph" w:customStyle="1" w:styleId="29238122F95441F58ED61C7E12521C4A">
    <w:name w:val="29238122F95441F58ED61C7E12521C4A"/>
    <w:rsid w:val="000C2930"/>
  </w:style>
  <w:style w:type="paragraph" w:customStyle="1" w:styleId="4257D9C792DF45D5BA7A608EF4ECFF5A">
    <w:name w:val="4257D9C792DF45D5BA7A608EF4ECFF5A"/>
    <w:rsid w:val="000C2930"/>
  </w:style>
  <w:style w:type="paragraph" w:customStyle="1" w:styleId="142EE240623D4A48A0D12E613AE33C05">
    <w:name w:val="142EE240623D4A48A0D12E613AE33C05"/>
    <w:rsid w:val="000C2930"/>
  </w:style>
  <w:style w:type="paragraph" w:customStyle="1" w:styleId="3CBB670439854B588BE831F228301B1C">
    <w:name w:val="3CBB670439854B588BE831F228301B1C"/>
    <w:rsid w:val="000C2930"/>
  </w:style>
  <w:style w:type="paragraph" w:customStyle="1" w:styleId="8CA2784C288649159159AD437A3C3FF7">
    <w:name w:val="8CA2784C288649159159AD437A3C3FF7"/>
    <w:rsid w:val="000C2930"/>
  </w:style>
  <w:style w:type="paragraph" w:customStyle="1" w:styleId="EF3E1C005C4048999A2D8D4A85614A79">
    <w:name w:val="EF3E1C005C4048999A2D8D4A85614A79"/>
    <w:rsid w:val="000C2930"/>
  </w:style>
  <w:style w:type="paragraph" w:customStyle="1" w:styleId="A3387CB7D11647B9A23C5BFDDBB15EFD">
    <w:name w:val="A3387CB7D11647B9A23C5BFDDBB15EFD"/>
    <w:rsid w:val="000C2930"/>
  </w:style>
  <w:style w:type="paragraph" w:customStyle="1" w:styleId="CBB5ACF010774B188578AE6C7D266580">
    <w:name w:val="CBB5ACF010774B188578AE6C7D266580"/>
    <w:rsid w:val="000C2930"/>
  </w:style>
  <w:style w:type="paragraph" w:customStyle="1" w:styleId="B960AB0BE8424DEE95030297E1ECB507">
    <w:name w:val="B960AB0BE8424DEE95030297E1ECB507"/>
    <w:rsid w:val="000C2930"/>
  </w:style>
  <w:style w:type="paragraph" w:customStyle="1" w:styleId="3BBD454F8F2B4C17BD4E945B628F6199">
    <w:name w:val="3BBD454F8F2B4C17BD4E945B628F6199"/>
    <w:rsid w:val="000C2930"/>
  </w:style>
  <w:style w:type="paragraph" w:customStyle="1" w:styleId="9C8F0AC8BB124130B2DF2409A6FBE765">
    <w:name w:val="9C8F0AC8BB124130B2DF2409A6FBE765"/>
    <w:rsid w:val="006E3038"/>
  </w:style>
  <w:style w:type="paragraph" w:customStyle="1" w:styleId="E8D79B47B8CE47EB84CF638CF1C51E22">
    <w:name w:val="E8D79B47B8CE47EB84CF638CF1C51E22"/>
    <w:rsid w:val="006E3038"/>
  </w:style>
  <w:style w:type="paragraph" w:customStyle="1" w:styleId="58C7AACE8E354F0BA27C6D6089EB6555">
    <w:name w:val="58C7AACE8E354F0BA27C6D6089EB6555"/>
    <w:rsid w:val="006E3038"/>
  </w:style>
  <w:style w:type="paragraph" w:customStyle="1" w:styleId="34094E027C67411E8EA440EEF2B986C2">
    <w:name w:val="34094E027C67411E8EA440EEF2B986C2"/>
    <w:rsid w:val="006E3038"/>
  </w:style>
  <w:style w:type="paragraph" w:customStyle="1" w:styleId="CF744D148F2444DF9C79363DDD8661D7">
    <w:name w:val="CF744D148F2444DF9C79363DDD8661D7"/>
    <w:rsid w:val="006E3038"/>
  </w:style>
  <w:style w:type="paragraph" w:customStyle="1" w:styleId="D70B87173FAA4F80BD401BEA981B5B33">
    <w:name w:val="D70B87173FAA4F80BD401BEA981B5B33"/>
    <w:rsid w:val="006E3038"/>
  </w:style>
  <w:style w:type="paragraph" w:customStyle="1" w:styleId="8438C84646B04DD99278F5B1F0CD40CE">
    <w:name w:val="8438C84646B04DD99278F5B1F0CD40CE"/>
    <w:rsid w:val="005C2859"/>
  </w:style>
  <w:style w:type="paragraph" w:customStyle="1" w:styleId="7773F8462F654CB3B2CAD4AAD05DA072">
    <w:name w:val="7773F8462F654CB3B2CAD4AAD05DA072"/>
    <w:rsid w:val="005C2859"/>
  </w:style>
  <w:style w:type="paragraph" w:customStyle="1" w:styleId="F74E8F7180B24EB7AD117E83DCD27A78">
    <w:name w:val="F74E8F7180B24EB7AD117E83DCD27A78"/>
    <w:rsid w:val="005C2859"/>
  </w:style>
  <w:style w:type="paragraph" w:customStyle="1" w:styleId="D34E1897A20340EEBF5F6381E318CF75">
    <w:name w:val="D34E1897A20340EEBF5F6381E318CF75"/>
    <w:rsid w:val="005C2859"/>
  </w:style>
  <w:style w:type="paragraph" w:customStyle="1" w:styleId="9A768C839BA74304B55712F57688F62E">
    <w:name w:val="9A768C839BA74304B55712F57688F62E"/>
    <w:rsid w:val="005C2859"/>
  </w:style>
  <w:style w:type="paragraph" w:customStyle="1" w:styleId="428885A951EA464688F8EF6F6F3F562B">
    <w:name w:val="428885A951EA464688F8EF6F6F3F562B"/>
    <w:rsid w:val="005C2859"/>
  </w:style>
  <w:style w:type="paragraph" w:customStyle="1" w:styleId="2F64982B1106445B97156BAA25F337D2">
    <w:name w:val="2F64982B1106445B97156BAA25F337D2"/>
    <w:rsid w:val="00B25D74"/>
  </w:style>
  <w:style w:type="paragraph" w:customStyle="1" w:styleId="055F60E6E70A402FBF3A5BDE6B1C42F4">
    <w:name w:val="055F60E6E70A402FBF3A5BDE6B1C42F4"/>
    <w:rsid w:val="00B25D74"/>
  </w:style>
  <w:style w:type="paragraph" w:customStyle="1" w:styleId="58B863309C804730AB1FD94ECF31E186">
    <w:name w:val="58B863309C804730AB1FD94ECF31E186"/>
    <w:rsid w:val="00B25D74"/>
  </w:style>
  <w:style w:type="paragraph" w:customStyle="1" w:styleId="AE1ABD3E4B534251991FE9527D0219D5">
    <w:name w:val="AE1ABD3E4B534251991FE9527D0219D5"/>
    <w:rsid w:val="00B25D74"/>
  </w:style>
  <w:style w:type="paragraph" w:customStyle="1" w:styleId="215D6E3DF3824B3EA198A73E86B7B5BB">
    <w:name w:val="215D6E3DF3824B3EA198A73E86B7B5BB"/>
    <w:rsid w:val="00B25D74"/>
  </w:style>
  <w:style w:type="paragraph" w:customStyle="1" w:styleId="84F577ABE69444138885BDCF35FD240E">
    <w:name w:val="84F577ABE69444138885BDCF35FD240E"/>
    <w:rsid w:val="00B25D74"/>
  </w:style>
  <w:style w:type="paragraph" w:customStyle="1" w:styleId="7F197DE9CB3D41EEA7064317BC1BEBDE">
    <w:name w:val="7F197DE9CB3D41EEA7064317BC1BEBDE"/>
    <w:rsid w:val="004A4E68"/>
  </w:style>
  <w:style w:type="paragraph" w:customStyle="1" w:styleId="2D8AC536DB454ED7841991F632603575">
    <w:name w:val="2D8AC536DB454ED7841991F632603575"/>
    <w:rsid w:val="004A4E68"/>
  </w:style>
  <w:style w:type="paragraph" w:customStyle="1" w:styleId="D36842025B234E22A09866A39D5A8A94">
    <w:name w:val="D36842025B234E22A09866A39D5A8A94"/>
    <w:rsid w:val="004A4E68"/>
  </w:style>
  <w:style w:type="paragraph" w:customStyle="1" w:styleId="43696D250F2A4D338E9F50A9377422F8">
    <w:name w:val="43696D250F2A4D338E9F50A9377422F8"/>
    <w:rsid w:val="004A4E68"/>
  </w:style>
  <w:style w:type="paragraph" w:customStyle="1" w:styleId="96F94C6651E2416780224C85D30D2B63">
    <w:name w:val="96F94C6651E2416780224C85D30D2B63"/>
    <w:rsid w:val="004A4E68"/>
  </w:style>
  <w:style w:type="paragraph" w:customStyle="1" w:styleId="DE3AF6F0F2B94EF2A2F98D9B83322457">
    <w:name w:val="DE3AF6F0F2B94EF2A2F98D9B83322457"/>
    <w:rsid w:val="004A4E68"/>
  </w:style>
  <w:style w:type="paragraph" w:customStyle="1" w:styleId="D2BB1196B49246EE82B281C0B647B380">
    <w:name w:val="D2BB1196B49246EE82B281C0B647B380"/>
    <w:rsid w:val="004A4E68"/>
  </w:style>
  <w:style w:type="paragraph" w:customStyle="1" w:styleId="EFAA201BFB384188B4E3D4389B83ECF9">
    <w:name w:val="EFAA201BFB384188B4E3D4389B83ECF9"/>
    <w:rsid w:val="008B0FFE"/>
  </w:style>
  <w:style w:type="paragraph" w:customStyle="1" w:styleId="628411A146EB48BF8FD43FC8557755DB">
    <w:name w:val="628411A146EB48BF8FD43FC8557755DB"/>
    <w:rsid w:val="008B0FFE"/>
  </w:style>
  <w:style w:type="paragraph" w:customStyle="1" w:styleId="8ECFA9BE75714C499D1D948C391F5105">
    <w:name w:val="8ECFA9BE75714C499D1D948C391F5105"/>
    <w:rsid w:val="008B0FFE"/>
  </w:style>
  <w:style w:type="paragraph" w:customStyle="1" w:styleId="1E2FBE90A66E49B782A5485D04A084E2">
    <w:name w:val="1E2FBE90A66E49B782A5485D04A084E2"/>
    <w:rsid w:val="008B0FFE"/>
  </w:style>
  <w:style w:type="paragraph" w:customStyle="1" w:styleId="142A1D3660FC4C8A8344A9860454CB76">
    <w:name w:val="142A1D3660FC4C8A8344A9860454CB76"/>
    <w:rsid w:val="008B0FFE"/>
  </w:style>
  <w:style w:type="paragraph" w:customStyle="1" w:styleId="6D8824A3C5A744C8A0D0222FBC26F78A">
    <w:name w:val="6D8824A3C5A744C8A0D0222FBC26F78A"/>
    <w:rsid w:val="008B0FFE"/>
  </w:style>
  <w:style w:type="paragraph" w:customStyle="1" w:styleId="1F8C5469B65E4B8AA41983D797A0DCF8">
    <w:name w:val="1F8C5469B65E4B8AA41983D797A0DCF8"/>
    <w:rsid w:val="007E79C0"/>
  </w:style>
  <w:style w:type="paragraph" w:customStyle="1" w:styleId="F36BD51EA52C44D99AF6DB732836EB02">
    <w:name w:val="F36BD51EA52C44D99AF6DB732836EB02"/>
    <w:rsid w:val="007E79C0"/>
  </w:style>
  <w:style w:type="paragraph" w:customStyle="1" w:styleId="FE444889018C46E3AF7C460F245CB18C">
    <w:name w:val="FE444889018C46E3AF7C460F245CB18C"/>
    <w:rsid w:val="007E79C0"/>
  </w:style>
  <w:style w:type="paragraph" w:customStyle="1" w:styleId="D9444D2A027949E89635B5CF8A0943CC">
    <w:name w:val="D9444D2A027949E89635B5CF8A0943CC"/>
    <w:rsid w:val="008C0B98"/>
  </w:style>
  <w:style w:type="paragraph" w:customStyle="1" w:styleId="7B184596F025495AB18A7BA6A0B262AB">
    <w:name w:val="7B184596F025495AB18A7BA6A0B262AB"/>
    <w:rsid w:val="008C0B98"/>
  </w:style>
  <w:style w:type="paragraph" w:customStyle="1" w:styleId="40EA777B56814B65B2BE0C805ACB13FE">
    <w:name w:val="40EA777B56814B65B2BE0C805ACB13FE"/>
    <w:rsid w:val="008C0B9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C7821-8970-44A4-89A8-D7C4074BC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Správa</Template>
  <TotalTime>119</TotalTime>
  <Pages>13</Pages>
  <Words>3861</Words>
  <Characters>22014</Characters>
  <Application>Microsoft Office Word</Application>
  <DocSecurity>0</DocSecurity>
  <Lines>183</Lines>
  <Paragraphs>51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25824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Simurka Peter</dc:creator>
  <cp:lastModifiedBy>Antalikova Natalia</cp:lastModifiedBy>
  <cp:revision>19</cp:revision>
  <cp:lastPrinted>2019-02-08T09:44:00Z</cp:lastPrinted>
  <dcterms:created xsi:type="dcterms:W3CDTF">2019-02-08T07:32:00Z</dcterms:created>
  <dcterms:modified xsi:type="dcterms:W3CDTF">2019-02-14T12:26:00Z</dcterms:modified>
</cp:coreProperties>
</file>